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24D" w:rsidRPr="00EA2FE3" w:rsidRDefault="007B124D" w:rsidP="007B124D">
      <w:pPr>
        <w:pStyle w:val="Default"/>
        <w:rPr>
          <w:rFonts w:ascii="Times New Roman" w:hAnsi="Times New Roman" w:cs="Times New Roman"/>
        </w:rPr>
      </w:pPr>
      <w:r w:rsidRPr="00EA2FE3">
        <w:rPr>
          <w:rFonts w:ascii="Times New Roman" w:hAnsi="Times New Roman" w:cs="Times New Roman"/>
          <w:noProof/>
        </w:rPr>
        <w:drawing>
          <wp:inline distT="0" distB="0" distL="0" distR="0" wp14:anchorId="3303AA4D" wp14:editId="2EA91388">
            <wp:extent cx="1323975" cy="1167213"/>
            <wp:effectExtent l="1905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327443" cy="1170270"/>
                    </a:xfrm>
                    <a:prstGeom prst="rect">
                      <a:avLst/>
                    </a:prstGeom>
                    <a:noFill/>
                    <a:ln w="9525">
                      <a:noFill/>
                      <a:miter lim="800000"/>
                      <a:headEnd/>
                      <a:tailEnd/>
                    </a:ln>
                  </pic:spPr>
                </pic:pic>
              </a:graphicData>
            </a:graphic>
          </wp:inline>
        </w:drawing>
      </w:r>
    </w:p>
    <w:p w:rsidR="002F75BF" w:rsidRPr="00EA2FE3" w:rsidRDefault="002F75BF" w:rsidP="007B124D">
      <w:pPr>
        <w:pStyle w:val="Default"/>
        <w:rPr>
          <w:rFonts w:ascii="Times New Roman" w:hAnsi="Times New Roman" w:cs="Times New Roman"/>
        </w:rPr>
      </w:pPr>
    </w:p>
    <w:p w:rsidR="007B124D" w:rsidRPr="00EA2FE3" w:rsidRDefault="007B124D" w:rsidP="007B124D">
      <w:pPr>
        <w:autoSpaceDE w:val="0"/>
        <w:autoSpaceDN w:val="0"/>
        <w:adjustRightInd w:val="0"/>
        <w:jc w:val="center"/>
        <w:rPr>
          <w:color w:val="1F497D" w:themeColor="text2"/>
          <w:sz w:val="32"/>
          <w:szCs w:val="32"/>
        </w:rPr>
      </w:pPr>
      <w:r w:rsidRPr="00EA2FE3">
        <w:rPr>
          <w:b/>
          <w:bCs/>
          <w:color w:val="1F497D" w:themeColor="text2"/>
          <w:sz w:val="32"/>
          <w:szCs w:val="32"/>
        </w:rPr>
        <w:t>Guide méthodologique</w:t>
      </w:r>
    </w:p>
    <w:p w:rsidR="007A15AF" w:rsidRPr="00EA2FE3" w:rsidRDefault="000617ED" w:rsidP="006D663E">
      <w:pPr>
        <w:autoSpaceDE w:val="0"/>
        <w:autoSpaceDN w:val="0"/>
        <w:adjustRightInd w:val="0"/>
        <w:jc w:val="center"/>
        <w:rPr>
          <w:b/>
          <w:bCs/>
          <w:color w:val="1F497D" w:themeColor="text2"/>
          <w:sz w:val="32"/>
          <w:szCs w:val="32"/>
        </w:rPr>
      </w:pPr>
      <w:r w:rsidRPr="00EA2FE3">
        <w:rPr>
          <w:b/>
          <w:bCs/>
          <w:color w:val="1F497D" w:themeColor="text2"/>
          <w:sz w:val="32"/>
          <w:szCs w:val="32"/>
        </w:rPr>
        <w:t>État</w:t>
      </w:r>
      <w:r w:rsidR="006D663E" w:rsidRPr="00EA2FE3">
        <w:rPr>
          <w:b/>
          <w:bCs/>
          <w:color w:val="1F497D" w:themeColor="text2"/>
          <w:sz w:val="32"/>
          <w:szCs w:val="32"/>
        </w:rPr>
        <w:t xml:space="preserve"> </w:t>
      </w:r>
      <w:r w:rsidR="006208A6" w:rsidRPr="00EA2FE3">
        <w:rPr>
          <w:b/>
          <w:bCs/>
          <w:color w:val="1F497D" w:themeColor="text2"/>
          <w:sz w:val="32"/>
          <w:szCs w:val="32"/>
        </w:rPr>
        <w:t>de suivi des provisions mathématiques</w:t>
      </w:r>
      <w:r w:rsidR="0011746D">
        <w:rPr>
          <w:b/>
          <w:bCs/>
          <w:color w:val="1F497D" w:themeColor="text2"/>
          <w:sz w:val="32"/>
          <w:szCs w:val="32"/>
        </w:rPr>
        <w:t xml:space="preserve"> vie par contrat</w:t>
      </w:r>
      <w:r w:rsidR="006208A6" w:rsidRPr="00EA2FE3" w:rsidDel="006208A6">
        <w:rPr>
          <w:b/>
          <w:bCs/>
          <w:color w:val="1F497D" w:themeColor="text2"/>
          <w:sz w:val="32"/>
          <w:szCs w:val="32"/>
        </w:rPr>
        <w:t xml:space="preserve"> </w:t>
      </w:r>
      <w:r w:rsidR="006208A6" w:rsidRPr="00EA2FE3">
        <w:rPr>
          <w:b/>
          <w:bCs/>
          <w:color w:val="1F497D" w:themeColor="text2"/>
          <w:sz w:val="32"/>
          <w:szCs w:val="32"/>
        </w:rPr>
        <w:t>(FR.20.01)</w:t>
      </w:r>
    </w:p>
    <w:p w:rsidR="007B124D" w:rsidRPr="00EA2FE3" w:rsidRDefault="007B124D" w:rsidP="007B124D">
      <w:pPr>
        <w:jc w:val="center"/>
        <w:rPr>
          <w:b/>
          <w:bCs/>
          <w:color w:val="365F91" w:themeColor="accent1" w:themeShade="BF"/>
          <w:sz w:val="32"/>
          <w:szCs w:val="32"/>
        </w:rPr>
      </w:pPr>
    </w:p>
    <w:p w:rsidR="00F34843" w:rsidRPr="00EA2FE3" w:rsidRDefault="00F34843" w:rsidP="007B124D">
      <w:pPr>
        <w:autoSpaceDE w:val="0"/>
        <w:autoSpaceDN w:val="0"/>
        <w:adjustRightInd w:val="0"/>
        <w:jc w:val="left"/>
        <w:rPr>
          <w:color w:val="000000"/>
          <w:sz w:val="24"/>
          <w:szCs w:val="24"/>
        </w:rPr>
      </w:pPr>
    </w:p>
    <w:p w:rsidR="007F2377" w:rsidRPr="00EA2FE3" w:rsidRDefault="007F2377" w:rsidP="00A552E0">
      <w:pPr>
        <w:autoSpaceDE w:val="0"/>
        <w:autoSpaceDN w:val="0"/>
        <w:adjustRightInd w:val="0"/>
        <w:spacing w:line="276" w:lineRule="auto"/>
        <w:rPr>
          <w:bCs/>
          <w:szCs w:val="22"/>
        </w:rPr>
      </w:pPr>
      <w:r w:rsidRPr="00EA2FE3">
        <w:rPr>
          <w:szCs w:val="22"/>
        </w:rPr>
        <w:t xml:space="preserve">Pour faciliter l’établissement de </w:t>
      </w:r>
      <w:r w:rsidR="003C3EDE" w:rsidRPr="00EA2FE3">
        <w:rPr>
          <w:szCs w:val="22"/>
        </w:rPr>
        <w:t>l’état</w:t>
      </w:r>
      <w:r w:rsidRPr="00EA2FE3">
        <w:rPr>
          <w:szCs w:val="22"/>
        </w:rPr>
        <w:t xml:space="preserve"> </w:t>
      </w:r>
      <w:r w:rsidR="009D7561" w:rsidRPr="00EA2FE3">
        <w:rPr>
          <w:szCs w:val="22"/>
        </w:rPr>
        <w:t>FR.20.01</w:t>
      </w:r>
      <w:r w:rsidR="00DB0D1B" w:rsidRPr="00EA2FE3">
        <w:rPr>
          <w:szCs w:val="22"/>
        </w:rPr>
        <w:t xml:space="preserve"> par les organismes</w:t>
      </w:r>
      <w:r w:rsidRPr="00EA2FE3">
        <w:rPr>
          <w:szCs w:val="22"/>
        </w:rPr>
        <w:t>, l</w:t>
      </w:r>
      <w:r w:rsidR="003C3EDE" w:rsidRPr="00EA2FE3">
        <w:rPr>
          <w:bCs/>
          <w:szCs w:val="22"/>
        </w:rPr>
        <w:t xml:space="preserve">a présente note </w:t>
      </w:r>
      <w:r w:rsidR="00904242" w:rsidRPr="00EA2FE3">
        <w:rPr>
          <w:bCs/>
          <w:szCs w:val="22"/>
        </w:rPr>
        <w:t>donne une description</w:t>
      </w:r>
      <w:r w:rsidR="00FC5BAC" w:rsidRPr="00EA2FE3">
        <w:rPr>
          <w:bCs/>
          <w:szCs w:val="22"/>
        </w:rPr>
        <w:t xml:space="preserve"> général</w:t>
      </w:r>
      <w:r w:rsidR="00904242" w:rsidRPr="00EA2FE3">
        <w:rPr>
          <w:bCs/>
          <w:szCs w:val="22"/>
        </w:rPr>
        <w:t>e de l’état</w:t>
      </w:r>
      <w:r w:rsidR="00FC5BAC" w:rsidRPr="00EA2FE3">
        <w:rPr>
          <w:bCs/>
          <w:szCs w:val="22"/>
        </w:rPr>
        <w:t> </w:t>
      </w:r>
      <w:r w:rsidRPr="00EA2FE3">
        <w:rPr>
          <w:bCs/>
          <w:szCs w:val="22"/>
        </w:rPr>
        <w:t xml:space="preserve">(1), le </w:t>
      </w:r>
      <w:r w:rsidR="00BE3652" w:rsidRPr="00EA2FE3">
        <w:rPr>
          <w:bCs/>
          <w:szCs w:val="22"/>
        </w:rPr>
        <w:t>périmètre</w:t>
      </w:r>
      <w:r w:rsidR="003C3EDE" w:rsidRPr="00EA2FE3">
        <w:rPr>
          <w:bCs/>
          <w:szCs w:val="22"/>
        </w:rPr>
        <w:t> </w:t>
      </w:r>
      <w:r w:rsidR="00904242" w:rsidRPr="00EA2FE3">
        <w:rPr>
          <w:bCs/>
          <w:szCs w:val="22"/>
        </w:rPr>
        <w:t xml:space="preserve">couvert </w:t>
      </w:r>
      <w:r w:rsidRPr="00EA2FE3">
        <w:rPr>
          <w:bCs/>
          <w:szCs w:val="22"/>
        </w:rPr>
        <w:t xml:space="preserve">(2), </w:t>
      </w:r>
      <w:r w:rsidR="00005557" w:rsidRPr="00EA2FE3">
        <w:rPr>
          <w:bCs/>
          <w:szCs w:val="22"/>
        </w:rPr>
        <w:t xml:space="preserve">les modalités de remplissage de l’état (3), </w:t>
      </w:r>
      <w:r w:rsidRPr="00EA2FE3">
        <w:rPr>
          <w:bCs/>
          <w:szCs w:val="22"/>
        </w:rPr>
        <w:t xml:space="preserve">la définition des différentes </w:t>
      </w:r>
      <w:r w:rsidR="003C3EDE" w:rsidRPr="00EA2FE3">
        <w:rPr>
          <w:bCs/>
          <w:szCs w:val="22"/>
        </w:rPr>
        <w:t>variables</w:t>
      </w:r>
      <w:r w:rsidR="00904242" w:rsidRPr="00EA2FE3">
        <w:rPr>
          <w:bCs/>
          <w:szCs w:val="22"/>
        </w:rPr>
        <w:t xml:space="preserve"> concernées</w:t>
      </w:r>
      <w:r w:rsidR="00B300A0" w:rsidRPr="00EA2FE3">
        <w:rPr>
          <w:bCs/>
          <w:szCs w:val="22"/>
        </w:rPr>
        <w:t xml:space="preserve"> </w:t>
      </w:r>
      <w:r w:rsidRPr="00EA2FE3">
        <w:rPr>
          <w:bCs/>
          <w:szCs w:val="22"/>
        </w:rPr>
        <w:t>(</w:t>
      </w:r>
      <w:r w:rsidR="00005557" w:rsidRPr="00EA2FE3">
        <w:rPr>
          <w:bCs/>
          <w:szCs w:val="22"/>
        </w:rPr>
        <w:t>4</w:t>
      </w:r>
      <w:r w:rsidRPr="00EA2FE3">
        <w:rPr>
          <w:bCs/>
          <w:szCs w:val="22"/>
        </w:rPr>
        <w:t xml:space="preserve">), </w:t>
      </w:r>
      <w:r w:rsidR="003C3EDE" w:rsidRPr="00EA2FE3">
        <w:rPr>
          <w:bCs/>
          <w:szCs w:val="22"/>
        </w:rPr>
        <w:t>le modèle d</w:t>
      </w:r>
      <w:r w:rsidR="009D7561" w:rsidRPr="00EA2FE3">
        <w:rPr>
          <w:bCs/>
          <w:szCs w:val="22"/>
        </w:rPr>
        <w:t>u FR.20.01</w:t>
      </w:r>
      <w:r w:rsidR="003C3EDE" w:rsidRPr="00EA2FE3">
        <w:rPr>
          <w:bCs/>
          <w:szCs w:val="22"/>
        </w:rPr>
        <w:t xml:space="preserve"> vierge</w:t>
      </w:r>
      <w:r w:rsidR="0097476D" w:rsidRPr="00EA2FE3">
        <w:rPr>
          <w:bCs/>
          <w:szCs w:val="22"/>
        </w:rPr>
        <w:t xml:space="preserve"> </w:t>
      </w:r>
      <w:r w:rsidRPr="00EA2FE3">
        <w:rPr>
          <w:bCs/>
          <w:szCs w:val="22"/>
        </w:rPr>
        <w:t>(</w:t>
      </w:r>
      <w:r w:rsidR="00005557" w:rsidRPr="00EA2FE3">
        <w:rPr>
          <w:bCs/>
          <w:szCs w:val="22"/>
        </w:rPr>
        <w:t>5</w:t>
      </w:r>
      <w:r w:rsidRPr="00EA2FE3">
        <w:rPr>
          <w:bCs/>
          <w:szCs w:val="22"/>
        </w:rPr>
        <w:t>)</w:t>
      </w:r>
      <w:r w:rsidR="003474B1" w:rsidRPr="00EA2FE3">
        <w:rPr>
          <w:bCs/>
          <w:szCs w:val="22"/>
        </w:rPr>
        <w:t xml:space="preserve"> </w:t>
      </w:r>
      <w:r w:rsidR="00005557" w:rsidRPr="00EA2FE3">
        <w:rPr>
          <w:bCs/>
          <w:szCs w:val="22"/>
        </w:rPr>
        <w:t xml:space="preserve">ainsi que </w:t>
      </w:r>
      <w:r w:rsidRPr="00EA2FE3">
        <w:rPr>
          <w:bCs/>
          <w:szCs w:val="22"/>
        </w:rPr>
        <w:t>l</w:t>
      </w:r>
      <w:r w:rsidR="00AD6654" w:rsidRPr="00EA2FE3">
        <w:rPr>
          <w:bCs/>
          <w:szCs w:val="22"/>
        </w:rPr>
        <w:t xml:space="preserve">es textes auxquels se </w:t>
      </w:r>
      <w:r w:rsidR="003C3EDE" w:rsidRPr="00EA2FE3">
        <w:rPr>
          <w:bCs/>
          <w:szCs w:val="22"/>
        </w:rPr>
        <w:t>réfère cet état</w:t>
      </w:r>
      <w:r w:rsidR="00005557" w:rsidRPr="00EA2FE3">
        <w:rPr>
          <w:bCs/>
          <w:szCs w:val="22"/>
        </w:rPr>
        <w:t xml:space="preserve"> et des précisions complémentaires sur la classification des principaux types de contrats selon les catégories comptables</w:t>
      </w:r>
      <w:r w:rsidRPr="00EA2FE3">
        <w:rPr>
          <w:bCs/>
          <w:szCs w:val="22"/>
        </w:rPr>
        <w:t xml:space="preserve"> (</w:t>
      </w:r>
      <w:r w:rsidR="00005557" w:rsidRPr="00EA2FE3">
        <w:rPr>
          <w:bCs/>
          <w:szCs w:val="22"/>
        </w:rPr>
        <w:t>6</w:t>
      </w:r>
      <w:r w:rsidRPr="00EA2FE3">
        <w:rPr>
          <w:bCs/>
          <w:szCs w:val="22"/>
        </w:rPr>
        <w:t>).</w:t>
      </w:r>
    </w:p>
    <w:p w:rsidR="007F2377" w:rsidRPr="00EA2FE3" w:rsidRDefault="007F2377" w:rsidP="007B124D">
      <w:pPr>
        <w:autoSpaceDE w:val="0"/>
        <w:autoSpaceDN w:val="0"/>
        <w:adjustRightInd w:val="0"/>
        <w:jc w:val="left"/>
        <w:rPr>
          <w:color w:val="000000"/>
          <w:sz w:val="24"/>
          <w:szCs w:val="24"/>
        </w:rPr>
      </w:pPr>
    </w:p>
    <w:p w:rsidR="00182299" w:rsidRPr="00EA2FE3" w:rsidRDefault="00904242" w:rsidP="006769F4">
      <w:pPr>
        <w:numPr>
          <w:ilvl w:val="0"/>
          <w:numId w:val="6"/>
        </w:numPr>
        <w:spacing w:line="360" w:lineRule="auto"/>
        <w:rPr>
          <w:b/>
          <w:bCs/>
          <w:color w:val="345A8A"/>
          <w:sz w:val="28"/>
          <w:szCs w:val="32"/>
        </w:rPr>
      </w:pPr>
      <w:r w:rsidRPr="00EA2FE3">
        <w:rPr>
          <w:b/>
          <w:bCs/>
          <w:color w:val="345A8A"/>
          <w:sz w:val="28"/>
          <w:szCs w:val="32"/>
        </w:rPr>
        <w:t xml:space="preserve">Description </w:t>
      </w:r>
      <w:r w:rsidR="003C3EDE" w:rsidRPr="00EA2FE3">
        <w:rPr>
          <w:b/>
          <w:bCs/>
          <w:color w:val="345A8A"/>
          <w:sz w:val="28"/>
          <w:szCs w:val="32"/>
        </w:rPr>
        <w:t>général</w:t>
      </w:r>
      <w:r w:rsidRPr="00EA2FE3">
        <w:rPr>
          <w:b/>
          <w:bCs/>
          <w:color w:val="345A8A"/>
          <w:sz w:val="28"/>
          <w:szCs w:val="32"/>
        </w:rPr>
        <w:t>e</w:t>
      </w:r>
      <w:r w:rsidR="00FC5BAC" w:rsidRPr="00EA2FE3">
        <w:rPr>
          <w:b/>
          <w:bCs/>
          <w:color w:val="345A8A"/>
          <w:sz w:val="28"/>
          <w:szCs w:val="32"/>
        </w:rPr>
        <w:t xml:space="preserve"> de</w:t>
      </w:r>
      <w:r w:rsidR="003C3EDE" w:rsidRPr="00EA2FE3">
        <w:rPr>
          <w:b/>
          <w:bCs/>
          <w:color w:val="345A8A"/>
          <w:sz w:val="28"/>
          <w:szCs w:val="32"/>
        </w:rPr>
        <w:t xml:space="preserve"> l’état</w:t>
      </w:r>
    </w:p>
    <w:p w:rsidR="003C3EDE" w:rsidRPr="00EA2FE3" w:rsidRDefault="00FA1DE5" w:rsidP="003C3EDE">
      <w:pPr>
        <w:spacing w:line="276" w:lineRule="auto"/>
        <w:ind w:firstLine="708"/>
      </w:pPr>
      <w:r w:rsidRPr="00EA2FE3">
        <w:t>L’état FR.20.01</w:t>
      </w:r>
      <w:r w:rsidR="003C3EDE" w:rsidRPr="00EA2FE3">
        <w:t xml:space="preserve"> se compose d’un tableau qui détaille les </w:t>
      </w:r>
      <w:r w:rsidR="00904242" w:rsidRPr="00EA2FE3">
        <w:t>principales caractéristiques des</w:t>
      </w:r>
      <w:r w:rsidR="003C3EDE" w:rsidRPr="00EA2FE3">
        <w:t xml:space="preserve"> contrats d’assurance vie en affaires directes, dans une approche </w:t>
      </w:r>
      <w:r w:rsidR="00904242" w:rsidRPr="00EA2FE3">
        <w:t xml:space="preserve">version de </w:t>
      </w:r>
      <w:r w:rsidR="003C3EDE" w:rsidRPr="00EA2FE3">
        <w:t xml:space="preserve">contrat par </w:t>
      </w:r>
      <w:r w:rsidR="00904242" w:rsidRPr="00EA2FE3">
        <w:t xml:space="preserve">version de </w:t>
      </w:r>
      <w:r w:rsidR="003C3EDE" w:rsidRPr="00EA2FE3">
        <w:t>contrat.</w:t>
      </w:r>
      <w:r w:rsidRPr="00EA2FE3">
        <w:t xml:space="preserve"> Cet état vise </w:t>
      </w:r>
      <w:r w:rsidR="00B67252">
        <w:t>notamment</w:t>
      </w:r>
      <w:r w:rsidRPr="00EA2FE3">
        <w:t xml:space="preserve"> à permettre le suivi de la revalorisation </w:t>
      </w:r>
      <w:r w:rsidRPr="00EA2FE3">
        <w:rPr>
          <w:b/>
        </w:rPr>
        <w:t>servie</w:t>
      </w:r>
      <w:r w:rsidRPr="00EA2FE3">
        <w:t xml:space="preserve"> par les organismes</w:t>
      </w:r>
      <w:r w:rsidRPr="00EA2FE3">
        <w:rPr>
          <w:b/>
        </w:rPr>
        <w:t xml:space="preserve"> au titre de</w:t>
      </w:r>
      <w:r w:rsidRPr="00EA2FE3">
        <w:t xml:space="preserve"> l’année N.</w:t>
      </w:r>
    </w:p>
    <w:p w:rsidR="0097307C" w:rsidRPr="00EA2FE3" w:rsidRDefault="0097307C" w:rsidP="003C3EDE">
      <w:pPr>
        <w:spacing w:line="276" w:lineRule="auto"/>
        <w:ind w:firstLine="708"/>
      </w:pPr>
    </w:p>
    <w:p w:rsidR="003C3EDE" w:rsidRPr="00EA2FE3" w:rsidRDefault="003C3EDE" w:rsidP="003C3EDE">
      <w:pPr>
        <w:spacing w:line="276" w:lineRule="auto"/>
        <w:ind w:firstLine="708"/>
      </w:pPr>
      <w:r w:rsidRPr="00EA2FE3">
        <w:t>Il comprend deux types de variables :</w:t>
      </w:r>
    </w:p>
    <w:p w:rsidR="003C3EDE" w:rsidRPr="00EA2FE3" w:rsidRDefault="00904242" w:rsidP="006769F4">
      <w:pPr>
        <w:pStyle w:val="Paragraphedeliste"/>
        <w:numPr>
          <w:ilvl w:val="0"/>
          <w:numId w:val="8"/>
        </w:numPr>
        <w:autoSpaceDE w:val="0"/>
        <w:autoSpaceDN w:val="0"/>
        <w:spacing w:line="276" w:lineRule="auto"/>
        <w:rPr>
          <w:rStyle w:val="Lienhypertexte"/>
          <w:rFonts w:ascii="Times New Roman" w:eastAsiaTheme="majorEastAsia" w:hAnsi="Times New Roman"/>
          <w:color w:val="auto"/>
          <w:sz w:val="22"/>
          <w:szCs w:val="22"/>
          <w:u w:val="none"/>
        </w:rPr>
      </w:pPr>
      <w:r w:rsidRPr="00EA2FE3">
        <w:rPr>
          <w:rStyle w:val="Lienhypertexte"/>
          <w:rFonts w:ascii="Times New Roman" w:eastAsiaTheme="majorEastAsia" w:hAnsi="Times New Roman"/>
          <w:b/>
          <w:color w:val="auto"/>
          <w:sz w:val="22"/>
          <w:szCs w:val="22"/>
          <w:u w:val="none"/>
        </w:rPr>
        <w:t xml:space="preserve">Des variables </w:t>
      </w:r>
      <w:r w:rsidR="006022E0" w:rsidRPr="00EA2FE3">
        <w:rPr>
          <w:rStyle w:val="Lienhypertexte"/>
          <w:rFonts w:ascii="Times New Roman" w:eastAsiaTheme="majorEastAsia" w:hAnsi="Times New Roman"/>
          <w:b/>
          <w:color w:val="auto"/>
          <w:sz w:val="22"/>
          <w:szCs w:val="22"/>
          <w:u w:val="none"/>
        </w:rPr>
        <w:t xml:space="preserve">de </w:t>
      </w:r>
      <w:r w:rsidRPr="00EA2FE3">
        <w:rPr>
          <w:rStyle w:val="Lienhypertexte"/>
          <w:rFonts w:ascii="Times New Roman" w:eastAsiaTheme="majorEastAsia" w:hAnsi="Times New Roman"/>
          <w:b/>
          <w:color w:val="auto"/>
          <w:sz w:val="22"/>
          <w:szCs w:val="22"/>
          <w:u w:val="none"/>
        </w:rPr>
        <w:t>segmentation</w:t>
      </w:r>
      <w:r w:rsidRPr="00EA2FE3">
        <w:rPr>
          <w:rStyle w:val="Lienhypertexte"/>
          <w:rFonts w:ascii="Times New Roman" w:eastAsiaTheme="majorEastAsia" w:hAnsi="Times New Roman"/>
          <w:color w:val="auto"/>
          <w:sz w:val="22"/>
          <w:szCs w:val="22"/>
          <w:u w:val="none"/>
        </w:rPr>
        <w:t> </w:t>
      </w:r>
      <w:r w:rsidR="00176BE4" w:rsidRPr="00EA2FE3">
        <w:rPr>
          <w:rStyle w:val="Lienhypertexte"/>
          <w:rFonts w:ascii="Times New Roman" w:eastAsiaTheme="majorEastAsia" w:hAnsi="Times New Roman"/>
          <w:color w:val="auto"/>
          <w:sz w:val="22"/>
          <w:szCs w:val="22"/>
          <w:u w:val="none"/>
        </w:rPr>
        <w:t xml:space="preserve">: </w:t>
      </w:r>
      <w:r w:rsidR="00BF3314" w:rsidRPr="00EA2FE3">
        <w:rPr>
          <w:rStyle w:val="Lienhypertexte"/>
          <w:rFonts w:ascii="Times New Roman" w:eastAsiaTheme="majorEastAsia" w:hAnsi="Times New Roman"/>
          <w:color w:val="auto"/>
          <w:sz w:val="22"/>
          <w:szCs w:val="22"/>
          <w:u w:val="none"/>
        </w:rPr>
        <w:t xml:space="preserve">identifiées </w:t>
      </w:r>
      <w:r w:rsidR="003C3EDE" w:rsidRPr="00EA2FE3">
        <w:rPr>
          <w:rStyle w:val="Lienhypertexte"/>
          <w:rFonts w:ascii="Times New Roman" w:eastAsiaTheme="majorEastAsia" w:hAnsi="Times New Roman"/>
          <w:color w:val="auto"/>
          <w:sz w:val="22"/>
          <w:szCs w:val="22"/>
          <w:u w:val="none"/>
        </w:rPr>
        <w:t>par l’en</w:t>
      </w:r>
      <w:r w:rsidR="004B2F7A">
        <w:rPr>
          <w:rStyle w:val="Lienhypertexte"/>
          <w:rFonts w:ascii="Times New Roman" w:eastAsiaTheme="majorEastAsia" w:hAnsi="Times New Roman"/>
          <w:color w:val="auto"/>
          <w:sz w:val="22"/>
          <w:szCs w:val="22"/>
          <w:u w:val="none"/>
        </w:rPr>
        <w:t>-</w:t>
      </w:r>
      <w:r w:rsidR="003C3EDE" w:rsidRPr="00EA2FE3">
        <w:rPr>
          <w:rStyle w:val="Lienhypertexte"/>
          <w:rFonts w:ascii="Times New Roman" w:eastAsiaTheme="majorEastAsia" w:hAnsi="Times New Roman"/>
          <w:color w:val="auto"/>
          <w:sz w:val="22"/>
          <w:szCs w:val="22"/>
          <w:u w:val="none"/>
        </w:rPr>
        <w:t>tête «IDENTIFICATION ET CLASSIFICATION»</w:t>
      </w:r>
      <w:r w:rsidR="00BF3314" w:rsidRPr="00EA2FE3">
        <w:rPr>
          <w:rStyle w:val="Lienhypertexte"/>
          <w:rFonts w:ascii="Times New Roman" w:eastAsiaTheme="majorEastAsia" w:hAnsi="Times New Roman"/>
          <w:color w:val="auto"/>
          <w:sz w:val="22"/>
          <w:szCs w:val="22"/>
          <w:u w:val="none"/>
        </w:rPr>
        <w:t>,</w:t>
      </w:r>
      <w:r w:rsidR="003C3EDE" w:rsidRPr="00EA2FE3">
        <w:rPr>
          <w:rStyle w:val="Lienhypertexte"/>
          <w:rFonts w:ascii="Times New Roman" w:eastAsiaTheme="majorEastAsia" w:hAnsi="Times New Roman"/>
          <w:color w:val="auto"/>
          <w:sz w:val="22"/>
          <w:szCs w:val="22"/>
          <w:u w:val="none"/>
        </w:rPr>
        <w:t xml:space="preserve"> </w:t>
      </w:r>
      <w:r w:rsidR="00BF3314" w:rsidRPr="00EA2FE3">
        <w:rPr>
          <w:rStyle w:val="Lienhypertexte"/>
          <w:rFonts w:ascii="Times New Roman" w:eastAsiaTheme="majorEastAsia" w:hAnsi="Times New Roman"/>
          <w:color w:val="auto"/>
          <w:sz w:val="22"/>
          <w:szCs w:val="22"/>
          <w:u w:val="none"/>
        </w:rPr>
        <w:t>il s’agit d</w:t>
      </w:r>
      <w:r w:rsidR="003C3EDE" w:rsidRPr="00EA2FE3">
        <w:rPr>
          <w:rStyle w:val="Lienhypertexte"/>
          <w:rFonts w:ascii="Times New Roman" w:eastAsiaTheme="majorEastAsia" w:hAnsi="Times New Roman"/>
          <w:color w:val="auto"/>
          <w:sz w:val="22"/>
          <w:szCs w:val="22"/>
          <w:u w:val="none"/>
        </w:rPr>
        <w:t xml:space="preserve">es variables </w:t>
      </w:r>
      <w:r w:rsidR="004650E3" w:rsidRPr="00EA2FE3">
        <w:rPr>
          <w:rFonts w:ascii="Times New Roman" w:hAnsi="Times New Roman"/>
          <w:sz w:val="22"/>
          <w:szCs w:val="20"/>
        </w:rPr>
        <w:t xml:space="preserve">C0020 </w:t>
      </w:r>
      <w:r w:rsidR="003C3EDE" w:rsidRPr="00EA2FE3">
        <w:rPr>
          <w:rFonts w:ascii="Times New Roman" w:hAnsi="Times New Roman"/>
          <w:sz w:val="22"/>
          <w:szCs w:val="20"/>
        </w:rPr>
        <w:t xml:space="preserve">à </w:t>
      </w:r>
      <w:r w:rsidR="004650E3" w:rsidRPr="00EA2FE3">
        <w:rPr>
          <w:rFonts w:ascii="Times New Roman" w:hAnsi="Times New Roman"/>
          <w:sz w:val="22"/>
          <w:szCs w:val="20"/>
        </w:rPr>
        <w:t>C0120</w:t>
      </w:r>
      <w:r w:rsidR="007D5472" w:rsidRPr="00EA2FE3">
        <w:rPr>
          <w:rFonts w:ascii="Times New Roman" w:hAnsi="Times New Roman"/>
          <w:sz w:val="22"/>
          <w:szCs w:val="20"/>
        </w:rPr>
        <w:t>, à l’exception de la variable C0060 « Ligne d’activité » dont le remplissage est facultatif</w:t>
      </w:r>
      <w:r w:rsidR="00BF3314" w:rsidRPr="00EA2FE3">
        <w:rPr>
          <w:rFonts w:ascii="Times New Roman" w:hAnsi="Times New Roman"/>
          <w:sz w:val="22"/>
          <w:szCs w:val="20"/>
        </w:rPr>
        <w:t>. Elles visent à décrire précisément la version de contrat</w:t>
      </w:r>
      <w:r w:rsidR="004650E3" w:rsidRPr="00EA2FE3">
        <w:rPr>
          <w:rFonts w:ascii="Times New Roman" w:hAnsi="Times New Roman"/>
          <w:sz w:val="22"/>
          <w:szCs w:val="20"/>
        </w:rPr>
        <w:t> </w:t>
      </w:r>
      <w:r w:rsidR="00BF3314" w:rsidRPr="00EA2FE3">
        <w:rPr>
          <w:rFonts w:ascii="Times New Roman" w:hAnsi="Times New Roman"/>
          <w:sz w:val="22"/>
          <w:szCs w:val="20"/>
        </w:rPr>
        <w:t>concernée</w:t>
      </w:r>
      <w:r w:rsidR="004650E3" w:rsidRPr="00EA2FE3">
        <w:rPr>
          <w:rFonts w:ascii="Times New Roman" w:hAnsi="Times New Roman"/>
          <w:sz w:val="22"/>
          <w:szCs w:val="20"/>
        </w:rPr>
        <w:t>;</w:t>
      </w:r>
    </w:p>
    <w:p w:rsidR="0044015C" w:rsidRPr="0044015C" w:rsidRDefault="00904242" w:rsidP="006769F4">
      <w:pPr>
        <w:pStyle w:val="Paragraphedeliste"/>
        <w:numPr>
          <w:ilvl w:val="0"/>
          <w:numId w:val="8"/>
        </w:numPr>
        <w:autoSpaceDE w:val="0"/>
        <w:autoSpaceDN w:val="0"/>
        <w:spacing w:line="276" w:lineRule="auto"/>
        <w:rPr>
          <w:rFonts w:ascii="Times New Roman" w:eastAsiaTheme="majorEastAsia" w:hAnsi="Times New Roman"/>
          <w:sz w:val="22"/>
          <w:szCs w:val="22"/>
        </w:rPr>
      </w:pPr>
      <w:r w:rsidRPr="00EA2FE3">
        <w:rPr>
          <w:rStyle w:val="Lienhypertexte"/>
          <w:rFonts w:ascii="Times New Roman" w:eastAsiaTheme="majorEastAsia" w:hAnsi="Times New Roman"/>
          <w:b/>
          <w:color w:val="auto"/>
          <w:sz w:val="22"/>
          <w:szCs w:val="22"/>
          <w:u w:val="none"/>
        </w:rPr>
        <w:t>Des variables quantitatives </w:t>
      </w:r>
      <w:r w:rsidR="00176BE4" w:rsidRPr="00EA2FE3">
        <w:rPr>
          <w:rStyle w:val="Lienhypertexte"/>
          <w:rFonts w:ascii="Times New Roman" w:eastAsiaTheme="majorEastAsia" w:hAnsi="Times New Roman"/>
          <w:b/>
          <w:color w:val="auto"/>
          <w:sz w:val="22"/>
          <w:szCs w:val="22"/>
          <w:u w:val="none"/>
        </w:rPr>
        <w:t xml:space="preserve">: </w:t>
      </w:r>
      <w:r w:rsidR="00BF3314" w:rsidRPr="00EA2FE3">
        <w:rPr>
          <w:rStyle w:val="Lienhypertexte"/>
          <w:rFonts w:ascii="Times New Roman" w:eastAsiaTheme="majorEastAsia" w:hAnsi="Times New Roman"/>
          <w:color w:val="auto"/>
          <w:sz w:val="22"/>
          <w:szCs w:val="22"/>
          <w:u w:val="none"/>
        </w:rPr>
        <w:t xml:space="preserve">identifiées </w:t>
      </w:r>
      <w:r w:rsidR="003C3EDE" w:rsidRPr="00EA2FE3">
        <w:rPr>
          <w:rStyle w:val="Lienhypertexte"/>
          <w:rFonts w:ascii="Times New Roman" w:eastAsiaTheme="majorEastAsia" w:hAnsi="Times New Roman"/>
          <w:color w:val="auto"/>
          <w:sz w:val="22"/>
          <w:szCs w:val="22"/>
          <w:u w:val="none"/>
        </w:rPr>
        <w:t>par l’en</w:t>
      </w:r>
      <w:r w:rsidR="004B2F7A">
        <w:rPr>
          <w:rStyle w:val="Lienhypertexte"/>
          <w:rFonts w:ascii="Times New Roman" w:eastAsiaTheme="majorEastAsia" w:hAnsi="Times New Roman"/>
          <w:color w:val="auto"/>
          <w:sz w:val="22"/>
          <w:szCs w:val="22"/>
          <w:u w:val="none"/>
        </w:rPr>
        <w:t>-</w:t>
      </w:r>
      <w:r w:rsidR="003C3EDE" w:rsidRPr="00EA2FE3">
        <w:rPr>
          <w:rStyle w:val="Lienhypertexte"/>
          <w:rFonts w:ascii="Times New Roman" w:eastAsiaTheme="majorEastAsia" w:hAnsi="Times New Roman"/>
          <w:color w:val="auto"/>
          <w:sz w:val="22"/>
          <w:szCs w:val="22"/>
          <w:u w:val="none"/>
        </w:rPr>
        <w:t>tête « STOCKS ET MOUVEMENTS»</w:t>
      </w:r>
      <w:r w:rsidR="00BF3314" w:rsidRPr="00EA2FE3">
        <w:rPr>
          <w:rStyle w:val="Lienhypertexte"/>
          <w:rFonts w:ascii="Times New Roman" w:eastAsiaTheme="majorEastAsia" w:hAnsi="Times New Roman"/>
          <w:color w:val="auto"/>
          <w:sz w:val="22"/>
          <w:szCs w:val="22"/>
          <w:u w:val="none"/>
        </w:rPr>
        <w:t>, il s’agit d</w:t>
      </w:r>
      <w:r w:rsidR="003C3EDE" w:rsidRPr="00EA2FE3">
        <w:rPr>
          <w:rStyle w:val="Lienhypertexte"/>
          <w:rFonts w:ascii="Times New Roman" w:eastAsiaTheme="majorEastAsia" w:hAnsi="Times New Roman"/>
          <w:color w:val="auto"/>
          <w:sz w:val="22"/>
          <w:szCs w:val="22"/>
          <w:u w:val="none"/>
        </w:rPr>
        <w:t xml:space="preserve">es variables </w:t>
      </w:r>
      <w:r w:rsidR="004650E3" w:rsidRPr="00EA2FE3">
        <w:rPr>
          <w:rFonts w:ascii="Times New Roman" w:hAnsi="Times New Roman"/>
          <w:sz w:val="22"/>
          <w:szCs w:val="20"/>
        </w:rPr>
        <w:t>C0130 à C0290.</w:t>
      </w:r>
      <w:r w:rsidR="00BF3314" w:rsidRPr="00EA2FE3">
        <w:rPr>
          <w:rFonts w:ascii="Times New Roman" w:hAnsi="Times New Roman"/>
          <w:sz w:val="22"/>
          <w:szCs w:val="20"/>
        </w:rPr>
        <w:t xml:space="preserve"> Elles visent à quantifier </w:t>
      </w:r>
      <w:r w:rsidR="00A318E8" w:rsidRPr="00EA2FE3">
        <w:rPr>
          <w:rFonts w:ascii="Times New Roman" w:hAnsi="Times New Roman"/>
          <w:sz w:val="22"/>
          <w:szCs w:val="20"/>
        </w:rPr>
        <w:t xml:space="preserve">en nombre et en montant les stocks </w:t>
      </w:r>
      <w:r w:rsidR="00A33DBB" w:rsidRPr="00EA2FE3">
        <w:rPr>
          <w:rFonts w:ascii="Times New Roman" w:hAnsi="Times New Roman"/>
          <w:sz w:val="22"/>
          <w:szCs w:val="20"/>
        </w:rPr>
        <w:t xml:space="preserve">(via les Provisions Mathématiques notamment) </w:t>
      </w:r>
      <w:r w:rsidR="00A318E8" w:rsidRPr="00EA2FE3">
        <w:rPr>
          <w:rFonts w:ascii="Times New Roman" w:hAnsi="Times New Roman"/>
          <w:sz w:val="22"/>
          <w:szCs w:val="20"/>
        </w:rPr>
        <w:t xml:space="preserve">et les </w:t>
      </w:r>
      <w:r w:rsidR="00C950AB" w:rsidRPr="00EA2FE3">
        <w:rPr>
          <w:rFonts w:ascii="Times New Roman" w:hAnsi="Times New Roman"/>
          <w:sz w:val="22"/>
          <w:szCs w:val="20"/>
        </w:rPr>
        <w:t xml:space="preserve">principaux </w:t>
      </w:r>
      <w:r w:rsidR="00A318E8" w:rsidRPr="00EA2FE3">
        <w:rPr>
          <w:rFonts w:ascii="Times New Roman" w:hAnsi="Times New Roman"/>
          <w:sz w:val="22"/>
          <w:szCs w:val="20"/>
        </w:rPr>
        <w:t xml:space="preserve">flux (souscriptions, rachats ou revalorisations…) sur les différentes </w:t>
      </w:r>
      <w:r w:rsidR="00BF3314" w:rsidRPr="00EA2FE3">
        <w:rPr>
          <w:rFonts w:ascii="Times New Roman" w:hAnsi="Times New Roman"/>
          <w:sz w:val="22"/>
          <w:szCs w:val="20"/>
        </w:rPr>
        <w:t>version</w:t>
      </w:r>
      <w:r w:rsidR="00A318E8" w:rsidRPr="00EA2FE3">
        <w:rPr>
          <w:rFonts w:ascii="Times New Roman" w:hAnsi="Times New Roman"/>
          <w:sz w:val="22"/>
          <w:szCs w:val="20"/>
        </w:rPr>
        <w:t>s</w:t>
      </w:r>
      <w:r w:rsidR="00BF3314" w:rsidRPr="00EA2FE3">
        <w:rPr>
          <w:rFonts w:ascii="Times New Roman" w:hAnsi="Times New Roman"/>
          <w:sz w:val="22"/>
          <w:szCs w:val="20"/>
        </w:rPr>
        <w:t xml:space="preserve"> de</w:t>
      </w:r>
      <w:r w:rsidR="00A318E8" w:rsidRPr="00EA2FE3">
        <w:rPr>
          <w:rFonts w:ascii="Times New Roman" w:hAnsi="Times New Roman"/>
          <w:sz w:val="22"/>
          <w:szCs w:val="20"/>
        </w:rPr>
        <w:t>s</w:t>
      </w:r>
      <w:r w:rsidR="00BF3314" w:rsidRPr="00EA2FE3">
        <w:rPr>
          <w:rFonts w:ascii="Times New Roman" w:hAnsi="Times New Roman"/>
          <w:sz w:val="22"/>
          <w:szCs w:val="20"/>
        </w:rPr>
        <w:t xml:space="preserve"> contrat</w:t>
      </w:r>
      <w:r w:rsidR="00A318E8" w:rsidRPr="00EA2FE3">
        <w:rPr>
          <w:rFonts w:ascii="Times New Roman" w:hAnsi="Times New Roman"/>
          <w:sz w:val="22"/>
          <w:szCs w:val="20"/>
        </w:rPr>
        <w:t>s.</w:t>
      </w:r>
    </w:p>
    <w:p w:rsidR="003125A8" w:rsidRPr="00EA2FE3" w:rsidRDefault="003125A8" w:rsidP="003C3EDE">
      <w:pPr>
        <w:spacing w:line="276" w:lineRule="auto"/>
        <w:ind w:firstLine="708"/>
      </w:pPr>
    </w:p>
    <w:p w:rsidR="003C3EDE" w:rsidRPr="00EA2FE3" w:rsidRDefault="003C3EDE" w:rsidP="003C3EDE">
      <w:pPr>
        <w:spacing w:line="276" w:lineRule="auto"/>
        <w:ind w:firstLine="708"/>
      </w:pPr>
      <w:r w:rsidRPr="00EA2FE3">
        <w:t>On note N l’exercice d’inventaire.</w:t>
      </w:r>
    </w:p>
    <w:p w:rsidR="003C3EDE" w:rsidRPr="00EA2FE3" w:rsidRDefault="003C3EDE" w:rsidP="009329B8">
      <w:pPr>
        <w:spacing w:line="276" w:lineRule="auto"/>
        <w:ind w:firstLine="708"/>
      </w:pPr>
    </w:p>
    <w:p w:rsidR="006D663E" w:rsidRPr="00EA2FE3" w:rsidRDefault="00BE3652" w:rsidP="009329B8">
      <w:pPr>
        <w:numPr>
          <w:ilvl w:val="0"/>
          <w:numId w:val="6"/>
        </w:numPr>
        <w:spacing w:line="360" w:lineRule="auto"/>
        <w:rPr>
          <w:b/>
          <w:bCs/>
          <w:color w:val="345A8A"/>
          <w:sz w:val="28"/>
          <w:szCs w:val="32"/>
        </w:rPr>
      </w:pPr>
      <w:r w:rsidRPr="00EA2FE3">
        <w:rPr>
          <w:b/>
          <w:bCs/>
          <w:color w:val="345A8A"/>
          <w:sz w:val="28"/>
          <w:szCs w:val="32"/>
        </w:rPr>
        <w:t>Périmètre</w:t>
      </w:r>
      <w:r w:rsidR="00DB0D1B" w:rsidRPr="00EA2FE3">
        <w:rPr>
          <w:b/>
          <w:bCs/>
          <w:color w:val="345A8A"/>
          <w:sz w:val="28"/>
          <w:szCs w:val="32"/>
        </w:rPr>
        <w:t xml:space="preserve"> couvert</w:t>
      </w:r>
    </w:p>
    <w:p w:rsidR="007D5472" w:rsidRPr="00EA2FE3" w:rsidRDefault="007D5472" w:rsidP="007D5472"/>
    <w:p w:rsidR="00FF4FAE" w:rsidRPr="00EA2FE3" w:rsidRDefault="007D5472" w:rsidP="00A33DBB">
      <w:pPr>
        <w:rPr>
          <w:szCs w:val="16"/>
        </w:rPr>
      </w:pPr>
      <w:r w:rsidRPr="00EA2FE3">
        <w:t>Le tableau de l’état FR.20.01 est à renseigner par les organismes d’assurance concernés en fonction de leur activité en application des instructions de l’ACPR n°2016-I-15 et 2016-I-16 relatives à l</w:t>
      </w:r>
      <w:r w:rsidR="00EA2FE3">
        <w:t>a transmission à l’Autorité du Contrôle Prudentiel et de R</w:t>
      </w:r>
      <w:r w:rsidRPr="00EA2FE3">
        <w:t>ésolution de documents prudentiels annuels.</w:t>
      </w:r>
      <w:r w:rsidR="00FE085A" w:rsidRPr="00EA2FE3">
        <w:t xml:space="preserve"> </w:t>
      </w:r>
      <w:r w:rsidR="000A642C" w:rsidRPr="00EA2FE3">
        <w:rPr>
          <w:szCs w:val="16"/>
        </w:rPr>
        <w:t>Les informations doivent être transmises se</w:t>
      </w:r>
      <w:r w:rsidR="00E473E7" w:rsidRPr="00EA2FE3">
        <w:rPr>
          <w:szCs w:val="16"/>
        </w:rPr>
        <w:t xml:space="preserve">lon les modalités définies par les </w:t>
      </w:r>
      <w:r w:rsidR="000A642C" w:rsidRPr="00EA2FE3">
        <w:rPr>
          <w:szCs w:val="16"/>
        </w:rPr>
        <w:t>instruction</w:t>
      </w:r>
      <w:r w:rsidR="00E473E7" w:rsidRPr="00EA2FE3">
        <w:rPr>
          <w:szCs w:val="16"/>
        </w:rPr>
        <w:t>s</w:t>
      </w:r>
      <w:r w:rsidR="000A642C" w:rsidRPr="00EA2FE3">
        <w:rPr>
          <w:szCs w:val="16"/>
        </w:rPr>
        <w:t xml:space="preserve"> </w:t>
      </w:r>
      <w:r w:rsidR="00E473E7" w:rsidRPr="00EA2FE3">
        <w:rPr>
          <w:szCs w:val="16"/>
        </w:rPr>
        <w:t>n°</w:t>
      </w:r>
      <w:r w:rsidR="000A642C" w:rsidRPr="00EA2FE3">
        <w:rPr>
          <w:szCs w:val="16"/>
        </w:rPr>
        <w:t>2016-I</w:t>
      </w:r>
      <w:r w:rsidRPr="00EA2FE3">
        <w:rPr>
          <w:szCs w:val="16"/>
        </w:rPr>
        <w:t>-</w:t>
      </w:r>
      <w:r w:rsidR="000A642C" w:rsidRPr="00EA2FE3">
        <w:rPr>
          <w:szCs w:val="16"/>
        </w:rPr>
        <w:t>17</w:t>
      </w:r>
      <w:r w:rsidRPr="00EA2FE3">
        <w:rPr>
          <w:szCs w:val="16"/>
        </w:rPr>
        <w:t xml:space="preserve"> </w:t>
      </w:r>
      <w:r w:rsidR="00E473E7" w:rsidRPr="00EA2FE3">
        <w:rPr>
          <w:szCs w:val="16"/>
        </w:rPr>
        <w:t>et 2016-I-18</w:t>
      </w:r>
      <w:r w:rsidR="000A642C" w:rsidRPr="00EA2FE3">
        <w:rPr>
          <w:szCs w:val="16"/>
        </w:rPr>
        <w:t>.</w:t>
      </w:r>
      <w:r w:rsidR="00B67252">
        <w:rPr>
          <w:szCs w:val="16"/>
        </w:rPr>
        <w:t xml:space="preserve"> En particulier, les montants doivent être renseignés en euros et les taux en pourcentage (par exemple, pour 2% renseigner 0.02 ou 2% et non pas 2).</w:t>
      </w:r>
    </w:p>
    <w:p w:rsidR="00FF4FAE" w:rsidRPr="00EA2FE3" w:rsidRDefault="00FF4FAE" w:rsidP="00FF4FAE">
      <w:pPr>
        <w:spacing w:line="276" w:lineRule="auto"/>
        <w:ind w:firstLine="708"/>
        <w:rPr>
          <w:szCs w:val="16"/>
        </w:rPr>
      </w:pPr>
    </w:p>
    <w:p w:rsidR="00FF4FAE" w:rsidRPr="00EA2FE3" w:rsidRDefault="00FF4FAE" w:rsidP="00FF4FAE">
      <w:pPr>
        <w:spacing w:line="276" w:lineRule="auto"/>
        <w:ind w:firstLine="708"/>
        <w:rPr>
          <w:szCs w:val="16"/>
        </w:rPr>
      </w:pPr>
      <w:r w:rsidRPr="00EA2FE3">
        <w:rPr>
          <w:szCs w:val="16"/>
        </w:rPr>
        <w:lastRenderedPageBreak/>
        <w:t xml:space="preserve">Les contrats à faire figurer </w:t>
      </w:r>
      <w:r w:rsidR="00F2679D" w:rsidRPr="00EA2FE3">
        <w:rPr>
          <w:szCs w:val="16"/>
        </w:rPr>
        <w:t xml:space="preserve">dans cet état </w:t>
      </w:r>
      <w:r w:rsidRPr="00EA2FE3">
        <w:rPr>
          <w:szCs w:val="16"/>
        </w:rPr>
        <w:t xml:space="preserve">sont </w:t>
      </w:r>
      <w:r w:rsidR="00C950AB" w:rsidRPr="00EA2FE3">
        <w:rPr>
          <w:szCs w:val="16"/>
        </w:rPr>
        <w:t xml:space="preserve">l’ensemble des contrats vie et capitalisation </w:t>
      </w:r>
      <w:r w:rsidRPr="00EA2FE3">
        <w:rPr>
          <w:szCs w:val="16"/>
        </w:rPr>
        <w:t>comptabilisés, en affaires directes, dans un organisme français</w:t>
      </w:r>
      <w:r w:rsidR="005A72C1">
        <w:rPr>
          <w:szCs w:val="16"/>
        </w:rPr>
        <w:t xml:space="preserve"> en année N</w:t>
      </w:r>
      <w:r w:rsidRPr="00EA2FE3">
        <w:rPr>
          <w:szCs w:val="16"/>
        </w:rPr>
        <w:t xml:space="preserve">. </w:t>
      </w:r>
      <w:r w:rsidR="00FB7B33" w:rsidRPr="00EA2FE3">
        <w:t>Les contrats dénoués</w:t>
      </w:r>
      <w:r w:rsidR="00C928ED">
        <w:t>,</w:t>
      </w:r>
      <w:r w:rsidR="00FB7B33" w:rsidRPr="00EA2FE3">
        <w:t xml:space="preserve"> </w:t>
      </w:r>
      <w:r w:rsidR="00C928ED">
        <w:t>y compris</w:t>
      </w:r>
      <w:r w:rsidR="00FB7B33" w:rsidRPr="00EA2FE3">
        <w:t xml:space="preserve"> les taux de revalorisation « post mortem »</w:t>
      </w:r>
      <w:r w:rsidR="00C928ED">
        <w:t>,</w:t>
      </w:r>
      <w:r w:rsidR="00FB7B33" w:rsidRPr="00EA2FE3">
        <w:t xml:space="preserve"> sont </w:t>
      </w:r>
      <w:r w:rsidR="00FB7B33">
        <w:t>inclus dans le champ de l’état</w:t>
      </w:r>
      <w:r w:rsidR="00FB7B33" w:rsidRPr="00EA2FE3">
        <w:t>.</w:t>
      </w:r>
      <w:r w:rsidR="00FB7B33">
        <w:t xml:space="preserve"> </w:t>
      </w:r>
      <w:r w:rsidR="00C928ED">
        <w:rPr>
          <w:szCs w:val="16"/>
        </w:rPr>
        <w:t>L</w:t>
      </w:r>
      <w:r w:rsidRPr="00EA2FE3">
        <w:rPr>
          <w:szCs w:val="16"/>
        </w:rPr>
        <w:t>es contrats comptabilisés dans des succursales non françaises</w:t>
      </w:r>
      <w:r w:rsidR="00D275A5" w:rsidRPr="00EA2FE3">
        <w:rPr>
          <w:szCs w:val="16"/>
        </w:rPr>
        <w:t xml:space="preserve">, la LPS </w:t>
      </w:r>
      <w:r w:rsidR="00C540BA" w:rsidRPr="00EA2FE3">
        <w:rPr>
          <w:szCs w:val="16"/>
        </w:rPr>
        <w:t xml:space="preserve">(à partir et à destination de la France) </w:t>
      </w:r>
      <w:r w:rsidR="00D275A5" w:rsidRPr="00EA2FE3">
        <w:rPr>
          <w:szCs w:val="16"/>
        </w:rPr>
        <w:t>et les acceptations</w:t>
      </w:r>
      <w:r w:rsidR="00C928ED">
        <w:rPr>
          <w:szCs w:val="16"/>
        </w:rPr>
        <w:t xml:space="preserve"> sont exclus</w:t>
      </w:r>
      <w:r w:rsidR="00F848A8">
        <w:rPr>
          <w:szCs w:val="16"/>
        </w:rPr>
        <w:t>, tout comme les garanties non-vie incluses dans les contrats vie</w:t>
      </w:r>
      <w:r w:rsidRPr="00EA2FE3">
        <w:rPr>
          <w:szCs w:val="16"/>
        </w:rPr>
        <w:t>.</w:t>
      </w:r>
      <w:r w:rsidR="00F464B5" w:rsidRPr="00EA2FE3">
        <w:rPr>
          <w:szCs w:val="16"/>
        </w:rPr>
        <w:t xml:space="preserve"> Les données doivent être reportées brutes de réassurance.</w:t>
      </w:r>
      <w:r w:rsidR="006E07E2" w:rsidRPr="00EA2FE3">
        <w:rPr>
          <w:szCs w:val="16"/>
        </w:rPr>
        <w:t xml:space="preserve"> </w:t>
      </w:r>
    </w:p>
    <w:p w:rsidR="00FE085A" w:rsidRPr="00EA2FE3" w:rsidRDefault="00FE085A" w:rsidP="00FE085A">
      <w:pPr>
        <w:spacing w:line="276" w:lineRule="auto"/>
        <w:ind w:firstLine="709"/>
      </w:pPr>
    </w:p>
    <w:p w:rsidR="00FE085A" w:rsidRPr="00EA2FE3" w:rsidRDefault="00C950AB" w:rsidP="00FE085A">
      <w:pPr>
        <w:spacing w:line="276" w:lineRule="auto"/>
        <w:ind w:firstLine="709"/>
        <w:rPr>
          <w:szCs w:val="16"/>
        </w:rPr>
      </w:pPr>
      <w:r w:rsidRPr="00EA2FE3">
        <w:t>L</w:t>
      </w:r>
      <w:r w:rsidR="00FE085A" w:rsidRPr="00EA2FE3">
        <w:t xml:space="preserve">es contrats </w:t>
      </w:r>
      <w:r w:rsidR="00F2679D" w:rsidRPr="00EA2FE3">
        <w:t>sont à distinguer</w:t>
      </w:r>
      <w:r w:rsidR="00FE085A" w:rsidRPr="00EA2FE3">
        <w:t xml:space="preserve"> en fonction de </w:t>
      </w:r>
      <w:r w:rsidR="00FE085A" w:rsidRPr="00EA2FE3">
        <w:rPr>
          <w:b/>
        </w:rPr>
        <w:t>leur catégorie comptable ou de leur sous-catégorie comptable lorsqu’elle existe</w:t>
      </w:r>
      <w:r w:rsidR="00FE085A" w:rsidRPr="00EA2FE3">
        <w:t>.</w:t>
      </w:r>
      <w:r w:rsidR="00FE085A" w:rsidRPr="00EA2FE3">
        <w:rPr>
          <w:b/>
        </w:rPr>
        <w:t xml:space="preserve"> Ces dénominations sont présentées en Annexe 1</w:t>
      </w:r>
      <w:r w:rsidR="00FF1ED6">
        <w:rPr>
          <w:b/>
        </w:rPr>
        <w:t xml:space="preserve"> et sont semblables à celles de l’état FR13.01</w:t>
      </w:r>
      <w:r w:rsidR="00FE085A" w:rsidRPr="00EA2FE3">
        <w:rPr>
          <w:b/>
        </w:rPr>
        <w:t>.</w:t>
      </w:r>
      <w:r w:rsidR="00FE085A" w:rsidRPr="00EA2FE3">
        <w:t xml:space="preserve"> </w:t>
      </w:r>
      <w:r w:rsidR="00FE085A" w:rsidRPr="00EA2FE3">
        <w:rPr>
          <w:szCs w:val="16"/>
        </w:rPr>
        <w:t>Des précisions sont également données en Annexe 2 sur la catégorisation des différents contrats.</w:t>
      </w:r>
    </w:p>
    <w:p w:rsidR="003043A6" w:rsidRPr="00EA2FE3" w:rsidRDefault="003043A6" w:rsidP="00FF4FAE">
      <w:pPr>
        <w:spacing w:line="276" w:lineRule="auto"/>
        <w:ind w:firstLine="708"/>
        <w:rPr>
          <w:vanish/>
          <w:sz w:val="24"/>
          <w:specVanish/>
        </w:rPr>
      </w:pPr>
    </w:p>
    <w:p w:rsidR="00FA1DE5" w:rsidRPr="00EA2FE3" w:rsidRDefault="00FE085A" w:rsidP="00A33DBB">
      <w:pPr>
        <w:spacing w:line="276" w:lineRule="auto"/>
      </w:pPr>
      <w:r w:rsidRPr="00EA2FE3">
        <w:tab/>
      </w:r>
      <w:r w:rsidR="00FA1DE5" w:rsidRPr="00EA2FE3">
        <w:t xml:space="preserve">En fonction de la nature du contrat ou du support recensé, certaines variables </w:t>
      </w:r>
      <w:r w:rsidR="00343ED9">
        <w:t>peuvent ne pas être</w:t>
      </w:r>
      <w:r w:rsidR="00FA1DE5" w:rsidRPr="00EA2FE3">
        <w:t xml:space="preserve"> applicables</w:t>
      </w:r>
      <w:r w:rsidR="00C950AB" w:rsidRPr="00EA2FE3">
        <w:t>.</w:t>
      </w:r>
    </w:p>
    <w:p w:rsidR="003043A6" w:rsidRPr="00EA2FE3" w:rsidRDefault="003043A6" w:rsidP="009329B8">
      <w:pPr>
        <w:spacing w:line="276" w:lineRule="auto"/>
        <w:ind w:firstLine="708"/>
      </w:pPr>
    </w:p>
    <w:p w:rsidR="003043A6" w:rsidRPr="00EA2FE3" w:rsidRDefault="003043A6" w:rsidP="009329B8">
      <w:pPr>
        <w:spacing w:line="276" w:lineRule="auto"/>
        <w:ind w:firstLine="708"/>
      </w:pPr>
    </w:p>
    <w:p w:rsidR="003043A6" w:rsidRPr="00EA2FE3" w:rsidRDefault="00626400" w:rsidP="002815F5">
      <w:pPr>
        <w:keepNext/>
        <w:numPr>
          <w:ilvl w:val="0"/>
          <w:numId w:val="6"/>
        </w:numPr>
        <w:spacing w:line="360" w:lineRule="auto"/>
        <w:rPr>
          <w:b/>
          <w:bCs/>
          <w:color w:val="345A8A"/>
          <w:sz w:val="28"/>
          <w:szCs w:val="32"/>
        </w:rPr>
      </w:pPr>
      <w:r w:rsidRPr="00EA2FE3">
        <w:rPr>
          <w:b/>
          <w:bCs/>
          <w:color w:val="345A8A"/>
          <w:sz w:val="28"/>
          <w:szCs w:val="32"/>
        </w:rPr>
        <w:t>R</w:t>
      </w:r>
      <w:r w:rsidR="003043A6" w:rsidRPr="00EA2FE3">
        <w:rPr>
          <w:b/>
          <w:bCs/>
          <w:color w:val="345A8A"/>
          <w:sz w:val="28"/>
          <w:szCs w:val="32"/>
        </w:rPr>
        <w:t>emplissage de l’état</w:t>
      </w:r>
    </w:p>
    <w:p w:rsidR="003043A6" w:rsidRPr="00EA2FE3" w:rsidRDefault="003043A6" w:rsidP="002815F5">
      <w:pPr>
        <w:keepNext/>
        <w:spacing w:line="276" w:lineRule="auto"/>
        <w:ind w:firstLine="708"/>
      </w:pPr>
    </w:p>
    <w:p w:rsidR="00C93878" w:rsidRPr="00EA2FE3" w:rsidRDefault="0024322A" w:rsidP="00632008">
      <w:pPr>
        <w:spacing w:line="276" w:lineRule="auto"/>
        <w:ind w:firstLine="709"/>
      </w:pPr>
      <w:r w:rsidRPr="00EA2FE3">
        <w:rPr>
          <w:b/>
        </w:rPr>
        <w:t>Une même version de contrat doit être présentée sur une ligne unique</w:t>
      </w:r>
      <w:r w:rsidRPr="00EA2FE3">
        <w:t xml:space="preserve"> : il ne doit pas y avoir de découpage d’une version de contrat par garantie (par exemple garanties principales et garanties complémentaires). </w:t>
      </w:r>
      <w:r w:rsidR="001D305C">
        <w:t xml:space="preserve">Lorsqu’un contrat recouvre plusieurs catégories d’opérations, il est rattaché entièrement à la catégorie la plus importante. Par exemple, les contrats en unités de compte avec garanties </w:t>
      </w:r>
      <w:proofErr w:type="gramStart"/>
      <w:r w:rsidR="008556C2">
        <w:t>plancher</w:t>
      </w:r>
      <w:proofErr w:type="gramEnd"/>
      <w:r w:rsidR="001D305C">
        <w:t xml:space="preserve"> en euros sont déclarés entièrement en catégorie 8 ou 9. Par exception, les garanties non-vie sont dissociées des contrats vie et les contrats multi-supports sont traités comme autant de </w:t>
      </w:r>
      <w:r w:rsidR="001F7A8F">
        <w:t xml:space="preserve">versions de </w:t>
      </w:r>
      <w:r w:rsidR="001D305C">
        <w:t xml:space="preserve">contrats que l’assuré a </w:t>
      </w:r>
      <w:proofErr w:type="gramStart"/>
      <w:r w:rsidR="001D305C">
        <w:t>choisi</w:t>
      </w:r>
      <w:proofErr w:type="gramEnd"/>
      <w:r w:rsidR="001D305C">
        <w:t xml:space="preserve"> de supports (les différentes U</w:t>
      </w:r>
      <w:r w:rsidR="00632008">
        <w:t xml:space="preserve">nités de </w:t>
      </w:r>
      <w:r w:rsidR="001D305C">
        <w:t>C</w:t>
      </w:r>
      <w:r w:rsidR="00632008">
        <w:t>ompte</w:t>
      </w:r>
      <w:r w:rsidR="001D305C">
        <w:t xml:space="preserve"> comptant comme un seul support).</w:t>
      </w:r>
    </w:p>
    <w:p w:rsidR="00425C36" w:rsidRPr="00EA2FE3" w:rsidRDefault="00425C36" w:rsidP="00A33DBB">
      <w:pPr>
        <w:spacing w:line="276" w:lineRule="auto"/>
        <w:ind w:firstLine="709"/>
      </w:pPr>
    </w:p>
    <w:p w:rsidR="00425C36" w:rsidRPr="00EA2FE3" w:rsidRDefault="009B2279" w:rsidP="00A33DBB">
      <w:pPr>
        <w:spacing w:line="276" w:lineRule="auto"/>
        <w:ind w:firstLine="709"/>
      </w:pPr>
      <w:r w:rsidRPr="00EA2FE3">
        <w:t>Toutefois le contrat doit être s</w:t>
      </w:r>
      <w:r w:rsidR="00661BC8" w:rsidRPr="00EA2FE3">
        <w:t>cindé et</w:t>
      </w:r>
      <w:r w:rsidR="00DB5035" w:rsidRPr="00EA2FE3">
        <w:t xml:space="preserve"> reporté sur </w:t>
      </w:r>
      <w:r w:rsidR="00425C36" w:rsidRPr="00EA2FE3">
        <w:t>des</w:t>
      </w:r>
      <w:r w:rsidR="00DB5035" w:rsidRPr="00EA2FE3">
        <w:t xml:space="preserve"> lignes successives et distinctes d</w:t>
      </w:r>
      <w:r w:rsidR="0090090F" w:rsidRPr="00EA2FE3">
        <w:t xml:space="preserve">ès lors que la valeur prise par une ou plusieurs </w:t>
      </w:r>
      <w:r w:rsidR="0090090F" w:rsidRPr="00EA2FE3">
        <w:rPr>
          <w:b/>
        </w:rPr>
        <w:t>variables de segmentation</w:t>
      </w:r>
      <w:r w:rsidR="0090090F" w:rsidRPr="00EA2FE3">
        <w:t xml:space="preserve"> change</w:t>
      </w:r>
      <w:r w:rsidR="00DB5035" w:rsidRPr="00EA2FE3">
        <w:t>.</w:t>
      </w:r>
      <w:r w:rsidR="00425C36" w:rsidRPr="00EA2FE3">
        <w:t xml:space="preserve"> </w:t>
      </w:r>
      <w:r w:rsidR="00FA1DE5" w:rsidRPr="00EA2FE3">
        <w:rPr>
          <w:b/>
        </w:rPr>
        <w:t>En particulier, le taux technique constitue une variable de segmentation</w:t>
      </w:r>
      <w:r w:rsidR="00FA1DE5" w:rsidRPr="00EA2FE3">
        <w:t xml:space="preserve">. Les </w:t>
      </w:r>
      <w:r w:rsidR="00661BC8" w:rsidRPr="00EA2FE3">
        <w:t xml:space="preserve">informations relatives à </w:t>
      </w:r>
      <w:r w:rsidR="00FA1DE5" w:rsidRPr="00EA2FE3">
        <w:t xml:space="preserve">un même contrat commercial mais issues de versements auxquels s’appliquent des taux techniques différents devront </w:t>
      </w:r>
      <w:r w:rsidR="00EA2FE3">
        <w:t xml:space="preserve">ainsi </w:t>
      </w:r>
      <w:r w:rsidR="00FA1DE5" w:rsidRPr="00EA2FE3">
        <w:t>faire l’objet de lignes distinctes.</w:t>
      </w:r>
    </w:p>
    <w:p w:rsidR="00DB5035" w:rsidRPr="00EA2FE3" w:rsidRDefault="00DB5035" w:rsidP="00A33DBB">
      <w:pPr>
        <w:spacing w:line="276" w:lineRule="auto"/>
        <w:ind w:firstLine="709"/>
      </w:pPr>
      <w:r w:rsidRPr="00EA2FE3">
        <w:t xml:space="preserve"> </w:t>
      </w:r>
    </w:p>
    <w:p w:rsidR="00425C36" w:rsidRPr="00EA2FE3" w:rsidRDefault="00425C36" w:rsidP="00A33DBB">
      <w:pPr>
        <w:keepNext/>
        <w:spacing w:line="276" w:lineRule="auto"/>
      </w:pPr>
    </w:p>
    <w:p w:rsidR="00DB5035" w:rsidRPr="00EA2FE3" w:rsidRDefault="006D574B" w:rsidP="002A2FDB">
      <w:pPr>
        <w:keepNext/>
        <w:spacing w:line="276" w:lineRule="auto"/>
        <w:ind w:firstLine="709"/>
        <w:rPr>
          <w:i/>
          <w:szCs w:val="22"/>
        </w:rPr>
      </w:pPr>
      <w:r w:rsidRPr="00EA2FE3">
        <w:t>Néanmoins</w:t>
      </w:r>
      <w:r w:rsidR="003C20B6" w:rsidRPr="00EA2FE3">
        <w:t xml:space="preserve">, </w:t>
      </w:r>
      <w:r w:rsidR="00C93878" w:rsidRPr="00EA2FE3">
        <w:t>certaines versions peuvent être regroupées à titre exceptionnel sur une même ligne, en cas de</w:t>
      </w:r>
      <w:r w:rsidR="003C20B6" w:rsidRPr="00EA2FE3">
        <w:t xml:space="preserve"> </w:t>
      </w:r>
      <w:r w:rsidR="00C93878" w:rsidRPr="00EA2FE3">
        <w:t>valeur</w:t>
      </w:r>
      <w:r w:rsidR="00EA2FE3">
        <w:t>s</w:t>
      </w:r>
      <w:r w:rsidR="00C93878" w:rsidRPr="00EA2FE3">
        <w:t xml:space="preserve"> </w:t>
      </w:r>
      <w:r w:rsidR="003C20B6" w:rsidRPr="00EA2FE3">
        <w:t xml:space="preserve">de variables de segmentation </w:t>
      </w:r>
      <w:r w:rsidR="00C93878" w:rsidRPr="00EA2FE3">
        <w:t xml:space="preserve">très </w:t>
      </w:r>
      <w:r w:rsidR="003C20B6" w:rsidRPr="00EA2FE3">
        <w:t>proche</w:t>
      </w:r>
      <w:r w:rsidR="00C93878" w:rsidRPr="00EA2FE3">
        <w:t>s</w:t>
      </w:r>
      <w:r w:rsidR="003C20B6" w:rsidRPr="00EA2FE3">
        <w:t xml:space="preserve"> et </w:t>
      </w:r>
      <w:r w:rsidR="00C93878" w:rsidRPr="00EA2FE3">
        <w:t xml:space="preserve">de </w:t>
      </w:r>
      <w:r w:rsidR="003C20B6" w:rsidRPr="00EA2FE3">
        <w:t xml:space="preserve">montants de </w:t>
      </w:r>
      <w:r w:rsidR="00EA2FE3">
        <w:t>provisions mathématiques</w:t>
      </w:r>
      <w:r w:rsidR="003C20B6" w:rsidRPr="00EA2FE3">
        <w:t xml:space="preserve"> non significatifs</w:t>
      </w:r>
      <w:r w:rsidR="00005557" w:rsidRPr="00EA2FE3">
        <w:t>.</w:t>
      </w:r>
      <w:r w:rsidR="00FE085A" w:rsidRPr="00EA2FE3">
        <w:t xml:space="preserve"> Tout en </w:t>
      </w:r>
      <w:r w:rsidR="00EA3F8C" w:rsidRPr="00EA2FE3">
        <w:rPr>
          <w:szCs w:val="22"/>
        </w:rPr>
        <w:t>conserv</w:t>
      </w:r>
      <w:r w:rsidR="00FE085A" w:rsidRPr="00EA2FE3">
        <w:rPr>
          <w:szCs w:val="22"/>
        </w:rPr>
        <w:t xml:space="preserve">ant </w:t>
      </w:r>
      <w:r w:rsidR="00EA3F8C" w:rsidRPr="00EA2FE3">
        <w:rPr>
          <w:szCs w:val="22"/>
        </w:rPr>
        <w:t>une granularité satisfaisante, des simplifications peuvent être mises en œuvre en veillant rigoureusement à ce qu’elles ne biaisent pas sensiblement les résultats reportés.</w:t>
      </w:r>
      <w:r w:rsidR="009B2279" w:rsidRPr="00EA2FE3">
        <w:rPr>
          <w:szCs w:val="22"/>
        </w:rPr>
        <w:t xml:space="preserve"> </w:t>
      </w:r>
      <w:r w:rsidR="001567AC">
        <w:rPr>
          <w:szCs w:val="22"/>
        </w:rPr>
        <w:t>L’</w:t>
      </w:r>
      <w:r w:rsidR="001567AC" w:rsidRPr="00EA2FE3">
        <w:rPr>
          <w:szCs w:val="22"/>
        </w:rPr>
        <w:t>ensemble des méthodes de simplification utilisées</w:t>
      </w:r>
      <w:r w:rsidR="001567AC" w:rsidRPr="00EA2FE3" w:rsidDel="001567AC">
        <w:rPr>
          <w:szCs w:val="22"/>
        </w:rPr>
        <w:t xml:space="preserve"> </w:t>
      </w:r>
      <w:r w:rsidR="001567AC">
        <w:rPr>
          <w:szCs w:val="22"/>
        </w:rPr>
        <w:t xml:space="preserve">devront être </w:t>
      </w:r>
      <w:r w:rsidR="008556C2">
        <w:rPr>
          <w:szCs w:val="22"/>
        </w:rPr>
        <w:t>communi</w:t>
      </w:r>
      <w:r w:rsidR="001567AC">
        <w:rPr>
          <w:szCs w:val="22"/>
        </w:rPr>
        <w:t>quées</w:t>
      </w:r>
      <w:r w:rsidR="007D60EC">
        <w:rPr>
          <w:szCs w:val="22"/>
        </w:rPr>
        <w:t xml:space="preserve"> par mail à l’adresse </w:t>
      </w:r>
      <w:hyperlink r:id="rId10" w:history="1">
        <w:r w:rsidR="007D60EC" w:rsidRPr="00D446D8">
          <w:rPr>
            <w:rStyle w:val="Lienhypertexte"/>
            <w:szCs w:val="22"/>
          </w:rPr>
          <w:t>revalotaux@acpr.banque-france.fr</w:t>
        </w:r>
      </w:hyperlink>
      <w:r w:rsidR="00EA3F8C" w:rsidRPr="00EA2FE3">
        <w:rPr>
          <w:i/>
          <w:szCs w:val="22"/>
        </w:rPr>
        <w:t>.</w:t>
      </w:r>
    </w:p>
    <w:p w:rsidR="00F2679D" w:rsidRPr="00EA2FE3" w:rsidRDefault="00F2679D" w:rsidP="002A2FDB">
      <w:pPr>
        <w:keepNext/>
        <w:spacing w:line="276" w:lineRule="auto"/>
        <w:ind w:firstLine="709"/>
        <w:rPr>
          <w:i/>
          <w:szCs w:val="22"/>
        </w:rPr>
      </w:pPr>
    </w:p>
    <w:p w:rsidR="00F2679D" w:rsidRPr="00EA2FE3" w:rsidRDefault="00F2679D" w:rsidP="002A2FDB">
      <w:pPr>
        <w:keepNext/>
        <w:spacing w:line="276" w:lineRule="auto"/>
        <w:ind w:firstLine="709"/>
      </w:pPr>
      <w:r w:rsidRPr="00EA2FE3">
        <w:rPr>
          <w:szCs w:val="22"/>
        </w:rPr>
        <w:t xml:space="preserve">Dans le cas des contrats collectifs </w:t>
      </w:r>
      <w:r w:rsidR="007D60EC">
        <w:rPr>
          <w:szCs w:val="22"/>
        </w:rPr>
        <w:t xml:space="preserve">à adhésion facultative   </w:t>
      </w:r>
      <w:r w:rsidRPr="00EA2FE3">
        <w:rPr>
          <w:szCs w:val="22"/>
        </w:rPr>
        <w:t xml:space="preserve">ou des contrats individuels à groupe ouvert, </w:t>
      </w:r>
      <w:r w:rsidR="008F16CA" w:rsidRPr="00EA2FE3">
        <w:rPr>
          <w:szCs w:val="22"/>
        </w:rPr>
        <w:t>toutes les variables en nombre (</w:t>
      </w:r>
      <w:r w:rsidR="008556C2">
        <w:rPr>
          <w:szCs w:val="22"/>
        </w:rPr>
        <w:t xml:space="preserve">nombre de </w:t>
      </w:r>
      <w:r w:rsidR="008F16CA" w:rsidRPr="00EA2FE3">
        <w:rPr>
          <w:szCs w:val="22"/>
        </w:rPr>
        <w:t xml:space="preserve">nouvelles souscriptions, </w:t>
      </w:r>
      <w:r w:rsidR="008556C2">
        <w:rPr>
          <w:szCs w:val="22"/>
        </w:rPr>
        <w:t xml:space="preserve">de </w:t>
      </w:r>
      <w:r w:rsidR="008F16CA" w:rsidRPr="00EA2FE3">
        <w:rPr>
          <w:szCs w:val="22"/>
        </w:rPr>
        <w:t>rachats etc…) sont relatives aux adhérents et non à l’assuré. Il ne faut en aucun cas indiquer « 1 » en réponse s’il y a plus d’un adhérent au contrat.</w:t>
      </w:r>
      <w:r w:rsidR="007D60EC">
        <w:rPr>
          <w:szCs w:val="22"/>
        </w:rPr>
        <w:t xml:space="preserve"> Pour les contrats à adhésion obligatoire, c’est le chiffre « 1 » qui est indiqué.</w:t>
      </w:r>
    </w:p>
    <w:p w:rsidR="00C93878" w:rsidRPr="00EA2FE3" w:rsidRDefault="00C93878">
      <w:pPr>
        <w:keepNext/>
        <w:spacing w:line="276" w:lineRule="auto"/>
        <w:ind w:firstLine="709"/>
      </w:pPr>
    </w:p>
    <w:p w:rsidR="006D574B" w:rsidRPr="00EA2FE3" w:rsidRDefault="003C20B6">
      <w:pPr>
        <w:keepNext/>
        <w:spacing w:line="276" w:lineRule="auto"/>
        <w:ind w:firstLine="709"/>
      </w:pPr>
      <w:r w:rsidRPr="00EA2FE3">
        <w:t xml:space="preserve">Il est demandé de ne pas ajouter de lignes </w:t>
      </w:r>
      <w:r w:rsidRPr="00EA2FE3">
        <w:rPr>
          <w:i/>
        </w:rPr>
        <w:t>total</w:t>
      </w:r>
      <w:r w:rsidRPr="00EA2FE3">
        <w:t xml:space="preserve"> ou </w:t>
      </w:r>
      <w:r w:rsidRPr="00EA2FE3">
        <w:rPr>
          <w:i/>
        </w:rPr>
        <w:t>sous-total</w:t>
      </w:r>
      <w:r w:rsidRPr="00EA2FE3">
        <w:t xml:space="preserve"> dans l’état de remise. </w:t>
      </w:r>
    </w:p>
    <w:p w:rsidR="00DB5035" w:rsidRPr="00EA2FE3" w:rsidRDefault="00DB5035">
      <w:pPr>
        <w:keepNext/>
        <w:spacing w:line="276" w:lineRule="auto"/>
        <w:ind w:firstLine="709"/>
      </w:pPr>
    </w:p>
    <w:p w:rsidR="0010621A" w:rsidRPr="00EA2FE3" w:rsidRDefault="00FE085A">
      <w:pPr>
        <w:keepNext/>
        <w:spacing w:line="276" w:lineRule="auto"/>
        <w:ind w:firstLine="709"/>
      </w:pPr>
      <w:r w:rsidRPr="00EA2FE3">
        <w:t>Enfin</w:t>
      </w:r>
      <w:r w:rsidR="003C20B6" w:rsidRPr="00EA2FE3">
        <w:t xml:space="preserve">, pour </w:t>
      </w:r>
      <w:r w:rsidR="003C20B6" w:rsidRPr="00EA2FE3">
        <w:rPr>
          <w:szCs w:val="22"/>
        </w:rPr>
        <w:t xml:space="preserve">les contrats d’assurance-vie en </w:t>
      </w:r>
      <w:proofErr w:type="spellStart"/>
      <w:r w:rsidR="003C20B6" w:rsidRPr="00EA2FE3">
        <w:rPr>
          <w:szCs w:val="22"/>
        </w:rPr>
        <w:t>co-assurance</w:t>
      </w:r>
      <w:proofErr w:type="spellEnd"/>
      <w:r w:rsidR="003C20B6" w:rsidRPr="00EA2FE3">
        <w:rPr>
          <w:szCs w:val="22"/>
        </w:rPr>
        <w:t xml:space="preserve">, l’organisme doit pondérer les quantités reportées à hauteur de la part qu’il détient en tant que </w:t>
      </w:r>
      <w:proofErr w:type="spellStart"/>
      <w:r w:rsidR="003C20B6" w:rsidRPr="00EA2FE3">
        <w:rPr>
          <w:szCs w:val="22"/>
        </w:rPr>
        <w:t>co</w:t>
      </w:r>
      <w:proofErr w:type="spellEnd"/>
      <w:r w:rsidR="003C20B6" w:rsidRPr="00EA2FE3">
        <w:rPr>
          <w:szCs w:val="22"/>
        </w:rPr>
        <w:t xml:space="preserve">-assureur (la somme des montants reportés par chacun des </w:t>
      </w:r>
      <w:proofErr w:type="spellStart"/>
      <w:r w:rsidR="003C20B6" w:rsidRPr="00EA2FE3">
        <w:rPr>
          <w:szCs w:val="22"/>
        </w:rPr>
        <w:t>co</w:t>
      </w:r>
      <w:proofErr w:type="spellEnd"/>
      <w:r w:rsidR="003C20B6" w:rsidRPr="00EA2FE3">
        <w:rPr>
          <w:szCs w:val="22"/>
        </w:rPr>
        <w:t xml:space="preserve">-assureurs égalant le montant total du contrat </w:t>
      </w:r>
      <w:proofErr w:type="spellStart"/>
      <w:r w:rsidR="003C20B6" w:rsidRPr="00EA2FE3">
        <w:rPr>
          <w:szCs w:val="22"/>
        </w:rPr>
        <w:t>co</w:t>
      </w:r>
      <w:proofErr w:type="spellEnd"/>
      <w:r w:rsidR="003C20B6" w:rsidRPr="00EA2FE3">
        <w:rPr>
          <w:szCs w:val="22"/>
        </w:rPr>
        <w:t>-assuré).</w:t>
      </w:r>
    </w:p>
    <w:p w:rsidR="0024322A" w:rsidRPr="00EA2FE3" w:rsidRDefault="0024322A" w:rsidP="0010621A">
      <w:pPr>
        <w:spacing w:line="276" w:lineRule="auto"/>
        <w:ind w:firstLine="708"/>
        <w:rPr>
          <w:szCs w:val="16"/>
        </w:rPr>
        <w:sectPr w:rsidR="0024322A" w:rsidRPr="00EA2FE3" w:rsidSect="00E977BD">
          <w:footerReference w:type="default" r:id="rId11"/>
          <w:pgSz w:w="11906" w:h="16838"/>
          <w:pgMar w:top="1417" w:right="1417" w:bottom="1417" w:left="1417" w:header="720" w:footer="720" w:gutter="0"/>
          <w:cols w:space="720"/>
          <w:docGrid w:linePitch="299"/>
        </w:sectPr>
      </w:pPr>
    </w:p>
    <w:p w:rsidR="003C3EDE" w:rsidRPr="00EA2FE3" w:rsidRDefault="003C3EDE" w:rsidP="006769F4">
      <w:pPr>
        <w:numPr>
          <w:ilvl w:val="0"/>
          <w:numId w:val="6"/>
        </w:numPr>
        <w:spacing w:line="360" w:lineRule="auto"/>
        <w:rPr>
          <w:b/>
          <w:bCs/>
          <w:color w:val="345A8A"/>
          <w:sz w:val="28"/>
          <w:szCs w:val="32"/>
        </w:rPr>
      </w:pPr>
      <w:r w:rsidRPr="00EA2FE3">
        <w:rPr>
          <w:b/>
          <w:bCs/>
          <w:color w:val="345A8A"/>
          <w:sz w:val="28"/>
          <w:szCs w:val="32"/>
        </w:rPr>
        <w:lastRenderedPageBreak/>
        <w:t>Définitions des variables</w:t>
      </w:r>
    </w:p>
    <w:p w:rsidR="003C3EDE" w:rsidRPr="00EA2FE3" w:rsidRDefault="003C3EDE" w:rsidP="006769F4">
      <w:pPr>
        <w:numPr>
          <w:ilvl w:val="1"/>
          <w:numId w:val="6"/>
        </w:numPr>
        <w:spacing w:line="360" w:lineRule="auto"/>
        <w:rPr>
          <w:b/>
          <w:bCs/>
          <w:color w:val="4F81BD" w:themeColor="accent1"/>
          <w:szCs w:val="22"/>
        </w:rPr>
      </w:pPr>
      <w:r w:rsidRPr="00EA2FE3">
        <w:rPr>
          <w:b/>
          <w:bCs/>
          <w:color w:val="4F81BD" w:themeColor="accent1"/>
        </w:rPr>
        <w:t>IDENTIFICATION ET CLASSIFICATION</w:t>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140"/>
        <w:gridCol w:w="4530"/>
        <w:gridCol w:w="1843"/>
        <w:gridCol w:w="3969"/>
      </w:tblGrid>
      <w:tr w:rsidR="00FC5BAC" w:rsidRPr="00EA2FE3" w:rsidTr="00FC5BAC">
        <w:trPr>
          <w:trHeight w:val="825"/>
        </w:trPr>
        <w:tc>
          <w:tcPr>
            <w:tcW w:w="1951" w:type="dxa"/>
            <w:tcBorders>
              <w:top w:val="single" w:sz="4" w:space="0" w:color="auto"/>
              <w:left w:val="single" w:sz="4" w:space="0" w:color="auto"/>
              <w:bottom w:val="single" w:sz="4" w:space="0" w:color="auto"/>
              <w:right w:val="single" w:sz="4" w:space="0" w:color="auto"/>
            </w:tcBorders>
          </w:tcPr>
          <w:p w:rsidR="00FC5BAC" w:rsidRPr="00EA2FE3" w:rsidRDefault="00FC5BAC" w:rsidP="00FC5BAC">
            <w:pPr>
              <w:snapToGrid w:val="0"/>
              <w:rPr>
                <w:b/>
                <w:sz w:val="18"/>
                <w:szCs w:val="18"/>
              </w:rPr>
            </w:pPr>
            <w:r w:rsidRPr="00EA2FE3">
              <w:rPr>
                <w:b/>
                <w:sz w:val="18"/>
                <w:szCs w:val="18"/>
              </w:rPr>
              <w:t>INTITULE</w:t>
            </w:r>
          </w:p>
        </w:tc>
        <w:tc>
          <w:tcPr>
            <w:tcW w:w="1140" w:type="dxa"/>
            <w:tcBorders>
              <w:top w:val="single" w:sz="4" w:space="0" w:color="auto"/>
              <w:left w:val="single" w:sz="4" w:space="0" w:color="auto"/>
              <w:bottom w:val="single" w:sz="4" w:space="0" w:color="auto"/>
              <w:right w:val="single" w:sz="4" w:space="0" w:color="auto"/>
            </w:tcBorders>
          </w:tcPr>
          <w:p w:rsidR="00FC5BAC" w:rsidRPr="00EA2FE3" w:rsidRDefault="00FC5BAC" w:rsidP="00A61D2B">
            <w:pPr>
              <w:snapToGrid w:val="0"/>
              <w:jc w:val="left"/>
              <w:rPr>
                <w:b/>
                <w:sz w:val="18"/>
                <w:szCs w:val="18"/>
              </w:rPr>
            </w:pPr>
            <w:r w:rsidRPr="00EA2FE3">
              <w:rPr>
                <w:b/>
                <w:sz w:val="18"/>
                <w:szCs w:val="18"/>
              </w:rPr>
              <w:t xml:space="preserve">NUMERO DE </w:t>
            </w:r>
            <w:r w:rsidR="00A61D2B" w:rsidRPr="00EA2FE3">
              <w:rPr>
                <w:b/>
                <w:sz w:val="18"/>
                <w:szCs w:val="18"/>
              </w:rPr>
              <w:t>COLONNE</w:t>
            </w:r>
          </w:p>
        </w:tc>
        <w:tc>
          <w:tcPr>
            <w:tcW w:w="4530" w:type="dxa"/>
            <w:tcBorders>
              <w:top w:val="single" w:sz="4" w:space="0" w:color="auto"/>
              <w:left w:val="single" w:sz="4" w:space="0" w:color="auto"/>
              <w:bottom w:val="single" w:sz="4" w:space="0" w:color="auto"/>
              <w:right w:val="single" w:sz="4" w:space="0" w:color="auto"/>
            </w:tcBorders>
          </w:tcPr>
          <w:p w:rsidR="00FC5BAC" w:rsidRPr="00EA2FE3" w:rsidRDefault="00FC5BAC" w:rsidP="00FC5BAC">
            <w:pPr>
              <w:snapToGrid w:val="0"/>
              <w:rPr>
                <w:b/>
                <w:sz w:val="18"/>
                <w:szCs w:val="18"/>
              </w:rPr>
            </w:pPr>
            <w:r w:rsidRPr="00EA2FE3">
              <w:rPr>
                <w:b/>
                <w:sz w:val="18"/>
                <w:szCs w:val="18"/>
              </w:rPr>
              <w:t>DEFINITION</w:t>
            </w:r>
          </w:p>
        </w:tc>
        <w:tc>
          <w:tcPr>
            <w:tcW w:w="1843" w:type="dxa"/>
            <w:tcBorders>
              <w:top w:val="single" w:sz="4" w:space="0" w:color="auto"/>
              <w:left w:val="single" w:sz="4" w:space="0" w:color="auto"/>
              <w:bottom w:val="single" w:sz="4" w:space="0" w:color="auto"/>
              <w:right w:val="single" w:sz="4" w:space="0" w:color="auto"/>
            </w:tcBorders>
          </w:tcPr>
          <w:p w:rsidR="00FC5BAC" w:rsidRPr="00EA2FE3" w:rsidRDefault="00FC5BAC" w:rsidP="00FC5BAC">
            <w:pPr>
              <w:snapToGrid w:val="0"/>
              <w:rPr>
                <w:b/>
                <w:i/>
                <w:sz w:val="18"/>
                <w:szCs w:val="18"/>
              </w:rPr>
            </w:pPr>
            <w:r w:rsidRPr="00EA2FE3">
              <w:rPr>
                <w:b/>
                <w:i/>
                <w:sz w:val="18"/>
                <w:szCs w:val="18"/>
              </w:rPr>
              <w:t>EXEMPLE</w:t>
            </w:r>
          </w:p>
        </w:tc>
        <w:tc>
          <w:tcPr>
            <w:tcW w:w="3969" w:type="dxa"/>
            <w:tcBorders>
              <w:top w:val="single" w:sz="4" w:space="0" w:color="auto"/>
              <w:left w:val="single" w:sz="4" w:space="0" w:color="auto"/>
              <w:bottom w:val="single" w:sz="4" w:space="0" w:color="auto"/>
              <w:right w:val="single" w:sz="4" w:space="0" w:color="auto"/>
            </w:tcBorders>
          </w:tcPr>
          <w:p w:rsidR="00FC5BAC" w:rsidRPr="00EA2FE3" w:rsidRDefault="00FC5BAC" w:rsidP="00FC5BAC">
            <w:pPr>
              <w:snapToGrid w:val="0"/>
              <w:rPr>
                <w:b/>
                <w:sz w:val="18"/>
                <w:szCs w:val="18"/>
              </w:rPr>
            </w:pPr>
            <w:r w:rsidRPr="00EA2FE3">
              <w:rPr>
                <w:b/>
                <w:sz w:val="18"/>
                <w:szCs w:val="18"/>
              </w:rPr>
              <w:t>UTILITE</w:t>
            </w:r>
          </w:p>
        </w:tc>
      </w:tr>
      <w:tr w:rsidR="007E6B91" w:rsidRPr="00EA2FE3" w:rsidTr="004B559B">
        <w:trPr>
          <w:trHeight w:val="825"/>
        </w:trPr>
        <w:tc>
          <w:tcPr>
            <w:tcW w:w="1951" w:type="dxa"/>
          </w:tcPr>
          <w:p w:rsidR="007E6B91" w:rsidRPr="00EA2FE3" w:rsidRDefault="007E6B91" w:rsidP="004B559B">
            <w:pPr>
              <w:snapToGrid w:val="0"/>
              <w:rPr>
                <w:b/>
              </w:rPr>
            </w:pPr>
            <w:r w:rsidRPr="00EA2FE3">
              <w:rPr>
                <w:b/>
              </w:rPr>
              <w:t>Identifiant</w:t>
            </w:r>
            <w:r w:rsidR="00364820" w:rsidRPr="00EA2FE3">
              <w:rPr>
                <w:b/>
              </w:rPr>
              <w:t xml:space="preserve"> (de la ligne)</w:t>
            </w:r>
          </w:p>
        </w:tc>
        <w:tc>
          <w:tcPr>
            <w:tcW w:w="1140" w:type="dxa"/>
          </w:tcPr>
          <w:p w:rsidR="007E6B91" w:rsidRPr="00EA2FE3" w:rsidRDefault="007E6B91" w:rsidP="004B559B">
            <w:pPr>
              <w:snapToGrid w:val="0"/>
            </w:pPr>
            <w:r w:rsidRPr="00EA2FE3">
              <w:t>C0010</w:t>
            </w:r>
          </w:p>
        </w:tc>
        <w:tc>
          <w:tcPr>
            <w:tcW w:w="4530" w:type="dxa"/>
          </w:tcPr>
          <w:p w:rsidR="007E6B91" w:rsidRPr="00EA2FE3" w:rsidRDefault="007E6B91" w:rsidP="00A7136D">
            <w:pPr>
              <w:snapToGrid w:val="0"/>
            </w:pPr>
            <w:r w:rsidRPr="00EA2FE3">
              <w:t>Identifiant de la ligne (nombre entier) à rapporter dans la remise. Le remettant doit identifier chaque ligne de manière unique.</w:t>
            </w:r>
          </w:p>
        </w:tc>
        <w:tc>
          <w:tcPr>
            <w:tcW w:w="1843" w:type="dxa"/>
          </w:tcPr>
          <w:p w:rsidR="007E6B91" w:rsidRPr="00EA2FE3" w:rsidRDefault="007E6B91" w:rsidP="007E6B91">
            <w:pPr>
              <w:snapToGrid w:val="0"/>
              <w:jc w:val="center"/>
            </w:pPr>
            <w:r w:rsidRPr="00EA2FE3">
              <w:t>1</w:t>
            </w:r>
          </w:p>
        </w:tc>
        <w:tc>
          <w:tcPr>
            <w:tcW w:w="3969" w:type="dxa"/>
          </w:tcPr>
          <w:p w:rsidR="007E6B91" w:rsidRPr="00EA2FE3" w:rsidRDefault="007E6B91" w:rsidP="00D103E9">
            <w:pPr>
              <w:snapToGrid w:val="0"/>
            </w:pPr>
            <w:r w:rsidRPr="00EA2FE3">
              <w:t xml:space="preserve">Permet </w:t>
            </w:r>
            <w:r w:rsidR="001E5140">
              <w:t>d’identifier de manière unique chaque ligne de remise</w:t>
            </w:r>
            <w:r w:rsidR="00A909FF" w:rsidRPr="00EA2FE3">
              <w:t>.</w:t>
            </w:r>
          </w:p>
        </w:tc>
      </w:tr>
      <w:tr w:rsidR="003C3EDE" w:rsidRPr="00EA2FE3" w:rsidTr="004B559B">
        <w:trPr>
          <w:trHeight w:val="825"/>
        </w:trPr>
        <w:tc>
          <w:tcPr>
            <w:tcW w:w="1951" w:type="dxa"/>
          </w:tcPr>
          <w:p w:rsidR="003C3EDE" w:rsidRPr="00EA2FE3" w:rsidRDefault="009E5206" w:rsidP="004B559B">
            <w:pPr>
              <w:snapToGrid w:val="0"/>
              <w:rPr>
                <w:b/>
              </w:rPr>
            </w:pPr>
            <w:r>
              <w:rPr>
                <w:b/>
              </w:rPr>
              <w:t>Code d’identification unique</w:t>
            </w:r>
            <w:r w:rsidRPr="00EA2FE3">
              <w:rPr>
                <w:b/>
              </w:rPr>
              <w:t xml:space="preserve"> </w:t>
            </w:r>
            <w:r w:rsidR="003C3EDE" w:rsidRPr="00EA2FE3">
              <w:rPr>
                <w:b/>
              </w:rPr>
              <w:t>du contrat pour l’exercice N</w:t>
            </w:r>
          </w:p>
        </w:tc>
        <w:tc>
          <w:tcPr>
            <w:tcW w:w="1140" w:type="dxa"/>
          </w:tcPr>
          <w:p w:rsidR="003C3EDE" w:rsidRPr="00EA2FE3" w:rsidRDefault="009D7561" w:rsidP="004B559B">
            <w:pPr>
              <w:snapToGrid w:val="0"/>
            </w:pPr>
            <w:r w:rsidRPr="00EA2FE3">
              <w:t>C0020</w:t>
            </w:r>
          </w:p>
        </w:tc>
        <w:tc>
          <w:tcPr>
            <w:tcW w:w="4530" w:type="dxa"/>
          </w:tcPr>
          <w:p w:rsidR="003C3EDE" w:rsidRDefault="009E5206" w:rsidP="004B559B">
            <w:pPr>
              <w:snapToGrid w:val="0"/>
            </w:pPr>
            <w:r>
              <w:t>Code d’identification unique de la version de contrat utilisé par l’organisme pour la remise relative à</w:t>
            </w:r>
            <w:r w:rsidR="003C3EDE" w:rsidRPr="00EA2FE3">
              <w:t xml:space="preserve"> l’exercice N</w:t>
            </w:r>
            <w:r w:rsidR="004B559B" w:rsidRPr="00EA2FE3">
              <w:t>.</w:t>
            </w:r>
            <w:r w:rsidR="003C3EDE" w:rsidRPr="00EA2FE3">
              <w:br/>
            </w:r>
          </w:p>
          <w:p w:rsidR="009E5206" w:rsidRPr="00EA2FE3" w:rsidRDefault="009E5206" w:rsidP="004B559B">
            <w:pPr>
              <w:snapToGrid w:val="0"/>
            </w:pPr>
            <w:r>
              <w:t>Ce code est laissé au libre choix de l’organisme, il peut s’agir du nom commercial du contrat si celui-ci ne comporte qu’une seule version (et ne représente donc qu’une seule ligne de l’état), ou bien du nom commercial suffixé par un élément unique d’identification, ou bien d’un code utilisé dans le système d’information de l’organisme.</w:t>
            </w:r>
          </w:p>
        </w:tc>
        <w:tc>
          <w:tcPr>
            <w:tcW w:w="1843" w:type="dxa"/>
          </w:tcPr>
          <w:p w:rsidR="003C3EDE" w:rsidRPr="00EA2FE3" w:rsidRDefault="003C3EDE" w:rsidP="004B559B">
            <w:pPr>
              <w:snapToGrid w:val="0"/>
            </w:pPr>
            <w:r w:rsidRPr="00EA2FE3">
              <w:rPr>
                <w:i/>
              </w:rPr>
              <w:t xml:space="preserve"> « </w:t>
            </w:r>
            <w:proofErr w:type="spellStart"/>
            <w:r w:rsidRPr="00EA2FE3">
              <w:rPr>
                <w:i/>
              </w:rPr>
              <w:t>Performator</w:t>
            </w:r>
            <w:proofErr w:type="spellEnd"/>
            <w:r w:rsidRPr="00EA2FE3">
              <w:t> 1»</w:t>
            </w:r>
          </w:p>
          <w:p w:rsidR="003C3EDE" w:rsidRPr="00EA2FE3" w:rsidRDefault="003C3EDE" w:rsidP="004B559B">
            <w:pPr>
              <w:snapToGrid w:val="0"/>
            </w:pPr>
            <w:r w:rsidRPr="00EA2FE3">
              <w:rPr>
                <w:i/>
              </w:rPr>
              <w:t>« </w:t>
            </w:r>
            <w:proofErr w:type="spellStart"/>
            <w:r w:rsidRPr="00EA2FE3">
              <w:rPr>
                <w:i/>
              </w:rPr>
              <w:t>Performator</w:t>
            </w:r>
            <w:proofErr w:type="spellEnd"/>
            <w:r w:rsidRPr="00EA2FE3">
              <w:t> 2»</w:t>
            </w:r>
          </w:p>
          <w:p w:rsidR="003C3EDE" w:rsidRPr="00EA2FE3" w:rsidRDefault="003C3EDE" w:rsidP="00C517C2">
            <w:pPr>
              <w:snapToGrid w:val="0"/>
            </w:pPr>
            <w:r w:rsidRPr="00EA2FE3">
              <w:t xml:space="preserve">(entre N et  N-1, le contrat appelé </w:t>
            </w:r>
            <w:r w:rsidRPr="00EA2FE3">
              <w:rPr>
                <w:i/>
              </w:rPr>
              <w:t>« </w:t>
            </w:r>
            <w:proofErr w:type="spellStart"/>
            <w:r w:rsidRPr="00EA2FE3">
              <w:rPr>
                <w:i/>
              </w:rPr>
              <w:t>Performator</w:t>
            </w:r>
            <w:proofErr w:type="spellEnd"/>
            <w:r w:rsidRPr="00EA2FE3">
              <w:t>» en année N-1 a été renommé en deux sous-contrats différents en année N)</w:t>
            </w:r>
          </w:p>
        </w:tc>
        <w:tc>
          <w:tcPr>
            <w:tcW w:w="3969" w:type="dxa"/>
          </w:tcPr>
          <w:p w:rsidR="003C3EDE" w:rsidRPr="00EA2FE3" w:rsidRDefault="003C3EDE" w:rsidP="004B559B">
            <w:pPr>
              <w:autoSpaceDE w:val="0"/>
              <w:autoSpaceDN w:val="0"/>
              <w:adjustRightInd w:val="0"/>
            </w:pPr>
            <w:r w:rsidRPr="00EA2FE3">
              <w:t xml:space="preserve">Il s’agit de la clé d’identification unique du contrat considéré, qui doit se retrouver </w:t>
            </w:r>
            <w:r w:rsidR="001E5140">
              <w:t>comme code N-1 de la remise de l’année suivante</w:t>
            </w:r>
            <w:r w:rsidR="00971148">
              <w:t>.</w:t>
            </w:r>
            <w:r w:rsidR="001E5140">
              <w:t xml:space="preserve"> </w:t>
            </w:r>
          </w:p>
          <w:p w:rsidR="003C3EDE" w:rsidRPr="00EA2FE3" w:rsidRDefault="003C3EDE" w:rsidP="004B559B">
            <w:pPr>
              <w:autoSpaceDE w:val="0"/>
              <w:autoSpaceDN w:val="0"/>
              <w:adjustRightInd w:val="0"/>
            </w:pPr>
          </w:p>
        </w:tc>
      </w:tr>
      <w:tr w:rsidR="003C3EDE" w:rsidRPr="00EA2FE3" w:rsidTr="004B559B">
        <w:trPr>
          <w:trHeight w:val="825"/>
        </w:trPr>
        <w:tc>
          <w:tcPr>
            <w:tcW w:w="1951" w:type="dxa"/>
          </w:tcPr>
          <w:p w:rsidR="003C3EDE" w:rsidRPr="00EA2FE3" w:rsidRDefault="009E5206" w:rsidP="005A72C1">
            <w:pPr>
              <w:snapToGrid w:val="0"/>
              <w:rPr>
                <w:b/>
              </w:rPr>
            </w:pPr>
            <w:r>
              <w:rPr>
                <w:b/>
              </w:rPr>
              <w:t xml:space="preserve">Code d’identification </w:t>
            </w:r>
            <w:r w:rsidR="003C3EDE" w:rsidRPr="00EA2FE3">
              <w:rPr>
                <w:b/>
              </w:rPr>
              <w:t xml:space="preserve"> du contrat </w:t>
            </w:r>
            <w:r>
              <w:rPr>
                <w:b/>
              </w:rPr>
              <w:t xml:space="preserve">reporté </w:t>
            </w:r>
            <w:r w:rsidR="003C3EDE" w:rsidRPr="00EA2FE3">
              <w:rPr>
                <w:b/>
              </w:rPr>
              <w:t>pour l’exercice N-1</w:t>
            </w:r>
          </w:p>
        </w:tc>
        <w:tc>
          <w:tcPr>
            <w:tcW w:w="1140" w:type="dxa"/>
          </w:tcPr>
          <w:p w:rsidR="003C3EDE" w:rsidRPr="00EA2FE3" w:rsidRDefault="009D7561" w:rsidP="004B559B">
            <w:pPr>
              <w:snapToGrid w:val="0"/>
            </w:pPr>
            <w:r w:rsidRPr="00EA2FE3">
              <w:t>C0030</w:t>
            </w:r>
          </w:p>
        </w:tc>
        <w:tc>
          <w:tcPr>
            <w:tcW w:w="4530" w:type="dxa"/>
          </w:tcPr>
          <w:p w:rsidR="003C3EDE" w:rsidRPr="00EA2FE3" w:rsidRDefault="001E5140" w:rsidP="004B559B">
            <w:pPr>
              <w:snapToGrid w:val="0"/>
            </w:pPr>
            <w:r>
              <w:t>Code d’identification unique de la version de contrat utilisé par l’organisme lors de la remise relative à</w:t>
            </w:r>
            <w:r w:rsidR="003C3EDE" w:rsidRPr="00EA2FE3">
              <w:t xml:space="preserve"> l’exercice N-1. </w:t>
            </w:r>
          </w:p>
          <w:p w:rsidR="003C3EDE" w:rsidRPr="00EA2FE3" w:rsidRDefault="003C3EDE" w:rsidP="004B559B">
            <w:pPr>
              <w:snapToGrid w:val="0"/>
            </w:pPr>
          </w:p>
          <w:p w:rsidR="003C3EDE" w:rsidRPr="00EA2FE3" w:rsidRDefault="001E5140" w:rsidP="001E5140">
            <w:r>
              <w:t>La valeur portée en C0020 pour cette version de contrat dans la remise de l’année précédente est attendue.</w:t>
            </w:r>
            <w:r w:rsidR="005A72C1">
              <w:t xml:space="preserve"> Un même code peut être reporté sur différentes lignes dans le cas où une version de contrat reportée pour N-1 aurait été segmentée en plusieurs versions de contrat dans la remise relative à l’exercice N. Cette variable peut également être laissée vide dans le cas où le contrat n’était pas dans le portefeuille de l’organisme en N-1.</w:t>
            </w:r>
          </w:p>
        </w:tc>
        <w:tc>
          <w:tcPr>
            <w:tcW w:w="1843" w:type="dxa"/>
          </w:tcPr>
          <w:p w:rsidR="003C3EDE" w:rsidRPr="00EA2FE3" w:rsidRDefault="003C3EDE" w:rsidP="004B559B">
            <w:pPr>
              <w:snapToGrid w:val="0"/>
            </w:pPr>
            <w:r w:rsidRPr="00EA2FE3">
              <w:rPr>
                <w:i/>
              </w:rPr>
              <w:t>« </w:t>
            </w:r>
            <w:proofErr w:type="spellStart"/>
            <w:r w:rsidRPr="00EA2FE3">
              <w:rPr>
                <w:i/>
              </w:rPr>
              <w:t>Performator</w:t>
            </w:r>
            <w:proofErr w:type="spellEnd"/>
            <w:r w:rsidRPr="00EA2FE3">
              <w:t>»</w:t>
            </w:r>
          </w:p>
          <w:p w:rsidR="003C3EDE" w:rsidRPr="00EA2FE3" w:rsidRDefault="003C3EDE" w:rsidP="004B559B">
            <w:pPr>
              <w:snapToGrid w:val="0"/>
            </w:pPr>
            <w:r w:rsidRPr="00EA2FE3">
              <w:rPr>
                <w:i/>
              </w:rPr>
              <w:t>« </w:t>
            </w:r>
            <w:proofErr w:type="spellStart"/>
            <w:r w:rsidRPr="00EA2FE3">
              <w:rPr>
                <w:i/>
              </w:rPr>
              <w:t>Performator</w:t>
            </w:r>
            <w:proofErr w:type="spellEnd"/>
            <w:r w:rsidRPr="00EA2FE3">
              <w:t xml:space="preserve">»  </w:t>
            </w:r>
          </w:p>
          <w:p w:rsidR="003C3EDE" w:rsidRPr="00EA2FE3" w:rsidRDefault="003C3EDE" w:rsidP="004B559B">
            <w:pPr>
              <w:snapToGrid w:val="0"/>
            </w:pPr>
          </w:p>
          <w:p w:rsidR="003C3EDE" w:rsidRPr="00EA2FE3" w:rsidRDefault="003C3EDE" w:rsidP="004B559B">
            <w:pPr>
              <w:snapToGrid w:val="0"/>
              <w:rPr>
                <w:i/>
              </w:rPr>
            </w:pPr>
          </w:p>
        </w:tc>
        <w:tc>
          <w:tcPr>
            <w:tcW w:w="3969" w:type="dxa"/>
          </w:tcPr>
          <w:p w:rsidR="003C3EDE" w:rsidRPr="00EA2FE3" w:rsidRDefault="00971148" w:rsidP="004B559B">
            <w:pPr>
              <w:snapToGrid w:val="0"/>
            </w:pPr>
            <w:r>
              <w:t>Permettre un raccordement dans le temps des différentes remises</w:t>
            </w:r>
            <w:r w:rsidRPr="00EA2FE3">
              <w:t>.</w:t>
            </w:r>
            <w:r>
              <w:t xml:space="preserve"> </w:t>
            </w:r>
            <w:r w:rsidR="00A7136D" w:rsidRPr="00EA2FE3">
              <w:t>L</w:t>
            </w:r>
            <w:r w:rsidR="003C3EDE" w:rsidRPr="00EA2FE3">
              <w:t xml:space="preserve">es </w:t>
            </w:r>
            <w:r w:rsidR="00A7136D" w:rsidRPr="00EA2FE3">
              <w:t xml:space="preserve">valeurs </w:t>
            </w:r>
            <w:r w:rsidR="003C3EDE" w:rsidRPr="00EA2FE3">
              <w:t xml:space="preserve">renseignées </w:t>
            </w:r>
            <w:r w:rsidR="00B271C8" w:rsidRPr="00EA2FE3">
              <w:t xml:space="preserve">pour </w:t>
            </w:r>
            <w:r w:rsidR="003C3EDE" w:rsidRPr="00EA2FE3">
              <w:t xml:space="preserve">la variable </w:t>
            </w:r>
            <w:r w:rsidR="009329B8" w:rsidRPr="00EA2FE3">
              <w:t>C0020</w:t>
            </w:r>
            <w:r w:rsidR="003C3EDE" w:rsidRPr="00EA2FE3">
              <w:t xml:space="preserve"> </w:t>
            </w:r>
            <w:r>
              <w:t>lors de la remise relative à</w:t>
            </w:r>
            <w:r w:rsidRPr="00EA2FE3">
              <w:t xml:space="preserve"> </w:t>
            </w:r>
            <w:r w:rsidR="00B271C8" w:rsidRPr="00EA2FE3">
              <w:t>l’</w:t>
            </w:r>
            <w:r w:rsidR="003C3EDE" w:rsidRPr="00EA2FE3">
              <w:t xml:space="preserve">année N </w:t>
            </w:r>
            <w:r w:rsidR="007D3A9A" w:rsidRPr="00EA2FE3">
              <w:t xml:space="preserve">se retrouvent en général </w:t>
            </w:r>
            <w:r w:rsidR="003C3EDE" w:rsidRPr="00EA2FE3">
              <w:t xml:space="preserve">dans les modalités de la variable </w:t>
            </w:r>
            <w:r w:rsidR="009329B8" w:rsidRPr="00EA2FE3">
              <w:t xml:space="preserve"> C0030</w:t>
            </w:r>
            <w:r w:rsidR="003C3EDE" w:rsidRPr="00EA2FE3">
              <w:t xml:space="preserve"> </w:t>
            </w:r>
            <w:r>
              <w:t xml:space="preserve">lors de la remise de </w:t>
            </w:r>
            <w:r w:rsidR="003C3EDE" w:rsidRPr="00EA2FE3">
              <w:t>l’année N+1</w:t>
            </w:r>
            <w:r>
              <w:t>.</w:t>
            </w:r>
          </w:p>
          <w:p w:rsidR="003C3EDE" w:rsidRPr="00EA2FE3" w:rsidRDefault="003C3EDE" w:rsidP="004B559B">
            <w:pPr>
              <w:snapToGrid w:val="0"/>
            </w:pPr>
          </w:p>
          <w:p w:rsidR="003C3EDE" w:rsidRPr="00EA2FE3" w:rsidRDefault="003C3EDE" w:rsidP="004B559B">
            <w:pPr>
              <w:snapToGrid w:val="0"/>
            </w:pPr>
          </w:p>
        </w:tc>
      </w:tr>
      <w:tr w:rsidR="009D7561" w:rsidRPr="00EA2FE3" w:rsidTr="004B559B">
        <w:trPr>
          <w:trHeight w:val="825"/>
        </w:trPr>
        <w:tc>
          <w:tcPr>
            <w:tcW w:w="1951" w:type="dxa"/>
          </w:tcPr>
          <w:p w:rsidR="009D7561" w:rsidRPr="00EA2FE3" w:rsidRDefault="009D7561" w:rsidP="00AC711B">
            <w:pPr>
              <w:snapToGrid w:val="0"/>
              <w:rPr>
                <w:b/>
              </w:rPr>
            </w:pPr>
            <w:r w:rsidRPr="00EA2FE3">
              <w:rPr>
                <w:b/>
              </w:rPr>
              <w:lastRenderedPageBreak/>
              <w:t xml:space="preserve">Dénomination </w:t>
            </w:r>
            <w:r w:rsidR="00AC711B">
              <w:rPr>
                <w:b/>
              </w:rPr>
              <w:t>commerciale actuelle du contrat</w:t>
            </w:r>
          </w:p>
        </w:tc>
        <w:tc>
          <w:tcPr>
            <w:tcW w:w="1140" w:type="dxa"/>
          </w:tcPr>
          <w:p w:rsidR="009D7561" w:rsidRPr="00EA2FE3" w:rsidRDefault="009D7561" w:rsidP="004B559B">
            <w:pPr>
              <w:snapToGrid w:val="0"/>
            </w:pPr>
            <w:r w:rsidRPr="00EA2FE3">
              <w:t>C0040</w:t>
            </w:r>
          </w:p>
        </w:tc>
        <w:tc>
          <w:tcPr>
            <w:tcW w:w="4530" w:type="dxa"/>
          </w:tcPr>
          <w:p w:rsidR="009D7561" w:rsidRDefault="009D7561" w:rsidP="00AC711B">
            <w:pPr>
              <w:snapToGrid w:val="0"/>
            </w:pPr>
            <w:r w:rsidRPr="00EA2FE3">
              <w:t xml:space="preserve">Dénomination commerciale du contrat </w:t>
            </w:r>
            <w:r w:rsidR="00AC711B">
              <w:t>actuellement utilisée par l’organisme dans sa communication</w:t>
            </w:r>
            <w:r w:rsidR="00B271C8" w:rsidRPr="00EA2FE3">
              <w:t>.</w:t>
            </w:r>
          </w:p>
          <w:p w:rsidR="00AC711B" w:rsidRDefault="00AC711B" w:rsidP="00AC711B">
            <w:pPr>
              <w:snapToGrid w:val="0"/>
            </w:pPr>
          </w:p>
          <w:p w:rsidR="00E308E6" w:rsidRDefault="00E308E6" w:rsidP="005A1F96">
            <w:pPr>
              <w:pStyle w:val="Paragraphedeliste"/>
              <w:numPr>
                <w:ilvl w:val="0"/>
                <w:numId w:val="22"/>
              </w:numPr>
              <w:snapToGrid w:val="0"/>
              <w:ind w:left="311" w:hanging="283"/>
            </w:pPr>
            <w:r w:rsidRPr="00E308E6">
              <w:rPr>
                <w:rFonts w:ascii="Times New Roman" w:eastAsia="Times New Roman" w:hAnsi="Times New Roman"/>
                <w:sz w:val="22"/>
                <w:szCs w:val="20"/>
                <w:lang w:eastAsia="fr-FR"/>
              </w:rPr>
              <w:t>Cette variable</w:t>
            </w:r>
            <w:r>
              <w:rPr>
                <w:rFonts w:ascii="Times New Roman" w:eastAsia="Times New Roman" w:hAnsi="Times New Roman"/>
                <w:sz w:val="22"/>
                <w:szCs w:val="20"/>
                <w:lang w:eastAsia="fr-FR"/>
              </w:rPr>
              <w:t xml:space="preserve"> doit être identique pour toutes les versions d’un même contrat.</w:t>
            </w:r>
          </w:p>
          <w:p w:rsidR="00AC711B" w:rsidRPr="00E308E6" w:rsidRDefault="00D103E9" w:rsidP="005A1F96">
            <w:pPr>
              <w:pStyle w:val="Paragraphedeliste"/>
              <w:numPr>
                <w:ilvl w:val="0"/>
                <w:numId w:val="22"/>
              </w:numPr>
              <w:snapToGrid w:val="0"/>
              <w:ind w:left="311" w:hanging="283"/>
            </w:pPr>
            <w:r>
              <w:rPr>
                <w:rFonts w:ascii="Times New Roman" w:eastAsia="Times New Roman" w:hAnsi="Times New Roman"/>
                <w:sz w:val="22"/>
                <w:szCs w:val="20"/>
                <w:lang w:eastAsia="fr-FR"/>
              </w:rPr>
              <w:t>Par exception, d</w:t>
            </w:r>
            <w:r w:rsidR="00AC711B" w:rsidRPr="00E308E6">
              <w:rPr>
                <w:rFonts w:ascii="Times New Roman" w:eastAsia="Times New Roman" w:hAnsi="Times New Roman"/>
                <w:sz w:val="22"/>
                <w:szCs w:val="20"/>
                <w:lang w:eastAsia="fr-FR"/>
              </w:rPr>
              <w:t xml:space="preserve">ans le cas de contrats </w:t>
            </w:r>
            <w:r w:rsidR="00492654">
              <w:rPr>
                <w:rFonts w:ascii="Times New Roman" w:eastAsia="Times New Roman" w:hAnsi="Times New Roman"/>
                <w:sz w:val="22"/>
                <w:szCs w:val="20"/>
                <w:lang w:eastAsia="fr-FR"/>
              </w:rPr>
              <w:t>dénoués</w:t>
            </w:r>
            <w:r w:rsidR="00AC711B" w:rsidRPr="00E308E6">
              <w:rPr>
                <w:rFonts w:ascii="Times New Roman" w:eastAsia="Times New Roman" w:hAnsi="Times New Roman"/>
                <w:sz w:val="22"/>
                <w:szCs w:val="20"/>
                <w:lang w:eastAsia="fr-FR"/>
              </w:rPr>
              <w:t>, le nom commercial doit être suffixé par «  _</w:t>
            </w:r>
            <w:r w:rsidR="00492654">
              <w:rPr>
                <w:rFonts w:ascii="Times New Roman" w:eastAsia="Times New Roman" w:hAnsi="Times New Roman"/>
                <w:sz w:val="22"/>
                <w:szCs w:val="20"/>
                <w:lang w:eastAsia="fr-FR"/>
              </w:rPr>
              <w:t>dénoué</w:t>
            </w:r>
            <w:r w:rsidR="00AC711B" w:rsidRPr="00E308E6">
              <w:rPr>
                <w:rFonts w:ascii="Times New Roman" w:eastAsia="Times New Roman" w:hAnsi="Times New Roman"/>
                <w:sz w:val="22"/>
                <w:szCs w:val="20"/>
                <w:lang w:eastAsia="fr-FR"/>
              </w:rPr>
              <w:t> ».</w:t>
            </w:r>
            <w:r w:rsidR="006C6022" w:rsidRPr="00E308E6">
              <w:rPr>
                <w:rFonts w:ascii="Times New Roman" w:eastAsia="Times New Roman" w:hAnsi="Times New Roman"/>
                <w:sz w:val="22"/>
                <w:szCs w:val="20"/>
                <w:lang w:eastAsia="fr-FR"/>
              </w:rPr>
              <w:t xml:space="preserve"> La revalorisation </w:t>
            </w:r>
            <w:r w:rsidR="00CE44FA">
              <w:rPr>
                <w:rFonts w:ascii="Times New Roman" w:eastAsia="Times New Roman" w:hAnsi="Times New Roman"/>
                <w:sz w:val="22"/>
                <w:szCs w:val="20"/>
                <w:lang w:eastAsia="fr-FR"/>
              </w:rPr>
              <w:t>des contrats dénoués</w:t>
            </w:r>
            <w:r w:rsidR="006C6022" w:rsidRPr="00E308E6">
              <w:rPr>
                <w:rFonts w:ascii="Times New Roman" w:eastAsia="Times New Roman" w:hAnsi="Times New Roman"/>
                <w:sz w:val="22"/>
                <w:szCs w:val="20"/>
                <w:lang w:eastAsia="fr-FR"/>
              </w:rPr>
              <w:t xml:space="preserve"> </w:t>
            </w:r>
            <w:r w:rsidR="00CE44FA">
              <w:rPr>
                <w:rFonts w:ascii="Times New Roman" w:eastAsia="Times New Roman" w:hAnsi="Times New Roman"/>
                <w:sz w:val="22"/>
                <w:szCs w:val="20"/>
                <w:lang w:eastAsia="fr-FR"/>
              </w:rPr>
              <w:t xml:space="preserve">y compris revalorisation post-mortem </w:t>
            </w:r>
            <w:r w:rsidR="006C6022" w:rsidRPr="00E308E6">
              <w:rPr>
                <w:rFonts w:ascii="Times New Roman" w:eastAsia="Times New Roman" w:hAnsi="Times New Roman"/>
                <w:sz w:val="22"/>
                <w:szCs w:val="20"/>
                <w:lang w:eastAsia="fr-FR"/>
              </w:rPr>
              <w:t>constitue donc une variable de segmentation et ces contrats doivent être isolés sur des lignes différentes que celles des autres contrats.</w:t>
            </w:r>
          </w:p>
        </w:tc>
        <w:tc>
          <w:tcPr>
            <w:tcW w:w="1843" w:type="dxa"/>
          </w:tcPr>
          <w:p w:rsidR="009D7561" w:rsidRPr="00EA2FE3" w:rsidRDefault="009D7561" w:rsidP="004B559B">
            <w:pPr>
              <w:snapToGrid w:val="0"/>
            </w:pPr>
            <w:r w:rsidRPr="00EA2FE3">
              <w:rPr>
                <w:i/>
              </w:rPr>
              <w:t>« </w:t>
            </w:r>
            <w:proofErr w:type="spellStart"/>
            <w:r w:rsidRPr="00EA2FE3">
              <w:rPr>
                <w:i/>
              </w:rPr>
              <w:t>Performator</w:t>
            </w:r>
            <w:proofErr w:type="spellEnd"/>
            <w:r w:rsidRPr="00EA2FE3">
              <w:t>»</w:t>
            </w:r>
          </w:p>
          <w:p w:rsidR="009D7561" w:rsidRPr="00EA2FE3" w:rsidRDefault="009D7561" w:rsidP="004B559B">
            <w:pPr>
              <w:snapToGrid w:val="0"/>
              <w:rPr>
                <w:i/>
              </w:rPr>
            </w:pPr>
            <w:r w:rsidRPr="00EA2FE3">
              <w:rPr>
                <w:i/>
              </w:rPr>
              <w:t>« </w:t>
            </w:r>
            <w:proofErr w:type="spellStart"/>
            <w:r w:rsidRPr="00EA2FE3">
              <w:rPr>
                <w:i/>
              </w:rPr>
              <w:t>Performator</w:t>
            </w:r>
            <w:proofErr w:type="spellEnd"/>
            <w:r w:rsidRPr="00EA2FE3">
              <w:t xml:space="preserve">»  </w:t>
            </w:r>
          </w:p>
        </w:tc>
        <w:tc>
          <w:tcPr>
            <w:tcW w:w="3969" w:type="dxa"/>
          </w:tcPr>
          <w:p w:rsidR="001E5140" w:rsidRDefault="001E5140" w:rsidP="001E5140">
            <w:pPr>
              <w:snapToGrid w:val="0"/>
            </w:pPr>
            <w:r w:rsidRPr="00EA2FE3">
              <w:t>Identifier les contrats avec la dénomination commerciale et permettre avec une granularité suffisante de faire une analyse raisonnablement transparente du marché.</w:t>
            </w:r>
          </w:p>
          <w:p w:rsidR="00E308E6" w:rsidRDefault="00E308E6" w:rsidP="001E5140">
            <w:pPr>
              <w:snapToGrid w:val="0"/>
            </w:pPr>
          </w:p>
          <w:p w:rsidR="00E308E6" w:rsidRPr="00EA2FE3" w:rsidRDefault="00E308E6" w:rsidP="001E5140">
            <w:pPr>
              <w:snapToGrid w:val="0"/>
            </w:pPr>
            <w:r>
              <w:t>Pouvoir r</w:t>
            </w:r>
            <w:r w:rsidR="009C0E37">
              <w:t>egrouper par contrat</w:t>
            </w:r>
            <w:r>
              <w:t xml:space="preserve"> les différentes versions éclatées sur plusieurs lignes du fait des variables de segmentation.</w:t>
            </w:r>
          </w:p>
          <w:p w:rsidR="009D7561" w:rsidRPr="00EA2FE3" w:rsidRDefault="009D7561" w:rsidP="00135918">
            <w:pPr>
              <w:snapToGrid w:val="0"/>
            </w:pPr>
          </w:p>
        </w:tc>
      </w:tr>
      <w:tr w:rsidR="009D7561" w:rsidRPr="00EA2FE3" w:rsidTr="004B559B">
        <w:trPr>
          <w:trHeight w:val="825"/>
        </w:trPr>
        <w:tc>
          <w:tcPr>
            <w:tcW w:w="1951" w:type="dxa"/>
          </w:tcPr>
          <w:p w:rsidR="009D7561" w:rsidRPr="00EA2FE3" w:rsidRDefault="009D7561" w:rsidP="004B559B">
            <w:pPr>
              <w:snapToGrid w:val="0"/>
              <w:rPr>
                <w:b/>
              </w:rPr>
            </w:pPr>
            <w:r w:rsidRPr="00EA2FE3">
              <w:rPr>
                <w:b/>
              </w:rPr>
              <w:t>Numéro de la catégorie de contrat</w:t>
            </w:r>
          </w:p>
          <w:p w:rsidR="009D7561" w:rsidRPr="00EA2FE3" w:rsidRDefault="009D7561" w:rsidP="004B559B">
            <w:pPr>
              <w:snapToGrid w:val="0"/>
            </w:pPr>
          </w:p>
        </w:tc>
        <w:tc>
          <w:tcPr>
            <w:tcW w:w="1140" w:type="dxa"/>
          </w:tcPr>
          <w:p w:rsidR="009D7561" w:rsidRPr="00EA2FE3" w:rsidRDefault="009D7561" w:rsidP="004B559B">
            <w:pPr>
              <w:snapToGrid w:val="0"/>
            </w:pPr>
            <w:r w:rsidRPr="00EA2FE3">
              <w:t>C0050</w:t>
            </w:r>
          </w:p>
        </w:tc>
        <w:tc>
          <w:tcPr>
            <w:tcW w:w="4530" w:type="dxa"/>
          </w:tcPr>
          <w:p w:rsidR="00FF4FAE" w:rsidRPr="00EA2FE3" w:rsidRDefault="00C517C2" w:rsidP="004B559B">
            <w:pPr>
              <w:snapToGrid w:val="0"/>
            </w:pPr>
            <w:r w:rsidRPr="00EA2FE3">
              <w:t>Il convient de sélectionner l</w:t>
            </w:r>
            <w:r w:rsidR="008C2A5E" w:rsidRPr="00EA2FE3">
              <w:t xml:space="preserve">e numéro de la </w:t>
            </w:r>
            <w:r w:rsidR="000E0969">
              <w:t xml:space="preserve">catégorie </w:t>
            </w:r>
            <w:r w:rsidR="000E0969" w:rsidRPr="000E0969">
              <w:t xml:space="preserve">ou </w:t>
            </w:r>
            <w:r w:rsidR="00D4205B" w:rsidRPr="005A1F96">
              <w:t>sous-</w:t>
            </w:r>
            <w:r w:rsidR="008C2A5E" w:rsidRPr="005A1F96">
              <w:t xml:space="preserve">catégorie </w:t>
            </w:r>
            <w:r w:rsidR="00B271C8" w:rsidRPr="005A1F96">
              <w:t>concernée</w:t>
            </w:r>
            <w:r w:rsidR="00B271C8" w:rsidRPr="00EA2FE3">
              <w:t xml:space="preserve"> </w:t>
            </w:r>
            <w:r w:rsidR="009D7561" w:rsidRPr="00EA2FE3">
              <w:t>au sens de</w:t>
            </w:r>
            <w:r w:rsidR="000E0969">
              <w:t xml:space="preserve"> l’état FR13.01.</w:t>
            </w:r>
            <w:r w:rsidR="009D7561" w:rsidRPr="00EA2FE3">
              <w:t xml:space="preserve"> </w:t>
            </w:r>
            <w:r w:rsidR="000E0969">
              <w:t>Il s’agit des 13 premières sous-catégories de l’</w:t>
            </w:r>
            <w:hyperlink r:id="rId12" w:history="1">
              <w:r w:rsidR="009D7561" w:rsidRPr="00EA2FE3">
                <w:rPr>
                  <w:rStyle w:val="Lienhypertexte"/>
                </w:rPr>
                <w:t>Article A. 344-2 du Code des Assurances</w:t>
              </w:r>
            </w:hyperlink>
            <w:r w:rsidR="009D7561" w:rsidRPr="00EA2FE3">
              <w:t xml:space="preserve"> (cf</w:t>
            </w:r>
            <w:r w:rsidR="009D7561" w:rsidRPr="00EA2FE3">
              <w:rPr>
                <w:b/>
              </w:rPr>
              <w:t>. annexe 1</w:t>
            </w:r>
            <w:r w:rsidR="009D7561" w:rsidRPr="00EA2FE3">
              <w:t>)</w:t>
            </w:r>
            <w:r w:rsidR="0094426B" w:rsidRPr="00EA2FE3">
              <w:t xml:space="preserve"> ou de l’article A</w:t>
            </w:r>
            <w:r w:rsidR="007405C3" w:rsidRPr="00EA2FE3">
              <w:t xml:space="preserve">. </w:t>
            </w:r>
            <w:r w:rsidR="0094426B" w:rsidRPr="00EA2FE3">
              <w:t>114-1 du Code de la Mutualité ou de l’article A931-11-10 du Code de la Sécurité Sociale</w:t>
            </w:r>
            <w:r w:rsidR="00D4205B" w:rsidRPr="00EA2FE3">
              <w:t>, ou de la catégorie pour les catégories ne comportant pas de sous-catégories (par exemple catégorie 1 et 2)</w:t>
            </w:r>
            <w:r w:rsidR="009D7561" w:rsidRPr="00EA2FE3">
              <w:t>.</w:t>
            </w:r>
            <w:r w:rsidR="00B23EF9" w:rsidRPr="00EA2FE3">
              <w:t xml:space="preserve"> </w:t>
            </w:r>
          </w:p>
          <w:p w:rsidR="009D7561" w:rsidRDefault="00B23EF9" w:rsidP="004B559B">
            <w:pPr>
              <w:snapToGrid w:val="0"/>
            </w:pPr>
            <w:r w:rsidRPr="00EA2FE3">
              <w:t xml:space="preserve">Une répartition des principaux types de contrats selon ces </w:t>
            </w:r>
            <w:r w:rsidR="00CC3C57" w:rsidRPr="00EA2FE3">
              <w:t>sous-</w:t>
            </w:r>
            <w:r w:rsidRPr="00EA2FE3">
              <w:t xml:space="preserve">catégories comptables est </w:t>
            </w:r>
            <w:r w:rsidR="004873CE" w:rsidRPr="00EA2FE3">
              <w:t xml:space="preserve">par ailleurs </w:t>
            </w:r>
            <w:r w:rsidRPr="00EA2FE3">
              <w:t>proposée en annexe 2.</w:t>
            </w:r>
          </w:p>
          <w:p w:rsidR="000C571B" w:rsidRDefault="000C571B" w:rsidP="005A1F96">
            <w:pPr>
              <w:pStyle w:val="NormalWeb"/>
              <w:spacing w:before="0" w:beforeAutospacing="0" w:after="0" w:afterAutospacing="0"/>
            </w:pPr>
            <w:r>
              <w:t xml:space="preserve">1 Contrats de capitalisation à prime unique (ou versements libres) </w:t>
            </w:r>
            <w:r w:rsidR="00473AB2">
              <w:t>en euros ou en devises</w:t>
            </w:r>
            <w:r>
              <w:t>;</w:t>
            </w:r>
          </w:p>
          <w:p w:rsidR="000C571B" w:rsidRDefault="000C571B" w:rsidP="005A1F96">
            <w:pPr>
              <w:pStyle w:val="NormalWeb"/>
              <w:spacing w:before="0" w:beforeAutospacing="0" w:after="0" w:afterAutospacing="0"/>
            </w:pPr>
            <w:r>
              <w:t xml:space="preserve">2 Contrats de capitalisation à primes périodiques </w:t>
            </w:r>
            <w:r w:rsidR="00473AB2">
              <w:t>en euros ou en devises</w:t>
            </w:r>
            <w:r>
              <w:t>;</w:t>
            </w:r>
          </w:p>
          <w:p w:rsidR="000C571B" w:rsidRDefault="000C571B" w:rsidP="005A1F96">
            <w:pPr>
              <w:pStyle w:val="NormalWeb"/>
              <w:spacing w:before="0" w:beforeAutospacing="0" w:after="0" w:afterAutospacing="0"/>
            </w:pPr>
            <w:r>
              <w:t xml:space="preserve">3 Contrats individuels d'assurance temporaire décès (y compris groupes ouverts) </w:t>
            </w:r>
            <w:r w:rsidR="00473AB2">
              <w:t>en euros ou en devises</w:t>
            </w:r>
            <w:r>
              <w:t>;</w:t>
            </w:r>
          </w:p>
          <w:p w:rsidR="000C571B" w:rsidRDefault="000C571B" w:rsidP="005A1F96">
            <w:pPr>
              <w:pStyle w:val="NormalWeb"/>
              <w:spacing w:before="0" w:beforeAutospacing="0" w:after="0" w:afterAutospacing="0"/>
            </w:pPr>
            <w:r>
              <w:lastRenderedPageBreak/>
              <w:t xml:space="preserve">4 Autres contrats individuels d'assurance vie à prime unique (ou versements libres) (y compris groupes ouverts) </w:t>
            </w:r>
            <w:r w:rsidR="00473AB2">
              <w:t>en euros ou en devises</w:t>
            </w:r>
            <w:r>
              <w:t>;</w:t>
            </w:r>
          </w:p>
          <w:p w:rsidR="000C571B" w:rsidRDefault="000C571B" w:rsidP="005A1F96">
            <w:pPr>
              <w:pStyle w:val="NormalWeb"/>
              <w:spacing w:before="0" w:beforeAutospacing="0" w:after="0" w:afterAutospacing="0"/>
            </w:pPr>
            <w:r>
              <w:t xml:space="preserve">5 Autres contrats individuels d'assurance vie à primes périodiques (y compris groupes ouverts) </w:t>
            </w:r>
            <w:r w:rsidR="00473AB2">
              <w:t>en euros ou en devises</w:t>
            </w:r>
            <w:r>
              <w:t>;</w:t>
            </w:r>
          </w:p>
          <w:p w:rsidR="000C571B" w:rsidRDefault="000C571B" w:rsidP="005A1F96">
            <w:pPr>
              <w:pStyle w:val="NormalWeb"/>
              <w:spacing w:before="0" w:beforeAutospacing="0" w:after="0" w:afterAutospacing="0"/>
            </w:pPr>
            <w:r>
              <w:t xml:space="preserve">6 Contrats collectifs d'assurance en cas de décès </w:t>
            </w:r>
            <w:r w:rsidR="00473AB2">
              <w:t>en euros ou en devises</w:t>
            </w:r>
            <w:r>
              <w:t>;</w:t>
            </w:r>
          </w:p>
          <w:p w:rsidR="000C571B" w:rsidRDefault="000C571B" w:rsidP="005A1F96">
            <w:pPr>
              <w:pStyle w:val="NormalWeb"/>
              <w:spacing w:before="0" w:beforeAutospacing="0" w:after="0" w:afterAutospacing="0"/>
            </w:pPr>
            <w:r>
              <w:t xml:space="preserve">7 Contrats collectifs d'assurance en cas de vie </w:t>
            </w:r>
            <w:r w:rsidR="00473AB2">
              <w:t>en euros ou en devises</w:t>
            </w:r>
            <w:r>
              <w:t>;</w:t>
            </w:r>
          </w:p>
          <w:p w:rsidR="000C571B" w:rsidRDefault="000C571B" w:rsidP="005A1F96">
            <w:pPr>
              <w:pStyle w:val="NormalWeb"/>
              <w:spacing w:before="0" w:beforeAutospacing="0" w:after="0" w:afterAutospacing="0"/>
            </w:pPr>
            <w:r>
              <w:t>8 Contrats d'assurance vie ou de capitalisation en unités de compte à prime unique (ou versements libres) ;</w:t>
            </w:r>
          </w:p>
          <w:p w:rsidR="000C571B" w:rsidRDefault="000C571B" w:rsidP="005A1F96">
            <w:pPr>
              <w:pStyle w:val="NormalWeb"/>
              <w:spacing w:before="0" w:beforeAutospacing="0" w:after="0" w:afterAutospacing="0"/>
            </w:pPr>
            <w:r>
              <w:t>9 Contrats d'assurance vie ou de capitalisation en unités de compte à primes périodiques ;</w:t>
            </w:r>
          </w:p>
          <w:p w:rsidR="000C571B" w:rsidRDefault="000C571B" w:rsidP="005A1F96">
            <w:pPr>
              <w:pStyle w:val="NormalWeb"/>
              <w:spacing w:before="0" w:beforeAutospacing="0" w:after="0" w:afterAutospacing="0"/>
            </w:pPr>
            <w:r>
              <w:t xml:space="preserve">10 Contrats collectifs relevant de </w:t>
            </w:r>
            <w:hyperlink r:id="rId13" w:history="1">
              <w:r>
                <w:rPr>
                  <w:rStyle w:val="Lienhypertexte"/>
                </w:rPr>
                <w:t xml:space="preserve">l'article L. 441-1 </w:t>
              </w:r>
            </w:hyperlink>
            <w:r>
              <w:t xml:space="preserve">mais ne relevant pas des articles L. 143-1 et </w:t>
            </w:r>
            <w:hyperlink r:id="rId14" w:history="1">
              <w:r>
                <w:rPr>
                  <w:rStyle w:val="Lienhypertexte"/>
                </w:rPr>
                <w:t>L. 144-2</w:t>
              </w:r>
            </w:hyperlink>
            <w:r>
              <w:t xml:space="preserve"> ;</w:t>
            </w:r>
          </w:p>
          <w:p w:rsidR="000C571B" w:rsidRDefault="000C571B" w:rsidP="005A1F96">
            <w:pPr>
              <w:pStyle w:val="NormalWeb"/>
              <w:spacing w:before="0" w:beforeAutospacing="0" w:after="0" w:afterAutospacing="0"/>
            </w:pPr>
            <w:r>
              <w:t>11. Contrats relevant de l'article L. 144-2 ;</w:t>
            </w:r>
          </w:p>
          <w:p w:rsidR="009C0DA8" w:rsidRDefault="009C0DA8" w:rsidP="005A1F96">
            <w:pPr>
              <w:pStyle w:val="NormalWeb"/>
              <w:spacing w:before="0" w:beforeAutospacing="0" w:after="0" w:afterAutospacing="0"/>
            </w:pPr>
            <w:r>
              <w:t>111. PERP Branche 26</w:t>
            </w:r>
          </w:p>
          <w:p w:rsidR="009C0DA8" w:rsidRDefault="009C0DA8" w:rsidP="005A1F96">
            <w:pPr>
              <w:pStyle w:val="NormalWeb"/>
              <w:spacing w:before="0" w:beforeAutospacing="0" w:after="0" w:afterAutospacing="0"/>
            </w:pPr>
            <w:r>
              <w:t xml:space="preserve">112. PERP </w:t>
            </w:r>
            <w:proofErr w:type="spellStart"/>
            <w:r>
              <w:t>Eurocroissance</w:t>
            </w:r>
            <w:proofErr w:type="spellEnd"/>
          </w:p>
          <w:p w:rsidR="009C0DA8" w:rsidRDefault="009C0DA8" w:rsidP="005A1F96">
            <w:pPr>
              <w:pStyle w:val="NormalWeb"/>
              <w:spacing w:before="0" w:beforeAutospacing="0" w:after="0" w:afterAutospacing="0"/>
            </w:pPr>
            <w:r>
              <w:t>113. PERP autres euros</w:t>
            </w:r>
          </w:p>
          <w:p w:rsidR="009C0DA8" w:rsidRDefault="009C0DA8" w:rsidP="005A1F96">
            <w:pPr>
              <w:pStyle w:val="NormalWeb"/>
              <w:spacing w:before="0" w:beforeAutospacing="0" w:after="0" w:afterAutospacing="0"/>
            </w:pPr>
            <w:r>
              <w:t>114. PERP UC</w:t>
            </w:r>
          </w:p>
          <w:p w:rsidR="000C571B" w:rsidRDefault="000C571B" w:rsidP="005A1F96">
            <w:pPr>
              <w:pStyle w:val="NormalWeb"/>
              <w:spacing w:before="0" w:beforeAutospacing="0" w:after="0" w:afterAutospacing="0"/>
            </w:pPr>
            <w:r>
              <w:t>12. Contrats de retraite professionnelle supplémentaire régis par l'article L. 143-1 pour lesquels, en application de l'article L. 143-4, de l'article L. 441-8 ou du premier alinéa du I de l'article L. 381-2, il est tenu une comptabilité auxiliaire d'affectation et ne relevant pas du 15 ;</w:t>
            </w:r>
          </w:p>
          <w:p w:rsidR="005C23A7" w:rsidRDefault="005C23A7" w:rsidP="005A1F96">
            <w:pPr>
              <w:pStyle w:val="NormalWeb"/>
              <w:spacing w:before="0" w:beforeAutospacing="0" w:after="0" w:afterAutospacing="0"/>
            </w:pPr>
            <w:r>
              <w:lastRenderedPageBreak/>
              <w:t>121. RPS Branche 26</w:t>
            </w:r>
          </w:p>
          <w:p w:rsidR="005C23A7" w:rsidRDefault="005C23A7" w:rsidP="005A1F96">
            <w:pPr>
              <w:pStyle w:val="NormalWeb"/>
              <w:spacing w:before="0" w:beforeAutospacing="0" w:after="0" w:afterAutospacing="0"/>
            </w:pPr>
            <w:r>
              <w:t>122. RPS donnant lieu à Provision de diversification</w:t>
            </w:r>
          </w:p>
          <w:p w:rsidR="005C23A7" w:rsidRDefault="005C23A7" w:rsidP="005A1F96">
            <w:pPr>
              <w:pStyle w:val="NormalWeb"/>
              <w:spacing w:before="0" w:beforeAutospacing="0" w:after="0" w:afterAutospacing="0"/>
            </w:pPr>
            <w:r>
              <w:t>123. RPS autres euros</w:t>
            </w:r>
          </w:p>
          <w:p w:rsidR="005C23A7" w:rsidRDefault="005C23A7" w:rsidP="005A1F96">
            <w:pPr>
              <w:pStyle w:val="NormalWeb"/>
              <w:spacing w:before="0" w:beforeAutospacing="0" w:after="0" w:afterAutospacing="0"/>
            </w:pPr>
            <w:r>
              <w:t xml:space="preserve">124. RPS PERP euros non Branche 26 et non </w:t>
            </w:r>
            <w:proofErr w:type="spellStart"/>
            <w:r>
              <w:t>eurocroissance</w:t>
            </w:r>
            <w:proofErr w:type="spellEnd"/>
          </w:p>
          <w:p w:rsidR="005C23A7" w:rsidRDefault="005C23A7" w:rsidP="005A1F96">
            <w:pPr>
              <w:pStyle w:val="NormalWeb"/>
              <w:spacing w:before="0" w:beforeAutospacing="0" w:after="0" w:afterAutospacing="0"/>
            </w:pPr>
            <w:r>
              <w:t xml:space="preserve">125. RPS PERP UC non Branche 26 et non </w:t>
            </w:r>
            <w:proofErr w:type="spellStart"/>
            <w:r>
              <w:t>eurocroissance</w:t>
            </w:r>
            <w:proofErr w:type="spellEnd"/>
          </w:p>
          <w:p w:rsidR="00082E9B" w:rsidRDefault="00082E9B" w:rsidP="005A1F96">
            <w:pPr>
              <w:pStyle w:val="NormalWeb"/>
              <w:spacing w:before="0" w:beforeAutospacing="0" w:after="0" w:afterAutospacing="0"/>
            </w:pPr>
            <w:r>
              <w:t>126. RPS UC</w:t>
            </w:r>
          </w:p>
          <w:p w:rsidR="000C571B" w:rsidRPr="005A1F96" w:rsidRDefault="000C571B" w:rsidP="005A1F96">
            <w:pPr>
              <w:pStyle w:val="NormalWeb"/>
              <w:spacing w:before="0" w:beforeAutospacing="0" w:after="0" w:afterAutospacing="0"/>
            </w:pPr>
            <w:r>
              <w:t xml:space="preserve">13 Opérations relevant de </w:t>
            </w:r>
            <w:hyperlink r:id="rId15" w:history="1">
              <w:r>
                <w:rPr>
                  <w:rStyle w:val="Lienhypertexte"/>
                </w:rPr>
                <w:t xml:space="preserve">l'article L. 134-1 </w:t>
              </w:r>
            </w:hyperlink>
            <w:r>
              <w:t xml:space="preserve">mais ne relevant pas des articles </w:t>
            </w:r>
            <w:hyperlink r:id="rId16" w:history="1">
              <w:r>
                <w:rPr>
                  <w:rStyle w:val="Lienhypertexte"/>
                </w:rPr>
                <w:t xml:space="preserve">L. 143-1 </w:t>
              </w:r>
            </w:hyperlink>
            <w:r>
              <w:t>et L. 144-2 ;</w:t>
            </w:r>
          </w:p>
          <w:p w:rsidR="009D7561" w:rsidRPr="00EA2FE3" w:rsidRDefault="009D7561" w:rsidP="00FF4FAE">
            <w:pPr>
              <w:pStyle w:val="Default"/>
              <w:ind w:left="311"/>
              <w:jc w:val="both"/>
              <w:rPr>
                <w:sz w:val="19"/>
                <w:szCs w:val="19"/>
              </w:rPr>
            </w:pPr>
          </w:p>
        </w:tc>
        <w:tc>
          <w:tcPr>
            <w:tcW w:w="1843" w:type="dxa"/>
          </w:tcPr>
          <w:p w:rsidR="009D7561" w:rsidRPr="00EA2FE3" w:rsidRDefault="009D7561" w:rsidP="004B559B">
            <w:pPr>
              <w:snapToGrid w:val="0"/>
              <w:rPr>
                <w:i/>
              </w:rPr>
            </w:pPr>
            <w:r w:rsidRPr="00EA2FE3">
              <w:rPr>
                <w:i/>
              </w:rPr>
              <w:lastRenderedPageBreak/>
              <w:t>11</w:t>
            </w:r>
          </w:p>
        </w:tc>
        <w:tc>
          <w:tcPr>
            <w:tcW w:w="3969" w:type="dxa"/>
          </w:tcPr>
          <w:p w:rsidR="009D7561" w:rsidRPr="00EA2FE3" w:rsidRDefault="009D7561" w:rsidP="004B559B">
            <w:pPr>
              <w:snapToGrid w:val="0"/>
            </w:pPr>
            <w:r w:rsidRPr="00EA2FE3">
              <w:t>Avoir une classification des contrats par nature des garanties.</w:t>
            </w:r>
          </w:p>
          <w:p w:rsidR="009D7561" w:rsidRPr="00EA2FE3" w:rsidRDefault="009D7561" w:rsidP="004B559B">
            <w:pPr>
              <w:snapToGrid w:val="0"/>
            </w:pPr>
          </w:p>
          <w:p w:rsidR="009D7561" w:rsidRPr="00EA2FE3" w:rsidRDefault="009D7561" w:rsidP="007D3A9A">
            <w:pPr>
              <w:snapToGrid w:val="0"/>
            </w:pPr>
            <w:r w:rsidRPr="00EA2FE3">
              <w:t xml:space="preserve">Les </w:t>
            </w:r>
            <w:r w:rsidR="0094426B" w:rsidRPr="00EA2FE3">
              <w:t>sous-</w:t>
            </w:r>
            <w:r w:rsidRPr="00EA2FE3">
              <w:t xml:space="preserve">catégories proposées permettent </w:t>
            </w:r>
            <w:r w:rsidR="0094426B" w:rsidRPr="00EA2FE3">
              <w:t xml:space="preserve">notamment </w:t>
            </w:r>
            <w:r w:rsidRPr="00EA2FE3">
              <w:t xml:space="preserve">de faire la distinction des contrats d’épargne, retraite, en cas de vie et/ou en cas de décès. Cette information n’est pas </w:t>
            </w:r>
            <w:r w:rsidR="007D3A9A" w:rsidRPr="00EA2FE3">
              <w:t xml:space="preserve">donnée </w:t>
            </w:r>
            <w:r w:rsidRPr="00EA2FE3">
              <w:t>par la segmentation des « Line Of Business » (</w:t>
            </w:r>
            <w:proofErr w:type="spellStart"/>
            <w:r w:rsidRPr="00EA2FE3">
              <w:t>LoB</w:t>
            </w:r>
            <w:proofErr w:type="spellEnd"/>
            <w:r w:rsidRPr="00EA2FE3">
              <w:t>).</w:t>
            </w:r>
          </w:p>
        </w:tc>
      </w:tr>
      <w:tr w:rsidR="009D7561" w:rsidRPr="00EA2FE3" w:rsidTr="004B559B">
        <w:trPr>
          <w:trHeight w:val="825"/>
        </w:trPr>
        <w:tc>
          <w:tcPr>
            <w:tcW w:w="1951" w:type="dxa"/>
          </w:tcPr>
          <w:p w:rsidR="009D7561" w:rsidRPr="00EA2FE3" w:rsidRDefault="009D7561" w:rsidP="004B559B">
            <w:pPr>
              <w:snapToGrid w:val="0"/>
              <w:rPr>
                <w:b/>
              </w:rPr>
            </w:pPr>
            <w:r w:rsidRPr="00EA2FE3">
              <w:rPr>
                <w:b/>
              </w:rPr>
              <w:lastRenderedPageBreak/>
              <w:t xml:space="preserve">Lignes d’Activité         </w:t>
            </w:r>
            <w:r w:rsidRPr="00EA2FE3">
              <w:rPr>
                <w:b/>
                <w:color w:val="FF0000"/>
              </w:rPr>
              <w:t xml:space="preserve"> </w:t>
            </w:r>
          </w:p>
        </w:tc>
        <w:tc>
          <w:tcPr>
            <w:tcW w:w="1140" w:type="dxa"/>
          </w:tcPr>
          <w:p w:rsidR="009D7561" w:rsidRPr="00EA2FE3" w:rsidRDefault="009D7561" w:rsidP="004B559B">
            <w:pPr>
              <w:snapToGrid w:val="0"/>
            </w:pPr>
            <w:r w:rsidRPr="00EA2FE3">
              <w:t>C0060</w:t>
            </w:r>
          </w:p>
        </w:tc>
        <w:tc>
          <w:tcPr>
            <w:tcW w:w="4530" w:type="dxa"/>
          </w:tcPr>
          <w:p w:rsidR="00FE77D0" w:rsidRPr="00EA2FE3" w:rsidRDefault="009D7561" w:rsidP="004B559B">
            <w:pPr>
              <w:snapToGrid w:val="0"/>
              <w:rPr>
                <w:b/>
              </w:rPr>
            </w:pPr>
            <w:r w:rsidRPr="00EA2FE3">
              <w:t>Ligne d’activité (</w:t>
            </w:r>
            <w:proofErr w:type="spellStart"/>
            <w:r w:rsidRPr="00EA2FE3">
              <w:t>LdA</w:t>
            </w:r>
            <w:proofErr w:type="spellEnd"/>
            <w:r w:rsidR="00BC613E" w:rsidRPr="00EA2FE3">
              <w:t xml:space="preserve"> ou </w:t>
            </w:r>
            <w:proofErr w:type="spellStart"/>
            <w:r w:rsidR="00BC613E" w:rsidRPr="00EA2FE3">
              <w:t>LoB</w:t>
            </w:r>
            <w:proofErr w:type="spellEnd"/>
            <w:r w:rsidRPr="00EA2FE3">
              <w:t>) contenant la garantie principale du contrat dans le cadre des évaluations du bilan prudentiel</w:t>
            </w:r>
            <w:r w:rsidR="000C68DC" w:rsidRPr="00EA2FE3">
              <w:t xml:space="preserve"> (telles que définies à l’article 55 du règlement délégué n°2015-35</w:t>
            </w:r>
            <w:r w:rsidR="007273B2" w:rsidRPr="00EA2FE3">
              <w:t>)</w:t>
            </w:r>
            <w:r w:rsidRPr="00EA2FE3">
              <w:t>.</w:t>
            </w:r>
            <w:r w:rsidR="005F1412" w:rsidRPr="00EA2FE3">
              <w:t xml:space="preserve"> </w:t>
            </w:r>
          </w:p>
          <w:p w:rsidR="008C2A5E" w:rsidRPr="00EA2FE3" w:rsidRDefault="008C2A5E" w:rsidP="004B559B">
            <w:pPr>
              <w:snapToGrid w:val="0"/>
            </w:pPr>
            <w:r w:rsidRPr="00EA2FE3">
              <w:t>Il convient de sélectionner l’un des choix suivants pour chacun des contrats :</w:t>
            </w:r>
          </w:p>
          <w:p w:rsidR="008C2A5E" w:rsidRPr="00EA2FE3" w:rsidRDefault="008C2A5E" w:rsidP="008C2A5E">
            <w:pPr>
              <w:snapToGrid w:val="0"/>
            </w:pPr>
            <w:r w:rsidRPr="00EA2FE3">
              <w:t>1.  Assurance avec participation aux bénéfices</w:t>
            </w:r>
          </w:p>
          <w:p w:rsidR="008C2A5E" w:rsidRPr="00EA2FE3" w:rsidRDefault="008C2A5E" w:rsidP="008C2A5E">
            <w:pPr>
              <w:snapToGrid w:val="0"/>
            </w:pPr>
            <w:r w:rsidRPr="00EA2FE3">
              <w:t>2.  Unités de comptes ou indexés - Contrats sans options et garanties</w:t>
            </w:r>
          </w:p>
          <w:p w:rsidR="008C2A5E" w:rsidRPr="00EA2FE3" w:rsidRDefault="008C2A5E" w:rsidP="008C2A5E">
            <w:pPr>
              <w:snapToGrid w:val="0"/>
            </w:pPr>
            <w:r w:rsidRPr="00EA2FE3">
              <w:t>3.  Unités de comptes ou indexés - Contrats avec options et garanties</w:t>
            </w:r>
          </w:p>
          <w:p w:rsidR="008C2A5E" w:rsidRPr="00EA2FE3" w:rsidRDefault="008C2A5E" w:rsidP="008C2A5E">
            <w:pPr>
              <w:snapToGrid w:val="0"/>
            </w:pPr>
            <w:r w:rsidRPr="00EA2FE3">
              <w:t>4. Autres activités d'assurance vie - Contrats sans options et garanties</w:t>
            </w:r>
          </w:p>
          <w:p w:rsidR="008C2A5E" w:rsidRPr="00EA2FE3" w:rsidRDefault="008C2A5E" w:rsidP="008C2A5E">
            <w:pPr>
              <w:snapToGrid w:val="0"/>
            </w:pPr>
            <w:r w:rsidRPr="00EA2FE3">
              <w:t>5. Autres activités d'assurance vie - Contrats avec options et garanties</w:t>
            </w:r>
          </w:p>
          <w:p w:rsidR="008C2A5E" w:rsidRPr="00EA2FE3" w:rsidRDefault="008C2A5E" w:rsidP="008C2A5E">
            <w:pPr>
              <w:snapToGrid w:val="0"/>
            </w:pPr>
            <w:r w:rsidRPr="00EA2FE3">
              <w:t>6. Rentes issues de l'assurance non-vie autre que santé</w:t>
            </w:r>
          </w:p>
          <w:p w:rsidR="008C2A5E" w:rsidRPr="00EA2FE3" w:rsidRDefault="008C2A5E" w:rsidP="008C2A5E">
            <w:pPr>
              <w:snapToGrid w:val="0"/>
            </w:pPr>
          </w:p>
          <w:p w:rsidR="008C2A5E" w:rsidRPr="00EA2FE3" w:rsidRDefault="008C2A5E" w:rsidP="008C2A5E">
            <w:pPr>
              <w:snapToGrid w:val="0"/>
            </w:pPr>
            <w:r w:rsidRPr="00EA2FE3">
              <w:t>NB :</w:t>
            </w:r>
          </w:p>
          <w:p w:rsidR="008C2A5E" w:rsidRPr="00EA2FE3" w:rsidRDefault="008C2A5E" w:rsidP="00890E97">
            <w:pPr>
              <w:pStyle w:val="Paragraphedeliste"/>
              <w:numPr>
                <w:ilvl w:val="0"/>
                <w:numId w:val="14"/>
              </w:numPr>
              <w:ind w:left="170" w:hanging="142"/>
            </w:pPr>
            <w:r w:rsidRPr="00EA2FE3">
              <w:rPr>
                <w:rFonts w:ascii="Times New Roman" w:hAnsi="Times New Roman"/>
                <w:sz w:val="22"/>
                <w:szCs w:val="22"/>
              </w:rPr>
              <w:t xml:space="preserve">À remplir seulement par les organismes </w:t>
            </w:r>
            <w:r w:rsidRPr="00EA2FE3">
              <w:rPr>
                <w:rFonts w:ascii="Times New Roman" w:hAnsi="Times New Roman"/>
                <w:sz w:val="22"/>
                <w:szCs w:val="22"/>
              </w:rPr>
              <w:lastRenderedPageBreak/>
              <w:t>assujettis à Solvabilité II.</w:t>
            </w:r>
          </w:p>
        </w:tc>
        <w:tc>
          <w:tcPr>
            <w:tcW w:w="1843" w:type="dxa"/>
          </w:tcPr>
          <w:p w:rsidR="004C4AAE" w:rsidRPr="00EA2FE3" w:rsidRDefault="004C4AAE" w:rsidP="004C4AAE">
            <w:pPr>
              <w:snapToGrid w:val="0"/>
            </w:pPr>
            <w:r w:rsidRPr="00EA2FE3">
              <w:lastRenderedPageBreak/>
              <w:t>1.  Assurance avec participation aux bénéfices</w:t>
            </w:r>
          </w:p>
          <w:p w:rsidR="009D7561" w:rsidRPr="00EA2FE3" w:rsidRDefault="009D7561" w:rsidP="004B559B">
            <w:pPr>
              <w:snapToGrid w:val="0"/>
            </w:pPr>
          </w:p>
        </w:tc>
        <w:tc>
          <w:tcPr>
            <w:tcW w:w="3969" w:type="dxa"/>
          </w:tcPr>
          <w:p w:rsidR="009D7561" w:rsidRPr="00EA2FE3" w:rsidRDefault="009D7561" w:rsidP="004B559B">
            <w:pPr>
              <w:snapToGrid w:val="0"/>
            </w:pPr>
            <w:r w:rsidRPr="00EA2FE3">
              <w:t>Savoir à quelle ‘</w:t>
            </w:r>
            <w:proofErr w:type="spellStart"/>
            <w:r w:rsidRPr="00EA2FE3">
              <w:t>LdA</w:t>
            </w:r>
            <w:proofErr w:type="spellEnd"/>
            <w:r w:rsidRPr="00EA2FE3">
              <w:t xml:space="preserve">’ (ou </w:t>
            </w:r>
            <w:proofErr w:type="spellStart"/>
            <w:r w:rsidRPr="00EA2FE3">
              <w:t>LoB</w:t>
            </w:r>
            <w:proofErr w:type="spellEnd"/>
            <w:r w:rsidRPr="00EA2FE3">
              <w:t>) appartient le contrat dans le cadre de la valorisation du bilan prudentiel en norme Solvabilité II.</w:t>
            </w:r>
          </w:p>
          <w:p w:rsidR="009D7561" w:rsidRPr="00EA2FE3" w:rsidRDefault="009D7561" w:rsidP="004B559B">
            <w:pPr>
              <w:snapToGrid w:val="0"/>
            </w:pPr>
          </w:p>
        </w:tc>
      </w:tr>
      <w:tr w:rsidR="00914A91" w:rsidRPr="00EA2FE3" w:rsidTr="004B559B">
        <w:trPr>
          <w:trHeight w:val="825"/>
        </w:trPr>
        <w:tc>
          <w:tcPr>
            <w:tcW w:w="1951" w:type="dxa"/>
          </w:tcPr>
          <w:p w:rsidR="00914A91" w:rsidRPr="00EA2FE3" w:rsidRDefault="00914A91" w:rsidP="00B75113">
            <w:pPr>
              <w:rPr>
                <w:b/>
              </w:rPr>
            </w:pPr>
            <w:r w:rsidRPr="00D93190">
              <w:rPr>
                <w:b/>
              </w:rPr>
              <w:lastRenderedPageBreak/>
              <w:t>Garantie retraite Art. 82</w:t>
            </w:r>
            <w:r w:rsidRPr="00EA2FE3">
              <w:rPr>
                <w:b/>
              </w:rPr>
              <w:t xml:space="preserve"> </w:t>
            </w:r>
          </w:p>
          <w:p w:rsidR="00914A91" w:rsidRPr="00EA2FE3" w:rsidRDefault="00914A91" w:rsidP="004B559B">
            <w:pPr>
              <w:snapToGrid w:val="0"/>
              <w:rPr>
                <w:b/>
              </w:rPr>
            </w:pPr>
          </w:p>
        </w:tc>
        <w:tc>
          <w:tcPr>
            <w:tcW w:w="1140" w:type="dxa"/>
          </w:tcPr>
          <w:p w:rsidR="00914A91" w:rsidRPr="00EA2FE3" w:rsidRDefault="00914A91" w:rsidP="00914A91">
            <w:pPr>
              <w:snapToGrid w:val="0"/>
            </w:pPr>
            <w:r w:rsidRPr="00EA2FE3">
              <w:t>C0</w:t>
            </w:r>
            <w:r>
              <w:t>061</w:t>
            </w:r>
          </w:p>
        </w:tc>
        <w:tc>
          <w:tcPr>
            <w:tcW w:w="4530" w:type="dxa"/>
          </w:tcPr>
          <w:p w:rsidR="00914A91" w:rsidRPr="00EA2FE3" w:rsidRDefault="00914A91" w:rsidP="004B559B">
            <w:pPr>
              <w:snapToGrid w:val="0"/>
            </w:pPr>
            <w:r>
              <w:t>Indication si le contrat comporte une garantie de retraite supplémentaire au sens de l’article 82 du C.G.I</w:t>
            </w:r>
            <w:proofErr w:type="gramStart"/>
            <w:r>
              <w:t>..</w:t>
            </w:r>
            <w:proofErr w:type="gramEnd"/>
            <w:r>
              <w:t xml:space="preserve"> Les réponses attendues sont « Oui » ou « Non ».</w:t>
            </w:r>
          </w:p>
        </w:tc>
        <w:tc>
          <w:tcPr>
            <w:tcW w:w="1843" w:type="dxa"/>
          </w:tcPr>
          <w:p w:rsidR="00914A91" w:rsidRPr="00EA2FE3" w:rsidRDefault="00914A91" w:rsidP="004B559B">
            <w:pPr>
              <w:snapToGrid w:val="0"/>
              <w:jc w:val="center"/>
              <w:rPr>
                <w:i/>
              </w:rPr>
            </w:pPr>
            <w:r>
              <w:t>Non</w:t>
            </w:r>
          </w:p>
        </w:tc>
        <w:tc>
          <w:tcPr>
            <w:tcW w:w="3969" w:type="dxa"/>
          </w:tcPr>
          <w:p w:rsidR="00914A91" w:rsidRPr="00EA2FE3" w:rsidRDefault="00914A91" w:rsidP="00BC613E">
            <w:pPr>
              <w:snapToGrid w:val="0"/>
            </w:pPr>
            <w:r>
              <w:t>Comprendre la nature du contrat et des garanties.</w:t>
            </w:r>
          </w:p>
        </w:tc>
      </w:tr>
      <w:tr w:rsidR="00914A91" w:rsidRPr="00EA2FE3" w:rsidTr="004B559B">
        <w:trPr>
          <w:trHeight w:val="825"/>
        </w:trPr>
        <w:tc>
          <w:tcPr>
            <w:tcW w:w="1951" w:type="dxa"/>
          </w:tcPr>
          <w:p w:rsidR="00914A91" w:rsidRPr="00EA2FE3" w:rsidRDefault="00914A91" w:rsidP="004B559B">
            <w:pPr>
              <w:snapToGrid w:val="0"/>
              <w:rPr>
                <w:b/>
              </w:rPr>
            </w:pPr>
            <w:r w:rsidRPr="00D93190">
              <w:rPr>
                <w:b/>
              </w:rPr>
              <w:t>Garantie retraite Art. 83</w:t>
            </w:r>
          </w:p>
        </w:tc>
        <w:tc>
          <w:tcPr>
            <w:tcW w:w="1140" w:type="dxa"/>
          </w:tcPr>
          <w:p w:rsidR="00914A91" w:rsidRPr="00EA2FE3" w:rsidRDefault="00914A91" w:rsidP="00914A91">
            <w:pPr>
              <w:snapToGrid w:val="0"/>
            </w:pPr>
            <w:r w:rsidRPr="00EA2FE3">
              <w:t>C0</w:t>
            </w:r>
            <w:r>
              <w:t>062</w:t>
            </w:r>
          </w:p>
        </w:tc>
        <w:tc>
          <w:tcPr>
            <w:tcW w:w="4530" w:type="dxa"/>
          </w:tcPr>
          <w:p w:rsidR="00914A91" w:rsidRPr="00EA2FE3" w:rsidRDefault="00914A91" w:rsidP="004B559B">
            <w:pPr>
              <w:snapToGrid w:val="0"/>
            </w:pPr>
            <w:r>
              <w:t>Indication si le contrat comporte une garantie de retraite supplémentaire au sens de l’article 83 du C.G.I</w:t>
            </w:r>
            <w:proofErr w:type="gramStart"/>
            <w:r>
              <w:t>..</w:t>
            </w:r>
            <w:proofErr w:type="gramEnd"/>
            <w:r>
              <w:t xml:space="preserve"> Les réponses attendues sont « Oui » ou « Non ».</w:t>
            </w:r>
          </w:p>
        </w:tc>
        <w:tc>
          <w:tcPr>
            <w:tcW w:w="1843" w:type="dxa"/>
          </w:tcPr>
          <w:p w:rsidR="00914A91" w:rsidRPr="00EA2FE3" w:rsidRDefault="00914A91" w:rsidP="004B559B">
            <w:pPr>
              <w:snapToGrid w:val="0"/>
              <w:jc w:val="center"/>
              <w:rPr>
                <w:i/>
              </w:rPr>
            </w:pPr>
            <w:r>
              <w:t>Non</w:t>
            </w:r>
          </w:p>
        </w:tc>
        <w:tc>
          <w:tcPr>
            <w:tcW w:w="3969" w:type="dxa"/>
          </w:tcPr>
          <w:p w:rsidR="00914A91" w:rsidRPr="00EA2FE3" w:rsidRDefault="00914A91" w:rsidP="00BC613E">
            <w:pPr>
              <w:snapToGrid w:val="0"/>
            </w:pPr>
            <w:r>
              <w:t>Comprendre la nature du contrat et des garanties.</w:t>
            </w:r>
          </w:p>
        </w:tc>
      </w:tr>
      <w:tr w:rsidR="00914A91" w:rsidRPr="00EA2FE3" w:rsidTr="004B559B">
        <w:trPr>
          <w:trHeight w:val="825"/>
        </w:trPr>
        <w:tc>
          <w:tcPr>
            <w:tcW w:w="1951" w:type="dxa"/>
          </w:tcPr>
          <w:p w:rsidR="00914A91" w:rsidRPr="00EA2FE3" w:rsidRDefault="00914A91" w:rsidP="004B559B">
            <w:pPr>
              <w:snapToGrid w:val="0"/>
              <w:rPr>
                <w:b/>
              </w:rPr>
            </w:pPr>
            <w:r w:rsidRPr="00D93190">
              <w:rPr>
                <w:b/>
              </w:rPr>
              <w:t>Garantie retraite Art. 39</w:t>
            </w:r>
          </w:p>
        </w:tc>
        <w:tc>
          <w:tcPr>
            <w:tcW w:w="1140" w:type="dxa"/>
          </w:tcPr>
          <w:p w:rsidR="00914A91" w:rsidRPr="00EA2FE3" w:rsidRDefault="00914A91" w:rsidP="00914A91">
            <w:pPr>
              <w:snapToGrid w:val="0"/>
            </w:pPr>
            <w:r w:rsidRPr="00EA2FE3">
              <w:t>C0</w:t>
            </w:r>
            <w:r>
              <w:t>063</w:t>
            </w:r>
          </w:p>
        </w:tc>
        <w:tc>
          <w:tcPr>
            <w:tcW w:w="4530" w:type="dxa"/>
          </w:tcPr>
          <w:p w:rsidR="00914A91" w:rsidRPr="00EA2FE3" w:rsidRDefault="00914A91" w:rsidP="004B559B">
            <w:pPr>
              <w:snapToGrid w:val="0"/>
            </w:pPr>
            <w:r>
              <w:t>Indication si le contrat comporte une garantie de retraite supplémentaire au sens de l’article 39 du C.G.I</w:t>
            </w:r>
            <w:proofErr w:type="gramStart"/>
            <w:r>
              <w:t>..</w:t>
            </w:r>
            <w:proofErr w:type="gramEnd"/>
            <w:r>
              <w:t xml:space="preserve"> Les réponses attendues sont « Oui » ou « Non ».</w:t>
            </w:r>
          </w:p>
        </w:tc>
        <w:tc>
          <w:tcPr>
            <w:tcW w:w="1843" w:type="dxa"/>
          </w:tcPr>
          <w:p w:rsidR="00914A91" w:rsidRPr="00EA2FE3" w:rsidRDefault="00914A91" w:rsidP="004B559B">
            <w:pPr>
              <w:snapToGrid w:val="0"/>
              <w:jc w:val="center"/>
              <w:rPr>
                <w:i/>
              </w:rPr>
            </w:pPr>
            <w:r>
              <w:t>Non</w:t>
            </w:r>
          </w:p>
        </w:tc>
        <w:tc>
          <w:tcPr>
            <w:tcW w:w="3969" w:type="dxa"/>
          </w:tcPr>
          <w:p w:rsidR="00914A91" w:rsidRPr="00EA2FE3" w:rsidRDefault="00914A91" w:rsidP="00BC613E">
            <w:pPr>
              <w:snapToGrid w:val="0"/>
            </w:pPr>
            <w:r>
              <w:t>Comprendre la nature du contrat et des garanties.</w:t>
            </w:r>
          </w:p>
        </w:tc>
      </w:tr>
      <w:tr w:rsidR="00914A91" w:rsidRPr="00EA2FE3" w:rsidTr="004B559B">
        <w:trPr>
          <w:trHeight w:val="825"/>
        </w:trPr>
        <w:tc>
          <w:tcPr>
            <w:tcW w:w="1951" w:type="dxa"/>
          </w:tcPr>
          <w:p w:rsidR="00914A91" w:rsidRPr="00EA2FE3" w:rsidRDefault="00914A91" w:rsidP="004B559B">
            <w:pPr>
              <w:snapToGrid w:val="0"/>
              <w:rPr>
                <w:b/>
              </w:rPr>
            </w:pPr>
            <w:r w:rsidRPr="00D93190">
              <w:rPr>
                <w:b/>
              </w:rPr>
              <w:t>Garantie Décès</w:t>
            </w:r>
          </w:p>
        </w:tc>
        <w:tc>
          <w:tcPr>
            <w:tcW w:w="1140" w:type="dxa"/>
          </w:tcPr>
          <w:p w:rsidR="00914A91" w:rsidRPr="00EA2FE3" w:rsidRDefault="00914A91" w:rsidP="00914A91">
            <w:pPr>
              <w:snapToGrid w:val="0"/>
            </w:pPr>
            <w:r w:rsidRPr="00EA2FE3">
              <w:t>C0</w:t>
            </w:r>
            <w:r>
              <w:t>064</w:t>
            </w:r>
          </w:p>
        </w:tc>
        <w:tc>
          <w:tcPr>
            <w:tcW w:w="4530" w:type="dxa"/>
          </w:tcPr>
          <w:p w:rsidR="00914A91" w:rsidRPr="00EA2FE3" w:rsidRDefault="00914A91" w:rsidP="004B559B">
            <w:pPr>
              <w:snapToGrid w:val="0"/>
            </w:pPr>
            <w:r>
              <w:t>Indication si le contrat comporte une garantie décès obligatoire (temporaire ou vie entière). Les réponses attendues sont « Oui » ou « Non ».</w:t>
            </w:r>
          </w:p>
        </w:tc>
        <w:tc>
          <w:tcPr>
            <w:tcW w:w="1843" w:type="dxa"/>
          </w:tcPr>
          <w:p w:rsidR="00914A91" w:rsidRPr="00EA2FE3" w:rsidRDefault="00914A91" w:rsidP="004B559B">
            <w:pPr>
              <w:snapToGrid w:val="0"/>
              <w:jc w:val="center"/>
              <w:rPr>
                <w:i/>
              </w:rPr>
            </w:pPr>
            <w:r>
              <w:t>Non</w:t>
            </w:r>
          </w:p>
        </w:tc>
        <w:tc>
          <w:tcPr>
            <w:tcW w:w="3969" w:type="dxa"/>
          </w:tcPr>
          <w:p w:rsidR="00914A91" w:rsidRPr="00EA2FE3" w:rsidRDefault="00914A91" w:rsidP="00BC613E">
            <w:pPr>
              <w:snapToGrid w:val="0"/>
            </w:pPr>
            <w:r>
              <w:t>Comprendre la nature du contrat et des garanties.</w:t>
            </w:r>
          </w:p>
        </w:tc>
      </w:tr>
      <w:tr w:rsidR="00914A91" w:rsidRPr="00EA2FE3" w:rsidTr="004B559B">
        <w:trPr>
          <w:trHeight w:val="825"/>
        </w:trPr>
        <w:tc>
          <w:tcPr>
            <w:tcW w:w="1951" w:type="dxa"/>
          </w:tcPr>
          <w:p w:rsidR="00914A91" w:rsidRPr="00EA2FE3" w:rsidRDefault="00914A91" w:rsidP="004B559B">
            <w:pPr>
              <w:snapToGrid w:val="0"/>
              <w:rPr>
                <w:b/>
              </w:rPr>
            </w:pPr>
            <w:r w:rsidRPr="00D93190">
              <w:rPr>
                <w:b/>
              </w:rPr>
              <w:t>Contrat Madelin</w:t>
            </w:r>
            <w:r>
              <w:rPr>
                <w:b/>
              </w:rPr>
              <w:t xml:space="preserve"> ou agricoles</w:t>
            </w:r>
          </w:p>
        </w:tc>
        <w:tc>
          <w:tcPr>
            <w:tcW w:w="1140" w:type="dxa"/>
          </w:tcPr>
          <w:p w:rsidR="00914A91" w:rsidRPr="00EA2FE3" w:rsidRDefault="00914A91" w:rsidP="00914A91">
            <w:pPr>
              <w:snapToGrid w:val="0"/>
            </w:pPr>
            <w:r w:rsidRPr="00EA2FE3">
              <w:t>C0</w:t>
            </w:r>
            <w:r>
              <w:t>065</w:t>
            </w:r>
          </w:p>
        </w:tc>
        <w:tc>
          <w:tcPr>
            <w:tcW w:w="4530" w:type="dxa"/>
          </w:tcPr>
          <w:p w:rsidR="00914A91" w:rsidRPr="00EA2FE3" w:rsidRDefault="00914A91" w:rsidP="004B559B">
            <w:pPr>
              <w:snapToGrid w:val="0"/>
            </w:pPr>
            <w:r>
              <w:t>Indication si le contrat relève du régime Madelin à destination des Travailleurs Non-Salariés ou des exploitants agricoles. Les réponses attendues sont « Oui » ou « Non ».</w:t>
            </w:r>
          </w:p>
        </w:tc>
        <w:tc>
          <w:tcPr>
            <w:tcW w:w="1843" w:type="dxa"/>
          </w:tcPr>
          <w:p w:rsidR="00914A91" w:rsidRPr="00EA2FE3" w:rsidRDefault="00914A91" w:rsidP="004B559B">
            <w:pPr>
              <w:snapToGrid w:val="0"/>
              <w:jc w:val="center"/>
              <w:rPr>
                <w:i/>
              </w:rPr>
            </w:pPr>
            <w:r>
              <w:t>Non</w:t>
            </w:r>
          </w:p>
        </w:tc>
        <w:tc>
          <w:tcPr>
            <w:tcW w:w="3969" w:type="dxa"/>
          </w:tcPr>
          <w:p w:rsidR="00914A91" w:rsidRPr="00EA2FE3" w:rsidRDefault="00914A91" w:rsidP="00BC613E">
            <w:pPr>
              <w:snapToGrid w:val="0"/>
            </w:pPr>
            <w:r>
              <w:t>Comprendre la nature du contrat et des garanties.</w:t>
            </w:r>
          </w:p>
        </w:tc>
      </w:tr>
      <w:tr w:rsidR="006B3103" w:rsidRPr="00EA2FE3" w:rsidTr="00B75113">
        <w:trPr>
          <w:trHeight w:val="825"/>
        </w:trPr>
        <w:tc>
          <w:tcPr>
            <w:tcW w:w="1951" w:type="dxa"/>
          </w:tcPr>
          <w:p w:rsidR="006B3103" w:rsidRPr="00EA2FE3" w:rsidRDefault="006B3103" w:rsidP="006B3103">
            <w:pPr>
              <w:snapToGrid w:val="0"/>
              <w:rPr>
                <w:b/>
              </w:rPr>
            </w:pPr>
            <w:r w:rsidRPr="00D93190">
              <w:rPr>
                <w:b/>
              </w:rPr>
              <w:t xml:space="preserve">Contrat </w:t>
            </w:r>
            <w:r>
              <w:rPr>
                <w:b/>
              </w:rPr>
              <w:t>en phase de rente</w:t>
            </w:r>
          </w:p>
        </w:tc>
        <w:tc>
          <w:tcPr>
            <w:tcW w:w="1140" w:type="dxa"/>
          </w:tcPr>
          <w:p w:rsidR="006B3103" w:rsidRPr="00EA2FE3" w:rsidRDefault="006B3103" w:rsidP="006B3103">
            <w:pPr>
              <w:snapToGrid w:val="0"/>
            </w:pPr>
            <w:r w:rsidRPr="00EA2FE3">
              <w:t>C0</w:t>
            </w:r>
            <w:r>
              <w:t>066</w:t>
            </w:r>
          </w:p>
        </w:tc>
        <w:tc>
          <w:tcPr>
            <w:tcW w:w="4530" w:type="dxa"/>
          </w:tcPr>
          <w:p w:rsidR="006B3103" w:rsidRDefault="006B3103" w:rsidP="006B3103">
            <w:pPr>
              <w:snapToGrid w:val="0"/>
            </w:pPr>
            <w:r>
              <w:t>Indication si le contrat est en phase de rente au 31/12/N. Les réponses attendues sont « Oui » ou « Non ».</w:t>
            </w:r>
          </w:p>
          <w:p w:rsidR="001D2CA7" w:rsidRDefault="001D2CA7" w:rsidP="006B3103">
            <w:pPr>
              <w:snapToGrid w:val="0"/>
            </w:pPr>
          </w:p>
          <w:p w:rsidR="001D2CA7" w:rsidRPr="00EA2FE3" w:rsidRDefault="001D2CA7" w:rsidP="006B3103">
            <w:pPr>
              <w:snapToGrid w:val="0"/>
            </w:pPr>
            <w:r>
              <w:t>NB : cette variable est une variable de segmentation. Il s’agit donc pour un même contrat de distinguer sur deux lignes distinctes les contrats en phase de constitution et ceux en phase de rente.</w:t>
            </w:r>
          </w:p>
        </w:tc>
        <w:tc>
          <w:tcPr>
            <w:tcW w:w="1843" w:type="dxa"/>
          </w:tcPr>
          <w:p w:rsidR="006B3103" w:rsidRPr="00EA2FE3" w:rsidRDefault="006B3103" w:rsidP="00B75113">
            <w:pPr>
              <w:snapToGrid w:val="0"/>
              <w:jc w:val="center"/>
              <w:rPr>
                <w:i/>
              </w:rPr>
            </w:pPr>
            <w:r>
              <w:t>Non</w:t>
            </w:r>
          </w:p>
        </w:tc>
        <w:tc>
          <w:tcPr>
            <w:tcW w:w="3969" w:type="dxa"/>
          </w:tcPr>
          <w:p w:rsidR="006B3103" w:rsidRPr="00EA2FE3" w:rsidRDefault="006B3103" w:rsidP="00B75113">
            <w:pPr>
              <w:snapToGrid w:val="0"/>
            </w:pPr>
            <w:r>
              <w:t>Comprendre la nature du contrat et des garanties.</w:t>
            </w:r>
          </w:p>
        </w:tc>
      </w:tr>
      <w:tr w:rsidR="00914A91" w:rsidRPr="00EA2FE3" w:rsidTr="004B559B">
        <w:trPr>
          <w:trHeight w:val="825"/>
        </w:trPr>
        <w:tc>
          <w:tcPr>
            <w:tcW w:w="1951" w:type="dxa"/>
          </w:tcPr>
          <w:p w:rsidR="00914A91" w:rsidRPr="00EA2FE3" w:rsidRDefault="00914A91" w:rsidP="004B559B">
            <w:pPr>
              <w:snapToGrid w:val="0"/>
              <w:rPr>
                <w:b/>
              </w:rPr>
            </w:pPr>
            <w:r w:rsidRPr="00EA2FE3">
              <w:rPr>
                <w:b/>
              </w:rPr>
              <w:t>Date de première commercialisation</w:t>
            </w:r>
          </w:p>
        </w:tc>
        <w:tc>
          <w:tcPr>
            <w:tcW w:w="1140" w:type="dxa"/>
          </w:tcPr>
          <w:p w:rsidR="00914A91" w:rsidRPr="00EA2FE3" w:rsidRDefault="00914A91" w:rsidP="004B559B">
            <w:pPr>
              <w:snapToGrid w:val="0"/>
            </w:pPr>
            <w:r w:rsidRPr="00EA2FE3">
              <w:t>C0070</w:t>
            </w:r>
          </w:p>
        </w:tc>
        <w:tc>
          <w:tcPr>
            <w:tcW w:w="4530" w:type="dxa"/>
          </w:tcPr>
          <w:p w:rsidR="00914A91" w:rsidRPr="00EA2FE3" w:rsidRDefault="00914A91" w:rsidP="004B559B">
            <w:pPr>
              <w:snapToGrid w:val="0"/>
            </w:pPr>
            <w:r w:rsidRPr="00EA2FE3">
              <w:t>Date de première commercialisation du contrat.</w:t>
            </w:r>
          </w:p>
          <w:p w:rsidR="00914A91" w:rsidRPr="00EA2FE3" w:rsidRDefault="00914A91" w:rsidP="004B559B">
            <w:pPr>
              <w:snapToGrid w:val="0"/>
            </w:pPr>
          </w:p>
          <w:p w:rsidR="00914A91" w:rsidRPr="00EA2FE3" w:rsidRDefault="00914A91" w:rsidP="004B559B">
            <w:pPr>
              <w:snapToGrid w:val="0"/>
            </w:pPr>
            <w:r w:rsidRPr="00EA2FE3">
              <w:t xml:space="preserve">NB : </w:t>
            </w:r>
          </w:p>
          <w:p w:rsidR="00914A91" w:rsidRPr="00EA2FE3" w:rsidRDefault="00914A91" w:rsidP="00890E97">
            <w:pPr>
              <w:pStyle w:val="Paragraphedeliste"/>
              <w:numPr>
                <w:ilvl w:val="0"/>
                <w:numId w:val="14"/>
              </w:numPr>
              <w:ind w:left="170" w:hanging="142"/>
            </w:pPr>
            <w:r w:rsidRPr="00EA2FE3">
              <w:rPr>
                <w:rFonts w:ascii="Times New Roman" w:hAnsi="Times New Roman"/>
                <w:sz w:val="22"/>
                <w:szCs w:val="22"/>
              </w:rPr>
              <w:lastRenderedPageBreak/>
              <w:t>En cas de difficultés à remplir cette variable, des approximations raisonnables sont possibles (par exemple 01/01/N lorsque seule l’année N est connue avec certitude, ou même une approximation à quelques années près dans le cas de contrats très anciens).</w:t>
            </w:r>
          </w:p>
          <w:p w:rsidR="00914A91" w:rsidRPr="00EA2FE3" w:rsidRDefault="00914A91" w:rsidP="00C01177"/>
          <w:p w:rsidR="00914A91" w:rsidRPr="00EA2FE3" w:rsidRDefault="00914A91" w:rsidP="00C01177">
            <w:r w:rsidRPr="00EA2FE3">
              <w:t xml:space="preserve">Contrôle associé : </w:t>
            </w:r>
            <w:r>
              <w:t xml:space="preserve">N &gt;= </w:t>
            </w:r>
            <w:r w:rsidRPr="00EA2FE3">
              <w:t>C0070 &gt;= 1950</w:t>
            </w:r>
          </w:p>
        </w:tc>
        <w:tc>
          <w:tcPr>
            <w:tcW w:w="1843" w:type="dxa"/>
          </w:tcPr>
          <w:p w:rsidR="00914A91" w:rsidRPr="00EA2FE3" w:rsidRDefault="00914A91" w:rsidP="004B559B">
            <w:pPr>
              <w:snapToGrid w:val="0"/>
              <w:jc w:val="center"/>
              <w:rPr>
                <w:i/>
              </w:rPr>
            </w:pPr>
            <w:r w:rsidRPr="00EA2FE3">
              <w:rPr>
                <w:i/>
              </w:rPr>
              <w:lastRenderedPageBreak/>
              <w:t>01/01/2010</w:t>
            </w:r>
          </w:p>
        </w:tc>
        <w:tc>
          <w:tcPr>
            <w:tcW w:w="3969" w:type="dxa"/>
          </w:tcPr>
          <w:p w:rsidR="00914A91" w:rsidRPr="00EA2FE3" w:rsidRDefault="00914A91" w:rsidP="00BC613E">
            <w:pPr>
              <w:snapToGrid w:val="0"/>
            </w:pPr>
            <w:r w:rsidRPr="00EA2FE3">
              <w:t xml:space="preserve">Faire une mise en perspective, selon la date de première commercialisation des contrats, des taux servis et taux </w:t>
            </w:r>
            <w:r w:rsidRPr="00EA2FE3">
              <w:lastRenderedPageBreak/>
              <w:t>techniques.</w:t>
            </w:r>
          </w:p>
        </w:tc>
      </w:tr>
      <w:tr w:rsidR="00914A91" w:rsidRPr="00EA2FE3" w:rsidTr="004B559B">
        <w:trPr>
          <w:trHeight w:val="825"/>
        </w:trPr>
        <w:tc>
          <w:tcPr>
            <w:tcW w:w="1951" w:type="dxa"/>
          </w:tcPr>
          <w:p w:rsidR="00914A91" w:rsidRPr="00EA2FE3" w:rsidRDefault="00914A91" w:rsidP="004B559B">
            <w:pPr>
              <w:snapToGrid w:val="0"/>
              <w:rPr>
                <w:b/>
              </w:rPr>
            </w:pPr>
            <w:r>
              <w:rPr>
                <w:b/>
              </w:rPr>
              <w:lastRenderedPageBreak/>
              <w:t>Code du fonds</w:t>
            </w:r>
          </w:p>
        </w:tc>
        <w:tc>
          <w:tcPr>
            <w:tcW w:w="1140" w:type="dxa"/>
          </w:tcPr>
          <w:p w:rsidR="00914A91" w:rsidRPr="00EA2FE3" w:rsidRDefault="00914A91" w:rsidP="004B559B">
            <w:r w:rsidRPr="00EA2FE3">
              <w:t>C0080</w:t>
            </w:r>
          </w:p>
        </w:tc>
        <w:tc>
          <w:tcPr>
            <w:tcW w:w="4530" w:type="dxa"/>
          </w:tcPr>
          <w:p w:rsidR="00914A91" w:rsidRPr="005A1F96" w:rsidRDefault="00914A91" w:rsidP="004B559B">
            <w:pPr>
              <w:autoSpaceDE w:val="0"/>
              <w:autoSpaceDN w:val="0"/>
              <w:adjustRightInd w:val="0"/>
              <w:rPr>
                <w:b/>
              </w:rPr>
            </w:pPr>
            <w:r w:rsidRPr="00EA2FE3">
              <w:t xml:space="preserve">Dénomination du canton de gestion d’actifs. </w:t>
            </w:r>
            <w:r w:rsidRPr="005A1F96">
              <w:rPr>
                <w:b/>
              </w:rPr>
              <w:t>Les seuls cantons reconnus sont soit l’actif général,  soit les cantons légaux.</w:t>
            </w:r>
          </w:p>
          <w:p w:rsidR="00914A91" w:rsidRPr="00EA2FE3" w:rsidRDefault="00914A91" w:rsidP="004B559B">
            <w:pPr>
              <w:autoSpaceDE w:val="0"/>
              <w:autoSpaceDN w:val="0"/>
              <w:adjustRightInd w:val="0"/>
            </w:pPr>
          </w:p>
          <w:p w:rsidR="00914A91" w:rsidRPr="00EA2FE3" w:rsidRDefault="00914A91" w:rsidP="004B559B">
            <w:pPr>
              <w:snapToGrid w:val="0"/>
            </w:pPr>
            <w:r>
              <w:t xml:space="preserve">Lorsqu’il s’agit de l’actif général, l’organisme portera « Actif général ». </w:t>
            </w:r>
            <w:r w:rsidRPr="00EA2FE3">
              <w:t>Lorsqu’un canton est commun à plusieurs contrats, les entreprises portent dans cette colonne, en regard de chacun des contrats intéressés, une référence identifiant ce canton légal, tel qu’il est reporté dans l’état national spécifique « FC.02.01 » (Bilan par canton légal).</w:t>
            </w:r>
            <w:r>
              <w:t xml:space="preserve"> Cette référence unique correspondra au code unique reporté en Z0010 dans l’état </w:t>
            </w:r>
            <w:r w:rsidRPr="00EA2FE3">
              <w:t>« FC.02.01 »</w:t>
            </w:r>
            <w:r>
              <w:t xml:space="preserve"> et C0070 dans l’état S.06.02.</w:t>
            </w:r>
          </w:p>
        </w:tc>
        <w:tc>
          <w:tcPr>
            <w:tcW w:w="1843" w:type="dxa"/>
          </w:tcPr>
          <w:p w:rsidR="00914A91" w:rsidRPr="00EA2FE3" w:rsidRDefault="00914A91" w:rsidP="004B559B">
            <w:r>
              <w:t>031</w:t>
            </w:r>
          </w:p>
        </w:tc>
        <w:tc>
          <w:tcPr>
            <w:tcW w:w="3969" w:type="dxa"/>
          </w:tcPr>
          <w:p w:rsidR="00914A91" w:rsidRPr="00EA2FE3" w:rsidRDefault="00914A91" w:rsidP="004B559B">
            <w:pPr>
              <w:snapToGrid w:val="0"/>
            </w:pPr>
            <w:r w:rsidRPr="00EA2FE3">
              <w:t>Identifier les cantons de gestion d’actifs auxquels est rattaché le contrat. Cela permet d’appréhender la performance actif/passif du contrat.</w:t>
            </w:r>
          </w:p>
          <w:p w:rsidR="00914A91" w:rsidRPr="00EA2FE3" w:rsidRDefault="00914A91" w:rsidP="004B559B">
            <w:pPr>
              <w:snapToGrid w:val="0"/>
            </w:pPr>
          </w:p>
          <w:p w:rsidR="00914A91" w:rsidRPr="00EA2FE3" w:rsidRDefault="00914A91" w:rsidP="004B559B">
            <w:pPr>
              <w:snapToGrid w:val="0"/>
            </w:pPr>
          </w:p>
        </w:tc>
      </w:tr>
      <w:tr w:rsidR="00914A91" w:rsidRPr="00EA2FE3" w:rsidTr="004B559B">
        <w:trPr>
          <w:trHeight w:val="825"/>
        </w:trPr>
        <w:tc>
          <w:tcPr>
            <w:tcW w:w="1951" w:type="dxa"/>
          </w:tcPr>
          <w:p w:rsidR="00914A91" w:rsidRPr="00EA2FE3" w:rsidRDefault="00914A91" w:rsidP="004B559B">
            <w:pPr>
              <w:snapToGrid w:val="0"/>
            </w:pPr>
            <w:r w:rsidRPr="00EA2FE3">
              <w:rPr>
                <w:b/>
              </w:rPr>
              <w:t>Contrat encore commercialisé ?</w:t>
            </w:r>
            <w:r w:rsidRPr="00EA2FE3">
              <w:t xml:space="preserve"> (O/N)</w:t>
            </w:r>
          </w:p>
        </w:tc>
        <w:tc>
          <w:tcPr>
            <w:tcW w:w="1140" w:type="dxa"/>
          </w:tcPr>
          <w:p w:rsidR="00914A91" w:rsidRPr="00EA2FE3" w:rsidRDefault="00914A91" w:rsidP="004B559B">
            <w:pPr>
              <w:snapToGrid w:val="0"/>
              <w:ind w:right="-54"/>
            </w:pPr>
            <w:r w:rsidRPr="00EA2FE3">
              <w:t>C0090</w:t>
            </w:r>
          </w:p>
        </w:tc>
        <w:tc>
          <w:tcPr>
            <w:tcW w:w="4530" w:type="dxa"/>
          </w:tcPr>
          <w:p w:rsidR="00914A91" w:rsidRPr="00503068" w:rsidRDefault="00914A91" w:rsidP="00503068">
            <w:pPr>
              <w:snapToGrid w:val="0"/>
            </w:pPr>
            <w:r w:rsidRPr="00EA2FE3">
              <w:t>Indication si le contrat est toujours commercialisé ou non (variable contrat ouvert/fermé dans l’ancien état taux de revalorisation). Cette notion diffère de la notion de primes</w:t>
            </w:r>
            <w:r>
              <w:t xml:space="preserve">. Dans le cas de contrats collectifs, cette variable indique si la version de </w:t>
            </w:r>
            <w:r w:rsidRPr="005A1F96">
              <w:t xml:space="preserve">contrat </w:t>
            </w:r>
            <w:r>
              <w:t xml:space="preserve">est </w:t>
            </w:r>
            <w:r w:rsidRPr="005A1F96">
              <w:t>encore commercialisé</w:t>
            </w:r>
            <w:r>
              <w:t>e</w:t>
            </w:r>
            <w:r w:rsidRPr="005A1F96">
              <w:t xml:space="preserve"> par l’a</w:t>
            </w:r>
            <w:r w:rsidRPr="00503068">
              <w:t>ssureur auprès d’entreprises</w:t>
            </w:r>
            <w:r>
              <w:t xml:space="preserve"> ou </w:t>
            </w:r>
            <w:r w:rsidRPr="005A1F96">
              <w:t>associations</w:t>
            </w:r>
            <w:r>
              <w:t xml:space="preserve"> souscriptrices.</w:t>
            </w:r>
          </w:p>
          <w:p w:rsidR="00914A91" w:rsidRPr="00EA2FE3" w:rsidRDefault="00914A91" w:rsidP="007D3A9A">
            <w:pPr>
              <w:snapToGrid w:val="0"/>
            </w:pPr>
          </w:p>
          <w:p w:rsidR="00914A91" w:rsidRPr="00EA2FE3" w:rsidRDefault="00914A91" w:rsidP="004B559B">
            <w:pPr>
              <w:snapToGrid w:val="0"/>
            </w:pPr>
            <w:r w:rsidRPr="00EA2FE3">
              <w:t>Il convient de sélectionner l’un des choix suivants pour chacun des contrats :</w:t>
            </w:r>
          </w:p>
          <w:p w:rsidR="00914A91" w:rsidRPr="00EA2FE3" w:rsidRDefault="00914A91" w:rsidP="004B559B">
            <w:pPr>
              <w:snapToGrid w:val="0"/>
            </w:pPr>
            <w:r w:rsidRPr="00EA2FE3">
              <w:t>- Oui</w:t>
            </w:r>
          </w:p>
          <w:p w:rsidR="00914A91" w:rsidRPr="00EA2FE3" w:rsidRDefault="00914A91" w:rsidP="00FE77D0">
            <w:pPr>
              <w:snapToGrid w:val="0"/>
            </w:pPr>
            <w:r w:rsidRPr="00EA2FE3">
              <w:lastRenderedPageBreak/>
              <w:t>- Non</w:t>
            </w:r>
          </w:p>
        </w:tc>
        <w:tc>
          <w:tcPr>
            <w:tcW w:w="1843" w:type="dxa"/>
          </w:tcPr>
          <w:p w:rsidR="00914A91" w:rsidRPr="00EA2FE3" w:rsidRDefault="00914A91" w:rsidP="00A25EA7">
            <w:pPr>
              <w:snapToGrid w:val="0"/>
              <w:rPr>
                <w:i/>
              </w:rPr>
            </w:pPr>
            <w:r w:rsidRPr="00EA2FE3">
              <w:rPr>
                <w:i/>
              </w:rPr>
              <w:lastRenderedPageBreak/>
              <w:t xml:space="preserve">Oui </w:t>
            </w:r>
          </w:p>
        </w:tc>
        <w:tc>
          <w:tcPr>
            <w:tcW w:w="3969" w:type="dxa"/>
          </w:tcPr>
          <w:p w:rsidR="00914A91" w:rsidRPr="00EA2FE3" w:rsidRDefault="00914A91" w:rsidP="004B559B">
            <w:pPr>
              <w:snapToGrid w:val="0"/>
            </w:pPr>
            <w:r w:rsidRPr="00EA2FE3">
              <w:t xml:space="preserve">Clarifier si le contrat est toujours vendu. </w:t>
            </w:r>
          </w:p>
          <w:p w:rsidR="00914A91" w:rsidRPr="00EA2FE3" w:rsidRDefault="00914A91" w:rsidP="004B559B">
            <w:pPr>
              <w:snapToGrid w:val="0"/>
            </w:pPr>
          </w:p>
          <w:p w:rsidR="00914A91" w:rsidRPr="00EA2FE3" w:rsidRDefault="00914A91" w:rsidP="004B559B">
            <w:pPr>
              <w:snapToGrid w:val="0"/>
            </w:pPr>
          </w:p>
        </w:tc>
      </w:tr>
      <w:tr w:rsidR="00914A91" w:rsidRPr="00EA2FE3" w:rsidTr="004B559B">
        <w:trPr>
          <w:trHeight w:val="825"/>
        </w:trPr>
        <w:tc>
          <w:tcPr>
            <w:tcW w:w="1951" w:type="dxa"/>
          </w:tcPr>
          <w:p w:rsidR="00914A91" w:rsidRPr="00EA2FE3" w:rsidRDefault="00914A91" w:rsidP="004B559B">
            <w:pPr>
              <w:snapToGrid w:val="0"/>
            </w:pPr>
            <w:r w:rsidRPr="00EA2FE3">
              <w:rPr>
                <w:b/>
              </w:rPr>
              <w:lastRenderedPageBreak/>
              <w:t>Pénalités de rachats</w:t>
            </w:r>
            <w:r w:rsidRPr="00EA2FE3">
              <w:t xml:space="preserve"> ? (O/N)</w:t>
            </w:r>
          </w:p>
        </w:tc>
        <w:tc>
          <w:tcPr>
            <w:tcW w:w="1140" w:type="dxa"/>
          </w:tcPr>
          <w:p w:rsidR="00914A91" w:rsidRPr="00EA2FE3" w:rsidRDefault="00914A91" w:rsidP="004B559B">
            <w:pPr>
              <w:snapToGrid w:val="0"/>
            </w:pPr>
            <w:r w:rsidRPr="00EA2FE3">
              <w:t>C0100</w:t>
            </w:r>
          </w:p>
        </w:tc>
        <w:tc>
          <w:tcPr>
            <w:tcW w:w="4530" w:type="dxa"/>
          </w:tcPr>
          <w:p w:rsidR="00914A91" w:rsidRPr="00EA2FE3" w:rsidRDefault="00914A91" w:rsidP="004B559B">
            <w:pPr>
              <w:snapToGrid w:val="0"/>
            </w:pPr>
            <w:r w:rsidRPr="00EA2FE3">
              <w:t>Indication</w:t>
            </w:r>
            <w:r w:rsidRPr="00EA2FE3" w:rsidDel="00A541D8">
              <w:t xml:space="preserve"> </w:t>
            </w:r>
            <w:r w:rsidRPr="00EA2FE3">
              <w:t>si le contrat comporte des pénalités de rachats.</w:t>
            </w:r>
          </w:p>
          <w:p w:rsidR="00914A91" w:rsidRPr="00EA2FE3" w:rsidRDefault="00914A91" w:rsidP="004B559B">
            <w:pPr>
              <w:snapToGrid w:val="0"/>
            </w:pPr>
            <w:r w:rsidRPr="00EA2FE3">
              <w:t>Il convient de sélectionner l’un des choix suivants pour chacun des contrats :</w:t>
            </w:r>
          </w:p>
          <w:p w:rsidR="00914A91" w:rsidRPr="00EA2FE3" w:rsidRDefault="00914A91" w:rsidP="00FE77D0">
            <w:pPr>
              <w:snapToGrid w:val="0"/>
            </w:pPr>
            <w:r w:rsidRPr="00EA2FE3">
              <w:t>- Oui</w:t>
            </w:r>
          </w:p>
          <w:p w:rsidR="00914A91" w:rsidRPr="00EA2FE3" w:rsidRDefault="00914A91" w:rsidP="004B559B">
            <w:pPr>
              <w:snapToGrid w:val="0"/>
            </w:pPr>
            <w:r w:rsidRPr="00EA2FE3">
              <w:t>- Non</w:t>
            </w:r>
            <w:r w:rsidRPr="00EA2FE3" w:rsidDel="004B559B">
              <w:t xml:space="preserve"> </w:t>
            </w:r>
          </w:p>
        </w:tc>
        <w:tc>
          <w:tcPr>
            <w:tcW w:w="1843" w:type="dxa"/>
          </w:tcPr>
          <w:p w:rsidR="00914A91" w:rsidRPr="00EA2FE3" w:rsidRDefault="00914A91" w:rsidP="004B559B">
            <w:pPr>
              <w:snapToGrid w:val="0"/>
              <w:rPr>
                <w:i/>
              </w:rPr>
            </w:pPr>
            <w:r w:rsidRPr="00EA2FE3">
              <w:rPr>
                <w:i/>
              </w:rPr>
              <w:t>Non</w:t>
            </w:r>
          </w:p>
        </w:tc>
        <w:tc>
          <w:tcPr>
            <w:tcW w:w="3969" w:type="dxa"/>
          </w:tcPr>
          <w:p w:rsidR="00914A91" w:rsidRPr="00EA2FE3" w:rsidRDefault="00914A91" w:rsidP="007D3A9A">
            <w:pPr>
              <w:snapToGrid w:val="0"/>
            </w:pPr>
            <w:r w:rsidRPr="00EA2FE3">
              <w:t xml:space="preserve">Détecter la présence de pénalités de rachat sur les contrats susceptibles de les limiter. </w:t>
            </w:r>
          </w:p>
        </w:tc>
      </w:tr>
      <w:tr w:rsidR="00914A91" w:rsidRPr="00EA2FE3" w:rsidTr="004B559B">
        <w:trPr>
          <w:trHeight w:val="825"/>
        </w:trPr>
        <w:tc>
          <w:tcPr>
            <w:tcW w:w="1951" w:type="dxa"/>
          </w:tcPr>
          <w:p w:rsidR="00914A91" w:rsidRPr="00EA2FE3" w:rsidRDefault="00914A91" w:rsidP="004B559B">
            <w:pPr>
              <w:snapToGrid w:val="0"/>
              <w:rPr>
                <w:b/>
              </w:rPr>
            </w:pPr>
            <w:r w:rsidRPr="00EA2FE3">
              <w:rPr>
                <w:b/>
              </w:rPr>
              <w:t>Versement initial minimum</w:t>
            </w:r>
          </w:p>
          <w:p w:rsidR="00914A91" w:rsidRPr="00EA2FE3" w:rsidRDefault="00914A91" w:rsidP="004B559B">
            <w:pPr>
              <w:snapToGrid w:val="0"/>
            </w:pPr>
          </w:p>
        </w:tc>
        <w:tc>
          <w:tcPr>
            <w:tcW w:w="1140" w:type="dxa"/>
          </w:tcPr>
          <w:p w:rsidR="00914A91" w:rsidRPr="00EA2FE3" w:rsidRDefault="00914A91" w:rsidP="004B559B">
            <w:pPr>
              <w:snapToGrid w:val="0"/>
            </w:pPr>
            <w:r w:rsidRPr="00EA2FE3">
              <w:t>C0110</w:t>
            </w:r>
          </w:p>
        </w:tc>
        <w:tc>
          <w:tcPr>
            <w:tcW w:w="4530" w:type="dxa"/>
          </w:tcPr>
          <w:p w:rsidR="00914A91" w:rsidRPr="00EA2FE3" w:rsidRDefault="00914A91" w:rsidP="004B559B">
            <w:r w:rsidRPr="00EA2FE3">
              <w:t>Montant minimal de primes, en euros.</w:t>
            </w:r>
          </w:p>
          <w:p w:rsidR="00914A91" w:rsidRPr="00EA2FE3" w:rsidRDefault="00914A91" w:rsidP="004B559B">
            <w:pPr>
              <w:rPr>
                <w:rFonts w:ascii="Courier New" w:hAnsi="Courier New" w:cs="Courier New"/>
                <w:color w:val="000000"/>
                <w:sz w:val="20"/>
              </w:rPr>
            </w:pPr>
            <w:r w:rsidRPr="00EA2FE3">
              <w:t>C’est une information contractuelle.</w:t>
            </w:r>
          </w:p>
          <w:p w:rsidR="00914A91" w:rsidRPr="00EA2FE3" w:rsidRDefault="00914A91" w:rsidP="00C517C2">
            <w:r w:rsidRPr="00EA2FE3">
              <w:t xml:space="preserve">NB : </w:t>
            </w:r>
          </w:p>
          <w:p w:rsidR="00914A91" w:rsidRPr="00EA2FE3" w:rsidRDefault="00914A91" w:rsidP="00890E9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Il faut renseigner le montant annualisé pour les contrats à versements périodiques.</w:t>
            </w:r>
          </w:p>
          <w:p w:rsidR="00914A91" w:rsidRPr="00EA2FE3" w:rsidRDefault="00914A91" w:rsidP="00890E9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En outre, cette variable ne concerne pas les contrats du type « retraite collective » ou «vie</w:t>
            </w:r>
          </w:p>
          <w:p w:rsidR="00914A91" w:rsidRPr="00EA2FE3" w:rsidRDefault="00914A91" w:rsidP="00890E97">
            <w:pPr>
              <w:pStyle w:val="Paragraphedeliste"/>
              <w:ind w:left="170"/>
              <w:rPr>
                <w:rFonts w:ascii="Times New Roman" w:hAnsi="Times New Roman"/>
                <w:sz w:val="22"/>
                <w:szCs w:val="22"/>
              </w:rPr>
            </w:pPr>
            <w:r w:rsidRPr="00EA2FE3">
              <w:rPr>
                <w:rFonts w:ascii="Times New Roman" w:hAnsi="Times New Roman"/>
                <w:sz w:val="22"/>
                <w:szCs w:val="22"/>
              </w:rPr>
              <w:t>entière / grande branche » par exemple.</w:t>
            </w:r>
          </w:p>
          <w:p w:rsidR="00914A91" w:rsidRPr="00EA2FE3" w:rsidRDefault="00914A91" w:rsidP="00890E97">
            <w:pPr>
              <w:pStyle w:val="Paragraphedeliste"/>
              <w:ind w:left="170"/>
              <w:rPr>
                <w:rFonts w:ascii="Times New Roman" w:hAnsi="Times New Roman"/>
                <w:sz w:val="22"/>
                <w:szCs w:val="22"/>
              </w:rPr>
            </w:pPr>
          </w:p>
          <w:p w:rsidR="00914A91" w:rsidRPr="00EA2FE3" w:rsidRDefault="00914A91" w:rsidP="002F66B5">
            <w:pPr>
              <w:pStyle w:val="Paragraphedeliste"/>
              <w:ind w:left="28"/>
              <w:rPr>
                <w:rFonts w:ascii="Times New Roman" w:hAnsi="Times New Roman"/>
                <w:sz w:val="22"/>
                <w:szCs w:val="22"/>
              </w:rPr>
            </w:pPr>
            <w:r w:rsidRPr="00EA2FE3">
              <w:rPr>
                <w:rFonts w:ascii="Times New Roman" w:hAnsi="Times New Roman"/>
                <w:sz w:val="22"/>
                <w:szCs w:val="22"/>
              </w:rPr>
              <w:t>Contrôle associé : C0110 &gt;= 0</w:t>
            </w:r>
          </w:p>
          <w:p w:rsidR="00914A91" w:rsidRPr="00EA2FE3" w:rsidRDefault="00914A91" w:rsidP="004B559B">
            <w:pPr>
              <w:rPr>
                <w:rFonts w:ascii="Courier New" w:hAnsi="Courier New" w:cs="Courier New"/>
                <w:color w:val="000000"/>
                <w:sz w:val="20"/>
              </w:rPr>
            </w:pPr>
          </w:p>
        </w:tc>
        <w:tc>
          <w:tcPr>
            <w:tcW w:w="1843" w:type="dxa"/>
          </w:tcPr>
          <w:p w:rsidR="00914A91" w:rsidRPr="00EA2FE3" w:rsidRDefault="00914A91" w:rsidP="004B559B">
            <w:pPr>
              <w:snapToGrid w:val="0"/>
              <w:rPr>
                <w:i/>
              </w:rPr>
            </w:pPr>
            <w:r w:rsidRPr="00EA2FE3">
              <w:rPr>
                <w:i/>
              </w:rPr>
              <w:t>100</w:t>
            </w:r>
          </w:p>
        </w:tc>
        <w:tc>
          <w:tcPr>
            <w:tcW w:w="3969" w:type="dxa"/>
          </w:tcPr>
          <w:p w:rsidR="00914A91" w:rsidRPr="00EA2FE3" w:rsidRDefault="00914A91" w:rsidP="004B559B">
            <w:pPr>
              <w:snapToGrid w:val="0"/>
            </w:pPr>
          </w:p>
        </w:tc>
      </w:tr>
      <w:tr w:rsidR="00914A91" w:rsidRPr="00EA2FE3" w:rsidTr="004B559B">
        <w:trPr>
          <w:trHeight w:val="825"/>
        </w:trPr>
        <w:tc>
          <w:tcPr>
            <w:tcW w:w="1951" w:type="dxa"/>
          </w:tcPr>
          <w:p w:rsidR="00914A91" w:rsidRPr="00EA2FE3" w:rsidRDefault="00914A91" w:rsidP="004B559B">
            <w:pPr>
              <w:snapToGrid w:val="0"/>
              <w:rPr>
                <w:b/>
              </w:rPr>
            </w:pPr>
            <w:r w:rsidRPr="00EA2FE3">
              <w:rPr>
                <w:b/>
              </w:rPr>
              <w:t>Taux technique pour l’exercice N</w:t>
            </w:r>
          </w:p>
          <w:p w:rsidR="00914A91" w:rsidRPr="00EA2FE3" w:rsidRDefault="00914A91" w:rsidP="004B559B">
            <w:pPr>
              <w:snapToGrid w:val="0"/>
            </w:pPr>
          </w:p>
        </w:tc>
        <w:tc>
          <w:tcPr>
            <w:tcW w:w="1140" w:type="dxa"/>
          </w:tcPr>
          <w:p w:rsidR="00914A91" w:rsidRPr="00EA2FE3" w:rsidRDefault="00914A91" w:rsidP="009D7561">
            <w:pPr>
              <w:snapToGrid w:val="0"/>
            </w:pPr>
            <w:r w:rsidRPr="00EA2FE3">
              <w:t>C0120</w:t>
            </w:r>
          </w:p>
        </w:tc>
        <w:tc>
          <w:tcPr>
            <w:tcW w:w="4530" w:type="dxa"/>
          </w:tcPr>
          <w:p w:rsidR="00914A91" w:rsidRPr="00EA2FE3" w:rsidRDefault="00914A91" w:rsidP="004B559B">
            <w:pPr>
              <w:snapToGrid w:val="0"/>
            </w:pPr>
            <w:r w:rsidRPr="00EA2FE3">
              <w:t>Taux technique, en %</w:t>
            </w:r>
            <w:r>
              <w:t>,</w:t>
            </w:r>
            <w:r w:rsidRPr="00EA2FE3">
              <w:t xml:space="preserve"> du contrat.</w:t>
            </w:r>
          </w:p>
          <w:p w:rsidR="00914A91" w:rsidRPr="00EA2FE3" w:rsidRDefault="00914A91" w:rsidP="004B559B">
            <w:pPr>
              <w:snapToGrid w:val="0"/>
            </w:pPr>
            <w:r>
              <w:t>Il s’agit du taux du tarif défini</w:t>
            </w:r>
            <w:r w:rsidRPr="00EA2FE3">
              <w:t xml:space="preserve"> dans les </w:t>
            </w:r>
            <w:r w:rsidRPr="008B551A">
              <w:rPr>
                <w:rStyle w:val="Lienhypertexte"/>
              </w:rPr>
              <w:t>A</w:t>
            </w:r>
            <w:hyperlink r:id="rId17" w:history="1">
              <w:r w:rsidRPr="00EA2FE3">
                <w:rPr>
                  <w:rStyle w:val="Lienhypertexte"/>
                </w:rPr>
                <w:t>rticles A132-1 du code des assurances</w:t>
              </w:r>
            </w:hyperlink>
            <w:r w:rsidRPr="008B551A">
              <w:t xml:space="preserve">, </w:t>
            </w:r>
            <w:r w:rsidRPr="00EA2FE3">
              <w:rPr>
                <w:rStyle w:val="Lienhypertexte"/>
              </w:rPr>
              <w:t>A223-8 du Code de la Mutualité</w:t>
            </w:r>
            <w:r w:rsidRPr="008B551A">
              <w:t xml:space="preserve"> ou </w:t>
            </w:r>
            <w:r w:rsidRPr="00EA2FE3">
              <w:rPr>
                <w:rStyle w:val="Lienhypertexte"/>
              </w:rPr>
              <w:t>A932-3-1 du Code de la Sécurité Sociale</w:t>
            </w:r>
            <w:r w:rsidRPr="00EA2FE3">
              <w:t>.</w:t>
            </w:r>
          </w:p>
          <w:p w:rsidR="00914A91" w:rsidRPr="00EA2FE3" w:rsidRDefault="00914A91" w:rsidP="000D483F">
            <w:pPr>
              <w:pStyle w:val="Paragraphedeliste"/>
              <w:ind w:left="28"/>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 xml:space="preserve">NB : </w:t>
            </w:r>
          </w:p>
          <w:p w:rsidR="00914A91" w:rsidRPr="00EA2FE3" w:rsidRDefault="00914A91" w:rsidP="003125A8">
            <w:pPr>
              <w:pStyle w:val="Paragraphedeliste"/>
              <w:numPr>
                <w:ilvl w:val="0"/>
                <w:numId w:val="14"/>
              </w:numPr>
              <w:ind w:left="170" w:hanging="142"/>
              <w:rPr>
                <w:rFonts w:ascii="Times New Roman" w:hAnsi="Times New Roman"/>
                <w:sz w:val="22"/>
                <w:szCs w:val="22"/>
              </w:rPr>
            </w:pPr>
            <w:r w:rsidRPr="003C60BE">
              <w:rPr>
                <w:rFonts w:ascii="Times New Roman" w:hAnsi="Times New Roman"/>
                <w:b/>
                <w:sz w:val="22"/>
                <w:szCs w:val="22"/>
              </w:rPr>
              <w:t>Aucune application de frais ne doit être faite sur le taux technique reporté</w:t>
            </w:r>
            <w:r w:rsidRPr="00EA2FE3">
              <w:rPr>
                <w:rFonts w:ascii="Times New Roman" w:hAnsi="Times New Roman"/>
                <w:sz w:val="22"/>
                <w:szCs w:val="22"/>
              </w:rPr>
              <w:t>. L’information reportée doit correspondre au taux technique libellé dans les conditions de chaque version de contrat.</w:t>
            </w:r>
            <w:r>
              <w:rPr>
                <w:rFonts w:ascii="Times New Roman" w:hAnsi="Times New Roman"/>
                <w:sz w:val="22"/>
                <w:szCs w:val="22"/>
              </w:rPr>
              <w:t xml:space="preserve"> Pour les contrats ne comportant pas de taux technique, ne rien indiquer.</w:t>
            </w:r>
          </w:p>
          <w:p w:rsidR="00914A91" w:rsidRPr="00EA2FE3" w:rsidRDefault="00914A91" w:rsidP="00D664D4">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 xml:space="preserve">Le taux technique étant une variable de segmentation, une ventilation selon cette </w:t>
            </w:r>
            <w:r w:rsidRPr="00EA2FE3">
              <w:rPr>
                <w:rFonts w:ascii="Times New Roman" w:hAnsi="Times New Roman"/>
                <w:sz w:val="22"/>
                <w:szCs w:val="22"/>
              </w:rPr>
              <w:lastRenderedPageBreak/>
              <w:t xml:space="preserve">variable est </w:t>
            </w:r>
            <w:proofErr w:type="gramStart"/>
            <w:r w:rsidRPr="00EA2FE3">
              <w:rPr>
                <w:rFonts w:ascii="Times New Roman" w:hAnsi="Times New Roman"/>
                <w:sz w:val="22"/>
                <w:szCs w:val="22"/>
              </w:rPr>
              <w:t>attendue</w:t>
            </w:r>
            <w:proofErr w:type="gramEnd"/>
            <w:r w:rsidRPr="00EA2FE3">
              <w:rPr>
                <w:rFonts w:ascii="Times New Roman" w:hAnsi="Times New Roman"/>
                <w:sz w:val="22"/>
                <w:szCs w:val="22"/>
              </w:rPr>
              <w:t>. Les provisions mathématiques se rapportant à des versements effectués sur un même contrat à des taux techniques différents doivent être portés sur des lignes distinctes.</w:t>
            </w:r>
          </w:p>
          <w:p w:rsidR="00914A91" w:rsidRDefault="00914A91" w:rsidP="005A1F96">
            <w:pPr>
              <w:pStyle w:val="Paragraphedeliste"/>
              <w:ind w:left="170"/>
              <w:rPr>
                <w:rFonts w:ascii="Times New Roman" w:hAnsi="Times New Roman"/>
                <w:sz w:val="22"/>
                <w:szCs w:val="22"/>
              </w:rPr>
            </w:pPr>
            <w:r w:rsidRPr="00EA2FE3">
              <w:rPr>
                <w:rFonts w:ascii="Times New Roman" w:hAnsi="Times New Roman"/>
                <w:sz w:val="22"/>
                <w:szCs w:val="22"/>
              </w:rPr>
              <w:t>En aucun cas, des contrats avec des taux techniques différents ne devront être agrégés pour ne former qu’une seule ligne dans l’état.</w:t>
            </w:r>
          </w:p>
          <w:p w:rsidR="00914A91" w:rsidRPr="00EA2FE3" w:rsidRDefault="00914A91" w:rsidP="00D664D4">
            <w:pPr>
              <w:pStyle w:val="Paragraphedeliste"/>
              <w:numPr>
                <w:ilvl w:val="0"/>
                <w:numId w:val="14"/>
              </w:numPr>
              <w:ind w:left="170" w:hanging="142"/>
              <w:rPr>
                <w:rFonts w:ascii="Times New Roman" w:hAnsi="Times New Roman"/>
                <w:sz w:val="22"/>
                <w:szCs w:val="22"/>
              </w:rPr>
            </w:pPr>
            <w:r>
              <w:rPr>
                <w:rFonts w:ascii="Times New Roman" w:hAnsi="Times New Roman"/>
                <w:sz w:val="22"/>
                <w:szCs w:val="22"/>
              </w:rPr>
              <w:t>Pour les contrats de catégorie 10, le taux technique est le taux actuariel équivalent. Pour les contrats de catégorie 13, le taux technique est le taux d’actualisation moyen retenu pour les Provisions Mathématiques.</w:t>
            </w:r>
          </w:p>
          <w:p w:rsidR="00914A91" w:rsidRPr="00EA2FE3" w:rsidRDefault="00914A91" w:rsidP="003125A8">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Aucune information n’est attendue pour cette variable dans le cas des supports UC.</w:t>
            </w:r>
          </w:p>
          <w:p w:rsidR="00914A91" w:rsidRPr="00EA2FE3" w:rsidRDefault="00914A91" w:rsidP="004B559B">
            <w:pPr>
              <w:snapToGrid w:val="0"/>
            </w:pPr>
          </w:p>
          <w:p w:rsidR="00914A91" w:rsidRPr="003C60BE" w:rsidRDefault="00914A91" w:rsidP="003C60BE">
            <w:pPr>
              <w:snapToGrid w:val="0"/>
              <w:rPr>
                <w:rFonts w:eastAsia="Cambria"/>
                <w:szCs w:val="22"/>
                <w:lang w:eastAsia="en-US"/>
              </w:rPr>
            </w:pPr>
            <w:r w:rsidRPr="003C60BE">
              <w:rPr>
                <w:rFonts w:eastAsia="Cambria"/>
                <w:szCs w:val="22"/>
                <w:lang w:eastAsia="en-US"/>
              </w:rPr>
              <w:t>Contrôles associés : C0120 &gt;= 0</w:t>
            </w:r>
            <w:r>
              <w:rPr>
                <w:rFonts w:eastAsia="Cambria"/>
                <w:szCs w:val="22"/>
                <w:lang w:eastAsia="en-US"/>
              </w:rPr>
              <w:t>%</w:t>
            </w:r>
          </w:p>
          <w:p w:rsidR="00914A91" w:rsidRPr="00EA2FE3" w:rsidRDefault="00914A91" w:rsidP="004B559B">
            <w:pPr>
              <w:snapToGrid w:val="0"/>
            </w:pPr>
          </w:p>
        </w:tc>
        <w:tc>
          <w:tcPr>
            <w:tcW w:w="1843" w:type="dxa"/>
          </w:tcPr>
          <w:p w:rsidR="00914A91" w:rsidRPr="00EA2FE3" w:rsidRDefault="00914A91" w:rsidP="004B559B">
            <w:pPr>
              <w:snapToGrid w:val="0"/>
              <w:rPr>
                <w:i/>
              </w:rPr>
            </w:pPr>
            <w:r>
              <w:rPr>
                <w:i/>
              </w:rPr>
              <w:lastRenderedPageBreak/>
              <w:t>0,5</w:t>
            </w:r>
            <w:r w:rsidRPr="00EA2FE3">
              <w:rPr>
                <w:i/>
              </w:rPr>
              <w:t>%</w:t>
            </w:r>
          </w:p>
          <w:p w:rsidR="00914A91" w:rsidRPr="00EA2FE3" w:rsidRDefault="00914A91" w:rsidP="00A25EA7">
            <w:pPr>
              <w:snapToGrid w:val="0"/>
            </w:pPr>
          </w:p>
        </w:tc>
        <w:tc>
          <w:tcPr>
            <w:tcW w:w="3969" w:type="dxa"/>
          </w:tcPr>
          <w:p w:rsidR="00914A91" w:rsidRPr="00EA2FE3" w:rsidRDefault="00914A91" w:rsidP="00A25EA7">
            <w:pPr>
              <w:snapToGrid w:val="0"/>
            </w:pPr>
            <w:r w:rsidRPr="00EA2FE3">
              <w:t>Avoir le taux technique défini pour la durée de vie du contrat, soit dans les conditions initiales, soit ultérieurement par avenant au contrat.</w:t>
            </w:r>
          </w:p>
        </w:tc>
      </w:tr>
    </w:tbl>
    <w:p w:rsidR="00FC5BAC" w:rsidRPr="00EA2FE3" w:rsidRDefault="00FC5BAC" w:rsidP="006769F4">
      <w:pPr>
        <w:numPr>
          <w:ilvl w:val="1"/>
          <w:numId w:val="6"/>
        </w:numPr>
        <w:spacing w:line="360" w:lineRule="auto"/>
        <w:rPr>
          <w:b/>
          <w:bCs/>
          <w:color w:val="4F81BD" w:themeColor="accent1"/>
          <w:szCs w:val="22"/>
        </w:rPr>
      </w:pPr>
      <w:r w:rsidRPr="00EA2FE3">
        <w:rPr>
          <w:b/>
          <w:bCs/>
          <w:color w:val="4F81BD" w:themeColor="accent1"/>
        </w:rPr>
        <w:lastRenderedPageBreak/>
        <w:t>STOCKS ET MOUVEMENTS</w:t>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998"/>
        <w:gridCol w:w="4530"/>
        <w:gridCol w:w="2126"/>
        <w:gridCol w:w="3686"/>
      </w:tblGrid>
      <w:tr w:rsidR="009D7561" w:rsidRPr="00EA2FE3" w:rsidTr="00232C20">
        <w:trPr>
          <w:trHeight w:val="825"/>
        </w:trPr>
        <w:tc>
          <w:tcPr>
            <w:tcW w:w="2093" w:type="dxa"/>
          </w:tcPr>
          <w:p w:rsidR="009D7561" w:rsidRPr="00EA2FE3" w:rsidRDefault="009D7561" w:rsidP="004B559B">
            <w:pPr>
              <w:snapToGrid w:val="0"/>
              <w:rPr>
                <w:b/>
              </w:rPr>
            </w:pPr>
            <w:r w:rsidRPr="00EA2FE3">
              <w:rPr>
                <w:b/>
              </w:rPr>
              <w:t>Nombre de contrats en cours à l'ouverture de l'exercice N</w:t>
            </w:r>
          </w:p>
        </w:tc>
        <w:tc>
          <w:tcPr>
            <w:tcW w:w="998" w:type="dxa"/>
          </w:tcPr>
          <w:p w:rsidR="009D7561" w:rsidRPr="00EA2FE3" w:rsidRDefault="009D7561" w:rsidP="004B559B">
            <w:pPr>
              <w:snapToGrid w:val="0"/>
            </w:pPr>
            <w:r w:rsidRPr="00EA2FE3">
              <w:t>C0130</w:t>
            </w:r>
          </w:p>
        </w:tc>
        <w:tc>
          <w:tcPr>
            <w:tcW w:w="4530" w:type="dxa"/>
          </w:tcPr>
          <w:p w:rsidR="009D7561" w:rsidRPr="00EA2FE3" w:rsidRDefault="009D7561" w:rsidP="004B559B">
            <w:pPr>
              <w:snapToGrid w:val="0"/>
            </w:pPr>
            <w:r w:rsidRPr="00EA2FE3">
              <w:t xml:space="preserve">Nombre </w:t>
            </w:r>
            <w:r w:rsidR="00332C3F" w:rsidRPr="00EA2FE3">
              <w:t xml:space="preserve">(en unités) </w:t>
            </w:r>
            <w:r w:rsidRPr="00EA2FE3">
              <w:t>de contrats couverts en affaires directes en cours à l'ouverture de l'exercice inventorié N.</w:t>
            </w:r>
            <w:r w:rsidR="00F67EFC">
              <w:t xml:space="preserve"> </w:t>
            </w:r>
            <w:r w:rsidR="00E308E6">
              <w:t>Lorsque les Provisions Mathématiques d’un même assuré sont réparties sur plusieurs versions d’un même contrat, compter l’assuré pour 1 sur la ligne portant la majorité de ses encours et 0 sur les autres lignes.</w:t>
            </w:r>
          </w:p>
          <w:p w:rsidR="009D7561" w:rsidRPr="00EA2FE3" w:rsidRDefault="009D7561" w:rsidP="004B559B">
            <w:pPr>
              <w:snapToGrid w:val="0"/>
            </w:pPr>
          </w:p>
          <w:p w:rsidR="003520DF" w:rsidRPr="00EA2FE3" w:rsidRDefault="009D7561" w:rsidP="004B559B">
            <w:pPr>
              <w:snapToGrid w:val="0"/>
            </w:pPr>
            <w:r w:rsidRPr="00EA2FE3">
              <w:t xml:space="preserve">NB : </w:t>
            </w:r>
          </w:p>
          <w:p w:rsidR="003520DF" w:rsidRPr="00EA2FE3" w:rsidRDefault="009D7561" w:rsidP="003520DF">
            <w:pPr>
              <w:pStyle w:val="Paragraphedeliste"/>
              <w:numPr>
                <w:ilvl w:val="0"/>
                <w:numId w:val="15"/>
              </w:numPr>
              <w:snapToGrid w:val="0"/>
              <w:ind w:left="170" w:hanging="142"/>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Pour les contrats collectifs</w:t>
            </w:r>
            <w:r w:rsidR="00C05DDD">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le nombre d’adhérents au contrat sera retenu pour cette variable, laquelle peut éventuellement faire l’objet d’approximations raisonnables.</w:t>
            </w:r>
            <w:r w:rsidR="00F67EFC">
              <w:rPr>
                <w:rFonts w:ascii="Times New Roman" w:eastAsia="Times New Roman" w:hAnsi="Times New Roman"/>
                <w:sz w:val="22"/>
                <w:szCs w:val="20"/>
                <w:lang w:eastAsia="fr-FR"/>
              </w:rPr>
              <w:t xml:space="preserve"> Dans le cas des contrats à adhésion obligatoire, indiquer le nombre d’entreprises ou associations assurées.</w:t>
            </w:r>
            <w:r w:rsidR="00C05DDD">
              <w:rPr>
                <w:rFonts w:ascii="Times New Roman" w:eastAsia="Times New Roman" w:hAnsi="Times New Roman"/>
                <w:sz w:val="22"/>
                <w:szCs w:val="20"/>
                <w:lang w:eastAsia="fr-FR"/>
              </w:rPr>
              <w:t xml:space="preserve"> </w:t>
            </w:r>
          </w:p>
          <w:p w:rsidR="009D7561" w:rsidRPr="00EA2FE3" w:rsidRDefault="00A25EA7" w:rsidP="00433317">
            <w:pPr>
              <w:pStyle w:val="Paragraphedeliste"/>
              <w:numPr>
                <w:ilvl w:val="0"/>
                <w:numId w:val="15"/>
              </w:numPr>
              <w:snapToGrid w:val="0"/>
              <w:ind w:left="170" w:hanging="142"/>
            </w:pPr>
            <w:r w:rsidRPr="00EA2FE3">
              <w:rPr>
                <w:rFonts w:ascii="Times New Roman" w:eastAsia="Times New Roman" w:hAnsi="Times New Roman"/>
                <w:sz w:val="22"/>
                <w:szCs w:val="20"/>
                <w:lang w:eastAsia="fr-FR"/>
              </w:rPr>
              <w:lastRenderedPageBreak/>
              <w:t>N’indique</w:t>
            </w:r>
            <w:r w:rsidR="00433317" w:rsidRPr="00EA2FE3">
              <w:rPr>
                <w:rFonts w:ascii="Times New Roman" w:eastAsia="Times New Roman" w:hAnsi="Times New Roman"/>
                <w:sz w:val="22"/>
                <w:szCs w:val="20"/>
                <w:lang w:eastAsia="fr-FR"/>
              </w:rPr>
              <w:t>r</w:t>
            </w:r>
            <w:r w:rsidRPr="00EA2FE3">
              <w:rPr>
                <w:rFonts w:ascii="Times New Roman" w:eastAsia="Times New Roman" w:hAnsi="Times New Roman"/>
                <w:sz w:val="22"/>
                <w:szCs w:val="20"/>
                <w:lang w:eastAsia="fr-FR"/>
              </w:rPr>
              <w:t xml:space="preserve"> le nombre “1” en aucun cas pour désigner les contrats collectifs </w:t>
            </w:r>
            <w:r w:rsidR="00F67EFC">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ou les contrats individuels groupe ouvert.</w:t>
            </w:r>
          </w:p>
          <w:p w:rsidR="002F66B5" w:rsidRPr="00EA2FE3" w:rsidRDefault="002F66B5" w:rsidP="002F66B5">
            <w:pPr>
              <w:snapToGrid w:val="0"/>
            </w:pPr>
          </w:p>
          <w:p w:rsidR="00BF2D25" w:rsidRPr="00EA2FE3" w:rsidRDefault="00BF2D25" w:rsidP="00D93190">
            <w:pPr>
              <w:snapToGrid w:val="0"/>
            </w:pPr>
          </w:p>
        </w:tc>
        <w:tc>
          <w:tcPr>
            <w:tcW w:w="2126" w:type="dxa"/>
          </w:tcPr>
          <w:p w:rsidR="009D7561" w:rsidRPr="00EA2FE3" w:rsidRDefault="009D7561" w:rsidP="003520DF">
            <w:pPr>
              <w:snapToGrid w:val="0"/>
              <w:rPr>
                <w:i/>
              </w:rPr>
            </w:pPr>
            <w:r w:rsidRPr="00EA2FE3">
              <w:rPr>
                <w:i/>
              </w:rPr>
              <w:lastRenderedPageBreak/>
              <w:t>133</w:t>
            </w:r>
          </w:p>
        </w:tc>
        <w:tc>
          <w:tcPr>
            <w:tcW w:w="3686" w:type="dxa"/>
          </w:tcPr>
          <w:p w:rsidR="009D7561" w:rsidRPr="00EA2FE3" w:rsidRDefault="009D7561" w:rsidP="004B559B">
            <w:pPr>
              <w:snapToGrid w:val="0"/>
            </w:pPr>
            <w:r w:rsidRPr="00EA2FE3">
              <w:t>Évaluer le nombre de contrat</w:t>
            </w:r>
            <w:r w:rsidR="002934CC">
              <w:t>s</w:t>
            </w:r>
            <w:r w:rsidRPr="00EA2FE3">
              <w:t xml:space="preserve"> à l'ouverture l’exercice N.</w:t>
            </w:r>
          </w:p>
          <w:p w:rsidR="009D7561" w:rsidRPr="00EA2FE3" w:rsidRDefault="009D7561" w:rsidP="004B559B">
            <w:pPr>
              <w:snapToGrid w:val="0"/>
            </w:pPr>
          </w:p>
        </w:tc>
      </w:tr>
      <w:tr w:rsidR="009D7561" w:rsidRPr="00EA2FE3" w:rsidTr="00232C20">
        <w:trPr>
          <w:trHeight w:val="825"/>
        </w:trPr>
        <w:tc>
          <w:tcPr>
            <w:tcW w:w="2093" w:type="dxa"/>
          </w:tcPr>
          <w:p w:rsidR="009D7561" w:rsidRPr="00EA2FE3" w:rsidRDefault="009D7561" w:rsidP="004B559B">
            <w:pPr>
              <w:snapToGrid w:val="0"/>
              <w:rPr>
                <w:b/>
              </w:rPr>
            </w:pPr>
            <w:r w:rsidRPr="00EA2FE3">
              <w:rPr>
                <w:b/>
              </w:rPr>
              <w:lastRenderedPageBreak/>
              <w:t>Nombre de nouvelles souscriptions de contrats (</w:t>
            </w:r>
            <w:proofErr w:type="spellStart"/>
            <w:r w:rsidRPr="00EA2FE3">
              <w:rPr>
                <w:b/>
              </w:rPr>
              <w:t>yc</w:t>
            </w:r>
            <w:proofErr w:type="spellEnd"/>
            <w:r w:rsidRPr="00EA2FE3">
              <w:rPr>
                <w:b/>
              </w:rPr>
              <w:t xml:space="preserve"> contrats transférés) au cours de l'exercice N</w:t>
            </w:r>
          </w:p>
        </w:tc>
        <w:tc>
          <w:tcPr>
            <w:tcW w:w="998" w:type="dxa"/>
          </w:tcPr>
          <w:p w:rsidR="009D7561" w:rsidRPr="00EA2FE3" w:rsidRDefault="009D7561" w:rsidP="004B559B">
            <w:pPr>
              <w:snapToGrid w:val="0"/>
            </w:pPr>
            <w:r w:rsidRPr="00EA2FE3">
              <w:t>C0140</w:t>
            </w:r>
          </w:p>
        </w:tc>
        <w:tc>
          <w:tcPr>
            <w:tcW w:w="4530" w:type="dxa"/>
          </w:tcPr>
          <w:p w:rsidR="009D7561" w:rsidRPr="00EA2FE3" w:rsidRDefault="009D7561" w:rsidP="004B559B">
            <w:pPr>
              <w:snapToGrid w:val="0"/>
            </w:pPr>
            <w:r w:rsidRPr="00EA2FE3">
              <w:t xml:space="preserve">Nombre </w:t>
            </w:r>
            <w:r w:rsidR="00332C3F" w:rsidRPr="00EA2FE3">
              <w:t xml:space="preserve">(en unités) </w:t>
            </w:r>
            <w:r w:rsidRPr="00EA2FE3">
              <w:t xml:space="preserve">de nouveaux contrats </w:t>
            </w:r>
            <w:r w:rsidR="00F34017" w:rsidRPr="00EA2FE3">
              <w:t xml:space="preserve">souscrits </w:t>
            </w:r>
            <w:r w:rsidR="00FD72FE">
              <w:t xml:space="preserve">(y compris contrats transférés) </w:t>
            </w:r>
            <w:r w:rsidR="00F34017" w:rsidRPr="00EA2FE3">
              <w:t xml:space="preserve">au </w:t>
            </w:r>
            <w:r w:rsidRPr="00EA2FE3">
              <w:t>cours de l'exercice inventorié N.</w:t>
            </w:r>
          </w:p>
          <w:p w:rsidR="009D7561" w:rsidRPr="00EA2FE3" w:rsidRDefault="000C5D28" w:rsidP="004B559B">
            <w:pPr>
              <w:snapToGrid w:val="0"/>
            </w:pPr>
            <w:r>
              <w:t>Lorsque les Provisions Mathématiques d’un même assuré sont réparties sur plusieurs versions d’un même contrat, compter l’assuré pour 1 sur la ligne portant la majorité de ses encours et 0 sur les autres lignes.</w:t>
            </w:r>
          </w:p>
          <w:p w:rsidR="009D7561" w:rsidRPr="00EA2FE3" w:rsidRDefault="009D7561" w:rsidP="004B559B">
            <w:pPr>
              <w:snapToGrid w:val="0"/>
            </w:pPr>
          </w:p>
          <w:p w:rsidR="00FF4FAE" w:rsidRPr="00EA2FE3" w:rsidRDefault="009D7561" w:rsidP="00A25EA7">
            <w:pPr>
              <w:snapToGrid w:val="0"/>
            </w:pPr>
            <w:r w:rsidRPr="00EA2FE3">
              <w:t xml:space="preserve">NB : </w:t>
            </w:r>
          </w:p>
          <w:p w:rsidR="009D7561" w:rsidRPr="00EA2FE3" w:rsidRDefault="009D7561" w:rsidP="005E5F57">
            <w:pPr>
              <w:pStyle w:val="Paragraphedeliste"/>
              <w:numPr>
                <w:ilvl w:val="0"/>
                <w:numId w:val="15"/>
              </w:numPr>
              <w:snapToGrid w:val="0"/>
              <w:ind w:left="170" w:hanging="142"/>
            </w:pPr>
            <w:r w:rsidRPr="00EA2FE3">
              <w:rPr>
                <w:rFonts w:ascii="Times New Roman" w:eastAsia="Times New Roman" w:hAnsi="Times New Roman"/>
                <w:sz w:val="22"/>
                <w:szCs w:val="20"/>
                <w:lang w:eastAsia="fr-FR"/>
              </w:rPr>
              <w:t xml:space="preserve">Pour les contrats collectifs </w:t>
            </w:r>
            <w:r w:rsidR="00FD72FE">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 xml:space="preserve">ou individuels groupe ouvert, le nombre </w:t>
            </w:r>
            <w:r w:rsidR="005F4A90" w:rsidRPr="00EA2FE3">
              <w:rPr>
                <w:rFonts w:ascii="Times New Roman" w:eastAsia="Times New Roman" w:hAnsi="Times New Roman"/>
                <w:sz w:val="22"/>
                <w:szCs w:val="20"/>
                <w:lang w:eastAsia="fr-FR"/>
              </w:rPr>
              <w:t xml:space="preserve">de nouveaux adhérents </w:t>
            </w:r>
            <w:r w:rsidRPr="00EA2FE3">
              <w:rPr>
                <w:rFonts w:ascii="Times New Roman" w:eastAsia="Times New Roman" w:hAnsi="Times New Roman"/>
                <w:sz w:val="22"/>
                <w:szCs w:val="20"/>
                <w:lang w:eastAsia="fr-FR"/>
              </w:rPr>
              <w:t>au contrat sera retenu pour cette variable, laquelle peut éventuellement faire l’objet d’approximations raisonnables.</w:t>
            </w:r>
          </w:p>
          <w:p w:rsidR="002F66B5" w:rsidRPr="00EA2FE3" w:rsidRDefault="002F66B5" w:rsidP="002F66B5">
            <w:pPr>
              <w:snapToGrid w:val="0"/>
            </w:pPr>
          </w:p>
          <w:p w:rsidR="002F66B5" w:rsidRPr="00EA2FE3" w:rsidRDefault="002F66B5" w:rsidP="002F66B5">
            <w:pPr>
              <w:snapToGrid w:val="0"/>
            </w:pPr>
          </w:p>
        </w:tc>
        <w:tc>
          <w:tcPr>
            <w:tcW w:w="2126" w:type="dxa"/>
          </w:tcPr>
          <w:p w:rsidR="009D7561" w:rsidRPr="00EA2FE3" w:rsidRDefault="009D7561" w:rsidP="004B559B">
            <w:pPr>
              <w:snapToGrid w:val="0"/>
              <w:rPr>
                <w:i/>
              </w:rPr>
            </w:pPr>
            <w:r w:rsidRPr="00EA2FE3">
              <w:rPr>
                <w:i/>
              </w:rPr>
              <w:t>1</w:t>
            </w:r>
            <w:r w:rsidR="0011149D">
              <w:rPr>
                <w:i/>
              </w:rPr>
              <w:t>7</w:t>
            </w:r>
          </w:p>
          <w:p w:rsidR="009D7561" w:rsidRPr="00EA2FE3" w:rsidRDefault="009D7561" w:rsidP="00433317">
            <w:pPr>
              <w:snapToGrid w:val="0"/>
              <w:jc w:val="left"/>
            </w:pPr>
            <w:r w:rsidRPr="00EA2FE3">
              <w:t>(N’indique</w:t>
            </w:r>
            <w:r w:rsidR="00433317" w:rsidRPr="00EA2FE3">
              <w:t>r</w:t>
            </w:r>
            <w:r w:rsidRPr="00EA2FE3">
              <w:t xml:space="preserve"> le nombre “1” en aucun cas pour désigner les contrats collectifs </w:t>
            </w:r>
            <w:r w:rsidR="00A343F9">
              <w:t xml:space="preserve">à adhésion facultative </w:t>
            </w:r>
            <w:r w:rsidRPr="00EA2FE3">
              <w:t>ou individuels groupe ouvert)</w:t>
            </w:r>
          </w:p>
        </w:tc>
        <w:tc>
          <w:tcPr>
            <w:tcW w:w="3686" w:type="dxa"/>
          </w:tcPr>
          <w:p w:rsidR="009D7561" w:rsidRPr="00EA2FE3" w:rsidRDefault="009D7561" w:rsidP="004B559B">
            <w:pPr>
              <w:snapToGrid w:val="0"/>
            </w:pPr>
            <w:r w:rsidRPr="00EA2FE3">
              <w:t>Évaluer le nombre de nouveaux contrats au cours de l’exercice N.</w:t>
            </w:r>
          </w:p>
          <w:p w:rsidR="009D7561" w:rsidRPr="00EA2FE3" w:rsidRDefault="009D7561" w:rsidP="004B559B">
            <w:pPr>
              <w:snapToGrid w:val="0"/>
            </w:pPr>
          </w:p>
          <w:p w:rsidR="009D7561" w:rsidRPr="00EA2FE3" w:rsidRDefault="009D7561" w:rsidP="004B559B">
            <w:pPr>
              <w:snapToGrid w:val="0"/>
            </w:pPr>
          </w:p>
        </w:tc>
      </w:tr>
      <w:tr w:rsidR="009D7561" w:rsidRPr="00EA2FE3" w:rsidTr="00232C20">
        <w:trPr>
          <w:trHeight w:val="825"/>
        </w:trPr>
        <w:tc>
          <w:tcPr>
            <w:tcW w:w="2093" w:type="dxa"/>
          </w:tcPr>
          <w:p w:rsidR="009D7561" w:rsidRPr="00EA2FE3" w:rsidRDefault="009D7561" w:rsidP="004B559B">
            <w:pPr>
              <w:snapToGrid w:val="0"/>
              <w:rPr>
                <w:b/>
              </w:rPr>
            </w:pPr>
            <w:r w:rsidRPr="00EA2FE3">
              <w:rPr>
                <w:b/>
              </w:rPr>
              <w:t>Nombre de rachats</w:t>
            </w:r>
            <w:r w:rsidR="00BF7677">
              <w:rPr>
                <w:b/>
              </w:rPr>
              <w:t xml:space="preserve"> ou transferts et assimilés</w:t>
            </w:r>
            <w:r w:rsidRPr="00EA2FE3">
              <w:rPr>
                <w:b/>
              </w:rPr>
              <w:t xml:space="preserve"> de contrats au cours de l'exercice N</w:t>
            </w:r>
          </w:p>
        </w:tc>
        <w:tc>
          <w:tcPr>
            <w:tcW w:w="998" w:type="dxa"/>
          </w:tcPr>
          <w:p w:rsidR="009D7561" w:rsidRPr="00EA2FE3" w:rsidRDefault="009D7561" w:rsidP="004B559B">
            <w:pPr>
              <w:snapToGrid w:val="0"/>
            </w:pPr>
            <w:r w:rsidRPr="00EA2FE3">
              <w:t>C0150</w:t>
            </w:r>
          </w:p>
        </w:tc>
        <w:tc>
          <w:tcPr>
            <w:tcW w:w="4530" w:type="dxa"/>
          </w:tcPr>
          <w:p w:rsidR="009D7561" w:rsidRPr="00EA2FE3" w:rsidRDefault="009D7561" w:rsidP="004B559B">
            <w:pPr>
              <w:snapToGrid w:val="0"/>
            </w:pPr>
            <w:r w:rsidRPr="00EA2FE3">
              <w:t xml:space="preserve">Nombre </w:t>
            </w:r>
            <w:r w:rsidR="00332C3F" w:rsidRPr="00EA2FE3">
              <w:t xml:space="preserve">(en unités) </w:t>
            </w:r>
            <w:r w:rsidRPr="00EA2FE3">
              <w:t xml:space="preserve">de rachats totaux </w:t>
            </w:r>
            <w:r w:rsidR="003520F2">
              <w:t xml:space="preserve">ou transferts </w:t>
            </w:r>
            <w:r w:rsidRPr="00EA2FE3">
              <w:t>enregistrés au cours de l’exercice inventorié N.</w:t>
            </w:r>
            <w:r w:rsidR="007F634C">
              <w:t xml:space="preserve"> Lorsque les Provisions Mathématiques rachetées par un même assuré sont réparties sur plusieurs versions d’un même contrat, compter l’assuré pour 1 sur la ligne portant la majorité de ses encours rachetés et 0 sur les autres lignes.</w:t>
            </w:r>
          </w:p>
          <w:p w:rsidR="009D7561" w:rsidRPr="00EA2FE3" w:rsidRDefault="009D7561" w:rsidP="004B559B">
            <w:pPr>
              <w:snapToGrid w:val="0"/>
            </w:pPr>
          </w:p>
          <w:p w:rsidR="00FF4FAE" w:rsidRPr="00EA2FE3" w:rsidRDefault="009D7561" w:rsidP="00FF4FAE">
            <w:pPr>
              <w:snapToGrid w:val="0"/>
            </w:pPr>
            <w:r w:rsidRPr="00EA2FE3">
              <w:t xml:space="preserve">NB : </w:t>
            </w:r>
          </w:p>
          <w:p w:rsidR="009D7561" w:rsidRPr="005A1F96" w:rsidRDefault="009D7561" w:rsidP="00F9680B">
            <w:pPr>
              <w:pStyle w:val="Paragraphedeliste"/>
              <w:numPr>
                <w:ilvl w:val="0"/>
                <w:numId w:val="15"/>
              </w:numPr>
              <w:snapToGrid w:val="0"/>
            </w:pPr>
            <w:r w:rsidRPr="00EA2FE3">
              <w:rPr>
                <w:rFonts w:ascii="Times New Roman" w:eastAsia="Times New Roman" w:hAnsi="Times New Roman"/>
                <w:sz w:val="22"/>
                <w:szCs w:val="20"/>
                <w:lang w:eastAsia="fr-FR"/>
              </w:rPr>
              <w:t>Pour les contrats collectifs</w:t>
            </w:r>
            <w:r w:rsidR="007F634C">
              <w:rPr>
                <w:rFonts w:ascii="Times New Roman" w:eastAsia="Times New Roman" w:hAnsi="Times New Roman"/>
                <w:sz w:val="22"/>
                <w:szCs w:val="20"/>
                <w:lang w:eastAsia="fr-FR"/>
              </w:rPr>
              <w:t xml:space="preserve"> à adhésion </w:t>
            </w:r>
            <w:r w:rsidR="007F634C">
              <w:rPr>
                <w:rFonts w:ascii="Times New Roman" w:eastAsia="Times New Roman" w:hAnsi="Times New Roman"/>
                <w:sz w:val="22"/>
                <w:szCs w:val="20"/>
                <w:lang w:eastAsia="fr-FR"/>
              </w:rPr>
              <w:lastRenderedPageBreak/>
              <w:t>facultative</w:t>
            </w:r>
            <w:r w:rsidRPr="00EA2FE3">
              <w:rPr>
                <w:rFonts w:ascii="Times New Roman" w:eastAsia="Times New Roman" w:hAnsi="Times New Roman"/>
                <w:sz w:val="22"/>
                <w:szCs w:val="20"/>
                <w:lang w:eastAsia="fr-FR"/>
              </w:rPr>
              <w:t xml:space="preserve"> ou individuels groupe ouvert, le nombre d’adhérents </w:t>
            </w:r>
            <w:r w:rsidR="005F4A90" w:rsidRPr="00EA2FE3">
              <w:rPr>
                <w:rFonts w:ascii="Times New Roman" w:eastAsia="Times New Roman" w:hAnsi="Times New Roman"/>
                <w:sz w:val="22"/>
                <w:szCs w:val="20"/>
                <w:lang w:eastAsia="fr-FR"/>
              </w:rPr>
              <w:t xml:space="preserve">ayant racheté leur </w:t>
            </w:r>
            <w:r w:rsidRPr="00EA2FE3">
              <w:rPr>
                <w:rFonts w:ascii="Times New Roman" w:eastAsia="Times New Roman" w:hAnsi="Times New Roman"/>
                <w:sz w:val="22"/>
                <w:szCs w:val="20"/>
                <w:lang w:eastAsia="fr-FR"/>
              </w:rPr>
              <w:t>contrat sera retenu pour cette variable, laquelle peut éventuellement faire l’objet d’approximations raisonnables.</w:t>
            </w:r>
          </w:p>
          <w:p w:rsidR="00F9680B" w:rsidRPr="005A1F96" w:rsidRDefault="00F9680B" w:rsidP="005A1F96">
            <w:pPr>
              <w:pStyle w:val="Paragraphedeliste"/>
              <w:numPr>
                <w:ilvl w:val="0"/>
                <w:numId w:val="15"/>
              </w:numPr>
              <w:rPr>
                <w:rFonts w:ascii="Times New Roman" w:hAnsi="Times New Roman"/>
                <w:sz w:val="22"/>
                <w:szCs w:val="22"/>
              </w:rPr>
            </w:pPr>
            <w:r>
              <w:rPr>
                <w:rFonts w:ascii="Times New Roman" w:hAnsi="Times New Roman"/>
                <w:sz w:val="22"/>
                <w:szCs w:val="22"/>
              </w:rPr>
              <w:t>Les arrivées à terme et passages en rente sont exclus de cette catégorie.</w:t>
            </w:r>
          </w:p>
          <w:p w:rsidR="002F66B5" w:rsidRPr="00EA2FE3" w:rsidRDefault="002F66B5" w:rsidP="00A33DBB"/>
        </w:tc>
        <w:tc>
          <w:tcPr>
            <w:tcW w:w="2126" w:type="dxa"/>
          </w:tcPr>
          <w:p w:rsidR="009D7561" w:rsidRPr="00EA2FE3" w:rsidRDefault="0011149D" w:rsidP="004B559B">
            <w:pPr>
              <w:snapToGrid w:val="0"/>
              <w:rPr>
                <w:i/>
              </w:rPr>
            </w:pPr>
            <w:r>
              <w:rPr>
                <w:i/>
              </w:rPr>
              <w:lastRenderedPageBreak/>
              <w:t>20</w:t>
            </w:r>
          </w:p>
          <w:p w:rsidR="009D7561" w:rsidRPr="00EA2FE3" w:rsidRDefault="009D7561" w:rsidP="00FD72FE">
            <w:pPr>
              <w:snapToGrid w:val="0"/>
              <w:jc w:val="left"/>
            </w:pPr>
            <w:r w:rsidRPr="00EA2FE3">
              <w:t>(</w:t>
            </w:r>
            <w:r w:rsidR="00FD72FE" w:rsidRPr="00EA2FE3">
              <w:t>N’indique</w:t>
            </w:r>
            <w:r w:rsidR="00FD72FE">
              <w:t>r</w:t>
            </w:r>
            <w:r w:rsidR="00FD72FE" w:rsidRPr="00EA2FE3">
              <w:t xml:space="preserve"> </w:t>
            </w:r>
            <w:r w:rsidRPr="00EA2FE3">
              <w:t xml:space="preserve">le nombre “1” en aucun cas pour désigner les contrats collectifs </w:t>
            </w:r>
            <w:r w:rsidR="007F634C">
              <w:t xml:space="preserve">à adhésion facultative </w:t>
            </w:r>
            <w:r w:rsidRPr="00EA2FE3">
              <w:t>ou individuels groupe ouvert)</w:t>
            </w:r>
          </w:p>
        </w:tc>
        <w:tc>
          <w:tcPr>
            <w:tcW w:w="3686" w:type="dxa"/>
          </w:tcPr>
          <w:p w:rsidR="009D7561" w:rsidRPr="00EA2FE3" w:rsidRDefault="009D7561" w:rsidP="004B559B">
            <w:pPr>
              <w:snapToGrid w:val="0"/>
            </w:pPr>
            <w:r w:rsidRPr="00EA2FE3">
              <w:t>Évaluer le nombre de rachats de contrats au cours de l’exercice N</w:t>
            </w:r>
          </w:p>
        </w:tc>
      </w:tr>
      <w:tr w:rsidR="006C50B7" w:rsidRPr="00EA2FE3" w:rsidTr="00232C20">
        <w:trPr>
          <w:trHeight w:val="825"/>
        </w:trPr>
        <w:tc>
          <w:tcPr>
            <w:tcW w:w="2093" w:type="dxa"/>
          </w:tcPr>
          <w:p w:rsidR="006C50B7" w:rsidRPr="00EA2FE3" w:rsidRDefault="006C50B7" w:rsidP="004B559B">
            <w:pPr>
              <w:snapToGrid w:val="0"/>
              <w:rPr>
                <w:b/>
              </w:rPr>
            </w:pPr>
            <w:r w:rsidRPr="00D93190">
              <w:rPr>
                <w:b/>
              </w:rPr>
              <w:lastRenderedPageBreak/>
              <w:t>Autres variations du nombre de contrats (décès, conversion en rente…)</w:t>
            </w:r>
          </w:p>
        </w:tc>
        <w:tc>
          <w:tcPr>
            <w:tcW w:w="998" w:type="dxa"/>
          </w:tcPr>
          <w:p w:rsidR="006C50B7" w:rsidRPr="00EA2FE3" w:rsidRDefault="006C50B7" w:rsidP="006C50B7">
            <w:pPr>
              <w:snapToGrid w:val="0"/>
            </w:pPr>
            <w:r w:rsidRPr="00EA2FE3">
              <w:t>C0</w:t>
            </w:r>
            <w:r>
              <w:t>155</w:t>
            </w:r>
          </w:p>
        </w:tc>
        <w:tc>
          <w:tcPr>
            <w:tcW w:w="4530" w:type="dxa"/>
          </w:tcPr>
          <w:p w:rsidR="006C50B7" w:rsidRPr="00EA2FE3" w:rsidRDefault="006C50B7" w:rsidP="00B75113">
            <w:pPr>
              <w:snapToGrid w:val="0"/>
            </w:pPr>
            <w:r w:rsidRPr="00EA2FE3">
              <w:t>Nombre (en unités</w:t>
            </w:r>
            <w:r>
              <w:t>, positives ou négatives</w:t>
            </w:r>
            <w:r w:rsidRPr="00EA2FE3">
              <w:t xml:space="preserve">) de </w:t>
            </w:r>
            <w:r>
              <w:t>variations du nombre de contrats</w:t>
            </w:r>
            <w:r w:rsidRPr="00EA2FE3">
              <w:t xml:space="preserve"> au cours de l’exercice inventorié N</w:t>
            </w:r>
            <w:r>
              <w:t xml:space="preserve"> qui ne sont pas liées aux nouvelles souscriptions, rachats ou transferts</w:t>
            </w:r>
            <w:r w:rsidRPr="00EA2FE3">
              <w:t>.</w:t>
            </w:r>
            <w:r>
              <w:t xml:space="preserve"> Il peut s’agir par exemple de décès ou de termes de contrats. Lorsque les Provisions Mathématiques d’un même assuré sont réparties sur plusieurs versions d’un même contrat, compter l’assuré pour 1 sur la ligne portant la majorité des variations et 0 sur les autres lignes.</w:t>
            </w:r>
          </w:p>
          <w:p w:rsidR="006C50B7" w:rsidRPr="00EA2FE3" w:rsidRDefault="006C50B7" w:rsidP="00B75113">
            <w:pPr>
              <w:snapToGrid w:val="0"/>
            </w:pPr>
          </w:p>
          <w:p w:rsidR="006C50B7" w:rsidRPr="00EA2FE3" w:rsidRDefault="006C50B7" w:rsidP="00B75113">
            <w:pPr>
              <w:snapToGrid w:val="0"/>
            </w:pPr>
            <w:r w:rsidRPr="00EA2FE3">
              <w:t xml:space="preserve">NB : </w:t>
            </w:r>
          </w:p>
          <w:p w:rsidR="006C50B7" w:rsidRPr="00EA2FE3" w:rsidRDefault="006C50B7" w:rsidP="00B75113">
            <w:pPr>
              <w:pStyle w:val="Paragraphedeliste"/>
              <w:numPr>
                <w:ilvl w:val="0"/>
                <w:numId w:val="15"/>
              </w:numPr>
              <w:snapToGrid w:val="0"/>
              <w:ind w:left="170" w:hanging="142"/>
            </w:pPr>
            <w:r w:rsidRPr="00EA2FE3">
              <w:rPr>
                <w:rFonts w:ascii="Times New Roman" w:eastAsia="Times New Roman" w:hAnsi="Times New Roman"/>
                <w:sz w:val="22"/>
                <w:szCs w:val="20"/>
                <w:lang w:eastAsia="fr-FR"/>
              </w:rPr>
              <w:t>Pour les contrats collectifs</w:t>
            </w:r>
            <w:r>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xml:space="preserve"> ou individuels groupe ouvert, le nombre d’adhérents sera retenu pour cette variable, laquelle peut éventuellement faire l’objet d’approximations raisonnables.</w:t>
            </w:r>
          </w:p>
          <w:p w:rsidR="006C50B7" w:rsidRPr="00EA2FE3" w:rsidRDefault="006C50B7" w:rsidP="00B75113">
            <w:pPr>
              <w:snapToGrid w:val="0"/>
            </w:pPr>
          </w:p>
          <w:p w:rsidR="006C50B7" w:rsidRPr="00EA2FE3" w:rsidRDefault="006C50B7" w:rsidP="004B559B">
            <w:pPr>
              <w:snapToGrid w:val="0"/>
            </w:pPr>
          </w:p>
        </w:tc>
        <w:tc>
          <w:tcPr>
            <w:tcW w:w="2126" w:type="dxa"/>
          </w:tcPr>
          <w:p w:rsidR="006C50B7" w:rsidRPr="00EA2FE3" w:rsidDel="0011149D" w:rsidRDefault="006C50B7" w:rsidP="004B559B">
            <w:pPr>
              <w:snapToGrid w:val="0"/>
              <w:rPr>
                <w:i/>
              </w:rPr>
            </w:pPr>
            <w:r>
              <w:t>-10</w:t>
            </w:r>
          </w:p>
        </w:tc>
        <w:tc>
          <w:tcPr>
            <w:tcW w:w="3686" w:type="dxa"/>
          </w:tcPr>
          <w:p w:rsidR="006C50B7" w:rsidRPr="00EA2FE3" w:rsidRDefault="006C50B7" w:rsidP="004B559B">
            <w:pPr>
              <w:snapToGrid w:val="0"/>
            </w:pPr>
            <w:r>
              <w:t>Assurer le suivi du nombre de contrats en portefeuille.</w:t>
            </w:r>
          </w:p>
        </w:tc>
      </w:tr>
      <w:tr w:rsidR="006C50B7" w:rsidRPr="00EA2FE3" w:rsidTr="00232C20">
        <w:trPr>
          <w:trHeight w:val="825"/>
        </w:trPr>
        <w:tc>
          <w:tcPr>
            <w:tcW w:w="2093" w:type="dxa"/>
          </w:tcPr>
          <w:p w:rsidR="006C50B7" w:rsidRPr="00EA2FE3" w:rsidRDefault="006C50B7" w:rsidP="004B559B">
            <w:pPr>
              <w:snapToGrid w:val="0"/>
              <w:rPr>
                <w:b/>
              </w:rPr>
            </w:pPr>
            <w:r w:rsidRPr="00EA2FE3">
              <w:rPr>
                <w:b/>
              </w:rPr>
              <w:t>Nombre de contrats en cours à la clôture de l'exercice N</w:t>
            </w:r>
          </w:p>
        </w:tc>
        <w:tc>
          <w:tcPr>
            <w:tcW w:w="998" w:type="dxa"/>
          </w:tcPr>
          <w:p w:rsidR="006C50B7" w:rsidRPr="00EA2FE3" w:rsidRDefault="006C50B7" w:rsidP="004B559B">
            <w:pPr>
              <w:snapToGrid w:val="0"/>
            </w:pPr>
            <w:r w:rsidRPr="00EA2FE3">
              <w:t>C0160</w:t>
            </w:r>
          </w:p>
        </w:tc>
        <w:tc>
          <w:tcPr>
            <w:tcW w:w="4530" w:type="dxa"/>
          </w:tcPr>
          <w:p w:rsidR="006C50B7" w:rsidRPr="00EA2FE3" w:rsidRDefault="006C50B7" w:rsidP="004B559B">
            <w:pPr>
              <w:snapToGrid w:val="0"/>
            </w:pPr>
            <w:r w:rsidRPr="00EA2FE3">
              <w:t xml:space="preserve">Nombre (en unités) </w:t>
            </w:r>
            <w:r>
              <w:t>de contrats</w:t>
            </w:r>
            <w:r w:rsidRPr="00EA2FE3">
              <w:t xml:space="preserve"> en cours à la clôture de l'exercice inventorié N.</w:t>
            </w:r>
            <w:r>
              <w:t xml:space="preserve"> Lorsque les Provisions Mathématiques d’un même assuré sont réparties sur plusieurs versions d’un même contrat, compter l’assuré pour 1 sur la ligne portant la majorité de ses encours et 0 sur les autres lignes.</w:t>
            </w:r>
          </w:p>
          <w:p w:rsidR="006C50B7" w:rsidRPr="00EA2FE3" w:rsidRDefault="006C50B7" w:rsidP="004B559B">
            <w:pPr>
              <w:snapToGrid w:val="0"/>
            </w:pPr>
          </w:p>
          <w:p w:rsidR="006C50B7" w:rsidRPr="00EA2FE3" w:rsidRDefault="006C50B7" w:rsidP="008B3834">
            <w:pPr>
              <w:snapToGrid w:val="0"/>
            </w:pPr>
            <w:r w:rsidRPr="00EA2FE3">
              <w:lastRenderedPageBreak/>
              <w:t xml:space="preserve">NB : </w:t>
            </w:r>
          </w:p>
          <w:p w:rsidR="006C50B7" w:rsidRPr="00EA2FE3" w:rsidRDefault="006C50B7" w:rsidP="005E5F57">
            <w:pPr>
              <w:pStyle w:val="Paragraphedeliste"/>
              <w:numPr>
                <w:ilvl w:val="0"/>
                <w:numId w:val="15"/>
              </w:numPr>
              <w:snapToGrid w:val="0"/>
              <w:ind w:left="170" w:hanging="142"/>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 xml:space="preserve">Pour les contrats collectifs </w:t>
            </w:r>
            <w:r>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ou individuels groupe ouvert, le nombre d’adhérents au contrat sera retenu pour cette variable, laquelle peut éventuellement faire l’objet d’approximations raisonnables. Exemple : pour 1 contrat auxquels 100 adhérents ont souscrit, il convient de reporter 100.</w:t>
            </w:r>
          </w:p>
          <w:p w:rsidR="006C50B7" w:rsidRPr="00EA2FE3" w:rsidRDefault="006C50B7" w:rsidP="00A33DBB">
            <w:pPr>
              <w:pStyle w:val="Paragraphedeliste"/>
              <w:numPr>
                <w:ilvl w:val="0"/>
                <w:numId w:val="15"/>
              </w:numPr>
              <w:snapToGrid w:val="0"/>
              <w:ind w:left="170" w:hanging="142"/>
            </w:pPr>
            <w:r w:rsidRPr="00EA2FE3">
              <w:rPr>
                <w:rFonts w:ascii="Times New Roman" w:eastAsia="Times New Roman" w:hAnsi="Times New Roman"/>
                <w:sz w:val="22"/>
                <w:szCs w:val="20"/>
                <w:lang w:eastAsia="fr-FR"/>
              </w:rPr>
              <w:t>Un contrat en cours qui ne donne pas lieu à des versements doit être comptabilisé.</w:t>
            </w:r>
            <w:r w:rsidRPr="00EA2FE3" w:rsidDel="002A2FDB">
              <w:rPr>
                <w:rFonts w:ascii="Times New Roman" w:eastAsia="Times New Roman" w:hAnsi="Times New Roman"/>
                <w:sz w:val="22"/>
                <w:szCs w:val="20"/>
                <w:lang w:eastAsia="fr-FR"/>
              </w:rPr>
              <w:t xml:space="preserve"> </w:t>
            </w:r>
          </w:p>
        </w:tc>
        <w:tc>
          <w:tcPr>
            <w:tcW w:w="2126" w:type="dxa"/>
          </w:tcPr>
          <w:p w:rsidR="006C50B7" w:rsidRPr="00EA2FE3" w:rsidRDefault="006C50B7" w:rsidP="004B559B">
            <w:pPr>
              <w:snapToGrid w:val="0"/>
              <w:rPr>
                <w:i/>
              </w:rPr>
            </w:pPr>
            <w:r w:rsidRPr="00EA2FE3">
              <w:rPr>
                <w:i/>
              </w:rPr>
              <w:lastRenderedPageBreak/>
              <w:t>1</w:t>
            </w:r>
            <w:r>
              <w:rPr>
                <w:i/>
              </w:rPr>
              <w:t>20</w:t>
            </w:r>
          </w:p>
          <w:p w:rsidR="006C50B7" w:rsidRPr="00EA2FE3" w:rsidRDefault="006C50B7" w:rsidP="00FD72FE">
            <w:pPr>
              <w:snapToGrid w:val="0"/>
              <w:jc w:val="left"/>
            </w:pPr>
            <w:r w:rsidRPr="00EA2FE3">
              <w:t>(N’indique</w:t>
            </w:r>
            <w:r>
              <w:t>r</w:t>
            </w:r>
            <w:r w:rsidRPr="00EA2FE3">
              <w:t xml:space="preserve"> le nombre “1” en aucun cas pour désigner les contrats collectifs </w:t>
            </w:r>
            <w:r>
              <w:t xml:space="preserve">à adhésion facultative </w:t>
            </w:r>
            <w:r w:rsidRPr="00EA2FE3">
              <w:t>ou individuels groupe ouvert)</w:t>
            </w:r>
          </w:p>
        </w:tc>
        <w:tc>
          <w:tcPr>
            <w:tcW w:w="3686" w:type="dxa"/>
          </w:tcPr>
          <w:p w:rsidR="006C50B7" w:rsidRPr="00EA2FE3" w:rsidRDefault="006C50B7" w:rsidP="004B559B">
            <w:pPr>
              <w:snapToGrid w:val="0"/>
            </w:pPr>
            <w:r w:rsidRPr="00EA2FE3">
              <w:t>Évaluer le nombre de contrat</w:t>
            </w:r>
            <w:r>
              <w:t>s</w:t>
            </w:r>
            <w:r w:rsidRPr="00EA2FE3">
              <w:t xml:space="preserve"> en stock à la fin de l’exercice N.</w:t>
            </w:r>
          </w:p>
          <w:p w:rsidR="006C50B7" w:rsidRPr="00EA2FE3" w:rsidRDefault="006C50B7" w:rsidP="004B559B">
            <w:pPr>
              <w:snapToGrid w:val="0"/>
            </w:pPr>
          </w:p>
        </w:tc>
      </w:tr>
      <w:tr w:rsidR="0026525A" w:rsidRPr="00EA2FE3" w:rsidTr="00232C20">
        <w:trPr>
          <w:trHeight w:val="825"/>
        </w:trPr>
        <w:tc>
          <w:tcPr>
            <w:tcW w:w="2093" w:type="dxa"/>
          </w:tcPr>
          <w:p w:rsidR="0026525A" w:rsidRPr="00EA2FE3" w:rsidRDefault="0026525A" w:rsidP="004B559B">
            <w:pPr>
              <w:snapToGrid w:val="0"/>
              <w:rPr>
                <w:b/>
              </w:rPr>
            </w:pPr>
            <w:r>
              <w:rPr>
                <w:b/>
              </w:rPr>
              <w:lastRenderedPageBreak/>
              <w:t>Nature du nombre de contrats</w:t>
            </w:r>
          </w:p>
        </w:tc>
        <w:tc>
          <w:tcPr>
            <w:tcW w:w="998" w:type="dxa"/>
          </w:tcPr>
          <w:p w:rsidR="0026525A" w:rsidRPr="00EA2FE3" w:rsidRDefault="0026525A" w:rsidP="004B559B">
            <w:r>
              <w:t>C0165</w:t>
            </w:r>
          </w:p>
        </w:tc>
        <w:tc>
          <w:tcPr>
            <w:tcW w:w="4530" w:type="dxa"/>
          </w:tcPr>
          <w:p w:rsidR="0026525A" w:rsidRDefault="005F20D0" w:rsidP="004B559B">
            <w:pPr>
              <w:snapToGrid w:val="0"/>
            </w:pPr>
            <w:r>
              <w:t>Nature du nombre de contrats reportés dans les champs C0130 à C0160. Il convient de choisir parmi les deux occurrences suivantes proposées :</w:t>
            </w:r>
          </w:p>
          <w:p w:rsidR="005F20D0" w:rsidRPr="00EA2FE3" w:rsidRDefault="005F20D0" w:rsidP="005F20D0">
            <w:pPr>
              <w:snapToGrid w:val="0"/>
            </w:pPr>
            <w:r>
              <w:t>« </w:t>
            </w:r>
            <w:r w:rsidR="00327BB6">
              <w:t xml:space="preserve">1- </w:t>
            </w:r>
            <w:r w:rsidRPr="005A1F96">
              <w:t>Assurés de contrats individuels, de contrats de groupe ouvert ou de contrats collectifs à adhésion facultative » ou « </w:t>
            </w:r>
            <w:r w:rsidR="00327BB6">
              <w:t xml:space="preserve">2- </w:t>
            </w:r>
            <w:r w:rsidRPr="005A1F96">
              <w:t>Assurés de contrats collectifs à adhésion obligatoire »</w:t>
            </w:r>
          </w:p>
        </w:tc>
        <w:tc>
          <w:tcPr>
            <w:tcW w:w="2126" w:type="dxa"/>
          </w:tcPr>
          <w:p w:rsidR="0026525A" w:rsidRPr="005A1F96" w:rsidRDefault="00327BB6" w:rsidP="00327BB6">
            <w:pPr>
              <w:rPr>
                <w:i/>
              </w:rPr>
            </w:pPr>
            <w:r w:rsidRPr="00327BB6">
              <w:rPr>
                <w:i/>
              </w:rPr>
              <w:t>1-</w:t>
            </w:r>
            <w:r>
              <w:rPr>
                <w:i/>
              </w:rPr>
              <w:t xml:space="preserve"> </w:t>
            </w:r>
            <w:r w:rsidR="005F20D0" w:rsidRPr="005A1F96">
              <w:rPr>
                <w:i/>
              </w:rPr>
              <w:t>Assurés au titre de contrats individuels, de contrats de groupe ouvert ou de contrats collectifs à adhésion facultative</w:t>
            </w:r>
          </w:p>
        </w:tc>
        <w:tc>
          <w:tcPr>
            <w:tcW w:w="3686" w:type="dxa"/>
          </w:tcPr>
          <w:p w:rsidR="0026525A" w:rsidRDefault="0026525A" w:rsidP="0026525A">
            <w:pPr>
              <w:snapToGrid w:val="0"/>
            </w:pPr>
            <w:r>
              <w:t>Permettre l’interprétation des nombres de contrats reportés dans les champs précédents.</w:t>
            </w:r>
          </w:p>
          <w:p w:rsidR="005F20D0" w:rsidRDefault="005F20D0" w:rsidP="0026525A">
            <w:pPr>
              <w:snapToGrid w:val="0"/>
            </w:pPr>
          </w:p>
          <w:p w:rsidR="005F20D0" w:rsidRPr="00EA2FE3" w:rsidRDefault="005F20D0" w:rsidP="0026525A">
            <w:pPr>
              <w:snapToGrid w:val="0"/>
            </w:pPr>
            <w:r>
              <w:t>Lorsque le chiffre 1 est rempli, comprendre s’il s’agit d’1 entreprise avec un contrat en masse ou d’1 assuré individuel</w:t>
            </w:r>
          </w:p>
        </w:tc>
      </w:tr>
      <w:tr w:rsidR="006C50B7" w:rsidRPr="00EA2FE3" w:rsidTr="00232C20">
        <w:trPr>
          <w:trHeight w:val="825"/>
        </w:trPr>
        <w:tc>
          <w:tcPr>
            <w:tcW w:w="2093" w:type="dxa"/>
          </w:tcPr>
          <w:p w:rsidR="006C50B7" w:rsidRPr="00EA2FE3" w:rsidRDefault="006C50B7" w:rsidP="004B559B">
            <w:pPr>
              <w:snapToGrid w:val="0"/>
              <w:rPr>
                <w:b/>
              </w:rPr>
            </w:pPr>
            <w:r w:rsidRPr="00EA2FE3">
              <w:rPr>
                <w:b/>
              </w:rPr>
              <w:t xml:space="preserve">Taux servi net de chargement de gestion retenu pour l'exercice N </w:t>
            </w:r>
          </w:p>
        </w:tc>
        <w:tc>
          <w:tcPr>
            <w:tcW w:w="998" w:type="dxa"/>
          </w:tcPr>
          <w:p w:rsidR="006C50B7" w:rsidRPr="00EA2FE3" w:rsidRDefault="006C50B7" w:rsidP="004B559B">
            <w:r w:rsidRPr="00EA2FE3">
              <w:t>C0170</w:t>
            </w:r>
          </w:p>
        </w:tc>
        <w:tc>
          <w:tcPr>
            <w:tcW w:w="4530" w:type="dxa"/>
          </w:tcPr>
          <w:p w:rsidR="006C50B7" w:rsidRPr="00EA2FE3" w:rsidRDefault="006C50B7" w:rsidP="004B559B">
            <w:pPr>
              <w:snapToGrid w:val="0"/>
            </w:pPr>
            <w:r w:rsidRPr="00EA2FE3">
              <w:t xml:space="preserve">Taux de revalorisation (en %), brut de taux technique et de prélèvements fiscaux et sociaux mais </w:t>
            </w:r>
            <w:r w:rsidRPr="009E6FE7">
              <w:rPr>
                <w:b/>
              </w:rPr>
              <w:t>net de chargement sur encours</w:t>
            </w:r>
            <w:r w:rsidRPr="00EA2FE3">
              <w:t xml:space="preserve">, </w:t>
            </w:r>
            <w:r w:rsidRPr="00EA2FE3">
              <w:rPr>
                <w:b/>
              </w:rPr>
              <w:t>réellement servi aux assurés au titre de</w:t>
            </w:r>
            <w:r w:rsidRPr="00EA2FE3">
              <w:t xml:space="preserve"> </w:t>
            </w:r>
            <w:r w:rsidRPr="00B20DD7">
              <w:rPr>
                <w:b/>
              </w:rPr>
              <w:t>l’exercice N</w:t>
            </w:r>
            <w:r w:rsidRPr="00EA2FE3">
              <w:t>. Il s’agit du taux d'intérêt</w:t>
            </w:r>
            <w:r>
              <w:t xml:space="preserve"> constitué du</w:t>
            </w:r>
            <w:r w:rsidRPr="00EA2FE3">
              <w:t xml:space="preserve"> </w:t>
            </w:r>
            <w:r>
              <w:t xml:space="preserve">« rendement garanti et de la participation aux bénéfices techniques et financiers  » du contrat, </w:t>
            </w:r>
            <w:r w:rsidRPr="00EA2FE3">
              <w:t>tel que défini aux articles L132-22 et A132-7 du Code des Assurances, L223-21 du Code de la Mutualité.</w:t>
            </w:r>
          </w:p>
          <w:p w:rsidR="006C50B7" w:rsidRPr="00EA2FE3" w:rsidRDefault="006C50B7" w:rsidP="004B559B">
            <w:pPr>
              <w:snapToGrid w:val="0"/>
            </w:pPr>
          </w:p>
          <w:p w:rsidR="006C50B7" w:rsidRPr="00EA2FE3" w:rsidRDefault="006C50B7" w:rsidP="004B559B">
            <w:pPr>
              <w:snapToGrid w:val="0"/>
            </w:pPr>
            <w:r w:rsidRPr="00EA2FE3">
              <w:t xml:space="preserve">NB : </w:t>
            </w:r>
          </w:p>
          <w:p w:rsidR="006C50B7" w:rsidRPr="005A1F96"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eastAsia="Times New Roman" w:hAnsi="Times New Roman"/>
                <w:sz w:val="22"/>
                <w:szCs w:val="20"/>
                <w:lang w:eastAsia="fr-FR"/>
              </w:rPr>
              <w:t xml:space="preserve">Dans le cas d’un contrat ayant donné lieu à des taux de revalorisation nets différents selon les assurés, le taux de revalorisation à remplir est un taux moyen sur le regroupement de contrats </w:t>
            </w:r>
            <w:r w:rsidRPr="00EA2FE3">
              <w:rPr>
                <w:rFonts w:ascii="Times New Roman" w:eastAsia="Times New Roman" w:hAnsi="Times New Roman"/>
                <w:sz w:val="22"/>
                <w:szCs w:val="20"/>
                <w:lang w:eastAsia="fr-FR"/>
              </w:rPr>
              <w:lastRenderedPageBreak/>
              <w:t>considéré (qui peut être approximé par les montants nets distribués rapportés à la demi - somme des provisions mathématiques d’ouverture et de clôture) et non un intervalle de taux.</w:t>
            </w:r>
          </w:p>
          <w:p w:rsidR="006C50B7" w:rsidRPr="00EA2FE3" w:rsidRDefault="006C50B7" w:rsidP="005E5F57">
            <w:pPr>
              <w:pStyle w:val="Paragraphedeliste"/>
              <w:numPr>
                <w:ilvl w:val="0"/>
                <w:numId w:val="14"/>
              </w:numPr>
              <w:ind w:left="170" w:hanging="142"/>
              <w:rPr>
                <w:rFonts w:ascii="Times New Roman" w:hAnsi="Times New Roman"/>
                <w:sz w:val="22"/>
                <w:szCs w:val="22"/>
              </w:rPr>
            </w:pPr>
            <w:r>
              <w:rPr>
                <w:rFonts w:ascii="Times New Roman" w:eastAsia="Times New Roman" w:hAnsi="Times New Roman"/>
                <w:sz w:val="22"/>
                <w:szCs w:val="20"/>
                <w:lang w:eastAsia="fr-FR"/>
              </w:rPr>
              <w:t>Pour les contrats de catégorie 10, le taux de revalorisation net servi doit s’entendre comme la somme du taux technique et du taux de revalorisation de la valeur de service du point. Pour les contrats de catégorie 13, il s’agit de la variation sur un an de la valeur de rachat communiquée à l’assuré au titre du 31/12/N (somme de la Provision Mathématique et de la valeur de la part de diversification multipliée par le nombre de parts de diversification).</w:t>
            </w:r>
          </w:p>
          <w:p w:rsidR="006C50B7" w:rsidRPr="00EA2FE3"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Dans le cas des rentes servies, le taux servi correspond au taux de revalorisation de la rente.</w:t>
            </w:r>
          </w:p>
          <w:p w:rsidR="006C50B7" w:rsidRPr="00EA2FE3" w:rsidRDefault="006C50B7" w:rsidP="005E5F57">
            <w:pPr>
              <w:pStyle w:val="Paragraphedeliste"/>
              <w:numPr>
                <w:ilvl w:val="0"/>
                <w:numId w:val="14"/>
              </w:numPr>
              <w:ind w:left="170" w:hanging="142"/>
              <w:rPr>
                <w:szCs w:val="22"/>
              </w:rPr>
            </w:pPr>
            <w:r w:rsidRPr="00EA2FE3">
              <w:rPr>
                <w:rFonts w:ascii="Times New Roman" w:hAnsi="Times New Roman"/>
                <w:sz w:val="22"/>
                <w:szCs w:val="22"/>
              </w:rPr>
              <w:t>Aucune information n’est attendue pour cette variable dans le cas des supports UC.</w:t>
            </w:r>
          </w:p>
          <w:p w:rsidR="006C50B7" w:rsidRPr="00EA2FE3" w:rsidRDefault="006C50B7" w:rsidP="002F66B5">
            <w:pPr>
              <w:rPr>
                <w:szCs w:val="22"/>
              </w:rPr>
            </w:pPr>
          </w:p>
          <w:p w:rsidR="006C50B7" w:rsidRPr="00EA2FE3" w:rsidRDefault="006C50B7" w:rsidP="00FA1DE5">
            <w:pPr>
              <w:snapToGrid w:val="0"/>
            </w:pPr>
          </w:p>
        </w:tc>
        <w:tc>
          <w:tcPr>
            <w:tcW w:w="2126" w:type="dxa"/>
          </w:tcPr>
          <w:p w:rsidR="006C50B7" w:rsidRPr="00EA2FE3" w:rsidRDefault="006C50B7" w:rsidP="004B559B">
            <w:pPr>
              <w:rPr>
                <w:i/>
              </w:rPr>
            </w:pPr>
            <w:r w:rsidRPr="00EA2FE3">
              <w:rPr>
                <w:i/>
              </w:rPr>
              <w:lastRenderedPageBreak/>
              <w:t>3%</w:t>
            </w:r>
          </w:p>
          <w:p w:rsidR="006C50B7" w:rsidRPr="00EA2FE3" w:rsidRDefault="006C50B7" w:rsidP="004B559B"/>
          <w:p w:rsidR="006C50B7" w:rsidRPr="00EA2FE3" w:rsidRDefault="006C50B7" w:rsidP="009E6FE7">
            <w:pPr>
              <w:jc w:val="left"/>
            </w:pPr>
            <w:r w:rsidRPr="00EA2FE3">
              <w:t xml:space="preserve">(Exemple : si l’organisme sert un taux effectif </w:t>
            </w:r>
            <w:r>
              <w:t>-</w:t>
            </w:r>
            <w:r w:rsidRPr="00EA2FE3">
              <w:t>brut de prélèvements fiscaux et sociaux mais net de chargement de ge</w:t>
            </w:r>
            <w:r>
              <w:t>stion-</w:t>
            </w:r>
            <w:r w:rsidRPr="00EA2FE3">
              <w:t xml:space="preserve"> de 3% aux assurés du contrat A et que le chargement de gestion sur encours est de 0,5%, le taux de revalorisation brut sera de 3,5% et le </w:t>
            </w:r>
            <w:r w:rsidRPr="00EA2FE3">
              <w:lastRenderedPageBreak/>
              <w:t>taux net de chargement de gestion de 3%).</w:t>
            </w:r>
          </w:p>
        </w:tc>
        <w:tc>
          <w:tcPr>
            <w:tcW w:w="3686" w:type="dxa"/>
          </w:tcPr>
          <w:p w:rsidR="006C50B7" w:rsidRPr="00EA2FE3" w:rsidRDefault="006C50B7" w:rsidP="004B559B">
            <w:pPr>
              <w:snapToGrid w:val="0"/>
            </w:pPr>
            <w:r w:rsidRPr="00EA2FE3">
              <w:lastRenderedPageBreak/>
              <w:t>Permettre de faire un suivi des taux de revalorisation</w:t>
            </w:r>
            <w:r>
              <w:t xml:space="preserve"> des</w:t>
            </w:r>
            <w:r w:rsidRPr="00EA2FE3">
              <w:t xml:space="preserve"> provisions mathématiques accordés au titre de l’exercice N</w:t>
            </w:r>
          </w:p>
          <w:p w:rsidR="006C50B7" w:rsidRPr="00EA2FE3" w:rsidRDefault="006C50B7" w:rsidP="004B559B">
            <w:pPr>
              <w:snapToGrid w:val="0"/>
            </w:pPr>
          </w:p>
        </w:tc>
      </w:tr>
      <w:tr w:rsidR="006C50B7" w:rsidRPr="00EA2FE3" w:rsidTr="00232C20">
        <w:trPr>
          <w:trHeight w:val="1554"/>
        </w:trPr>
        <w:tc>
          <w:tcPr>
            <w:tcW w:w="2093" w:type="dxa"/>
          </w:tcPr>
          <w:p w:rsidR="006C50B7" w:rsidRPr="00EA2FE3" w:rsidRDefault="006C50B7" w:rsidP="004B559B">
            <w:pPr>
              <w:rPr>
                <w:b/>
              </w:rPr>
            </w:pPr>
            <w:r>
              <w:rPr>
                <w:b/>
              </w:rPr>
              <w:lastRenderedPageBreak/>
              <w:t>Taux de chargement</w:t>
            </w:r>
            <w:r w:rsidRPr="00D93190">
              <w:rPr>
                <w:b/>
              </w:rPr>
              <w:t xml:space="preserve"> de gestion pour l'exercice N</w:t>
            </w:r>
          </w:p>
        </w:tc>
        <w:tc>
          <w:tcPr>
            <w:tcW w:w="998" w:type="dxa"/>
          </w:tcPr>
          <w:p w:rsidR="006C50B7" w:rsidRPr="00EA2FE3" w:rsidRDefault="006C50B7" w:rsidP="00A63CDA">
            <w:r w:rsidRPr="00EA2FE3">
              <w:t>C0</w:t>
            </w:r>
            <w:r w:rsidR="00A63CDA">
              <w:t>175</w:t>
            </w:r>
          </w:p>
        </w:tc>
        <w:tc>
          <w:tcPr>
            <w:tcW w:w="4530" w:type="dxa"/>
          </w:tcPr>
          <w:p w:rsidR="006C50B7" w:rsidRDefault="006C50B7" w:rsidP="00B75113">
            <w:pPr>
              <w:snapToGrid w:val="0"/>
            </w:pPr>
            <w:r>
              <w:t>Taux (en %) de chargements de gestion prélevés par l’organisme au titre de l’année N.</w:t>
            </w:r>
          </w:p>
          <w:p w:rsidR="006C50B7" w:rsidRPr="00EA2FE3" w:rsidRDefault="006C50B7" w:rsidP="00B75113">
            <w:pPr>
              <w:snapToGrid w:val="0"/>
            </w:pPr>
          </w:p>
          <w:p w:rsidR="006C50B7" w:rsidRPr="00F848A8" w:rsidRDefault="006C50B7" w:rsidP="005A1F96">
            <w:pPr>
              <w:pStyle w:val="Paragraphedeliste"/>
              <w:numPr>
                <w:ilvl w:val="0"/>
                <w:numId w:val="14"/>
              </w:numPr>
              <w:ind w:left="170" w:hanging="142"/>
              <w:rPr>
                <w:szCs w:val="22"/>
              </w:rPr>
            </w:pPr>
            <w:r w:rsidRPr="00EA2FE3">
              <w:rPr>
                <w:rFonts w:ascii="Times New Roman" w:eastAsia="Times New Roman" w:hAnsi="Times New Roman"/>
                <w:sz w:val="22"/>
                <w:szCs w:val="20"/>
                <w:lang w:eastAsia="fr-FR"/>
              </w:rPr>
              <w:t xml:space="preserve">Dans le cas d’un contrat ayant donné lieu à des taux </w:t>
            </w:r>
            <w:r>
              <w:rPr>
                <w:rFonts w:ascii="Times New Roman" w:eastAsia="Times New Roman" w:hAnsi="Times New Roman"/>
                <w:sz w:val="22"/>
                <w:szCs w:val="20"/>
                <w:lang w:eastAsia="fr-FR"/>
              </w:rPr>
              <w:t>de chargements de gestion</w:t>
            </w:r>
            <w:r w:rsidRPr="00EA2FE3">
              <w:rPr>
                <w:rFonts w:ascii="Times New Roman" w:eastAsia="Times New Roman" w:hAnsi="Times New Roman"/>
                <w:sz w:val="22"/>
                <w:szCs w:val="20"/>
                <w:lang w:eastAsia="fr-FR"/>
              </w:rPr>
              <w:t xml:space="preserve"> différents selon les assurés, le taux à remplir est un taux moyen</w:t>
            </w:r>
            <w:r>
              <w:rPr>
                <w:rFonts w:ascii="Times New Roman" w:eastAsia="Times New Roman" w:hAnsi="Times New Roman"/>
                <w:sz w:val="22"/>
                <w:szCs w:val="20"/>
                <w:lang w:eastAsia="fr-FR"/>
              </w:rPr>
              <w:t xml:space="preserve"> pondéré</w:t>
            </w:r>
            <w:r w:rsidRPr="00EA2FE3">
              <w:rPr>
                <w:rFonts w:ascii="Times New Roman" w:eastAsia="Times New Roman" w:hAnsi="Times New Roman"/>
                <w:sz w:val="22"/>
                <w:szCs w:val="20"/>
                <w:lang w:eastAsia="fr-FR"/>
              </w:rPr>
              <w:t xml:space="preserve"> sur le regroupement de contrats considéré et non un intervalle de taux.</w:t>
            </w:r>
          </w:p>
        </w:tc>
        <w:tc>
          <w:tcPr>
            <w:tcW w:w="2126" w:type="dxa"/>
          </w:tcPr>
          <w:p w:rsidR="006C50B7" w:rsidRPr="00EA2FE3" w:rsidDel="0011149D" w:rsidRDefault="006C50B7" w:rsidP="004B559B">
            <w:pPr>
              <w:rPr>
                <w:i/>
              </w:rPr>
            </w:pPr>
            <w:r>
              <w:t>0,6%</w:t>
            </w:r>
          </w:p>
        </w:tc>
        <w:tc>
          <w:tcPr>
            <w:tcW w:w="3686" w:type="dxa"/>
          </w:tcPr>
          <w:p w:rsidR="006C50B7" w:rsidRPr="00EA2FE3" w:rsidRDefault="006C50B7" w:rsidP="004B559B">
            <w:pPr>
              <w:snapToGrid w:val="0"/>
            </w:pPr>
            <w:r w:rsidRPr="00EA2FE3">
              <w:t xml:space="preserve">Évaluer </w:t>
            </w:r>
            <w:r>
              <w:t>les chargements de gestion entre le taux de revalorisation brut et le taux de revalorisation net</w:t>
            </w:r>
          </w:p>
        </w:tc>
      </w:tr>
      <w:tr w:rsidR="006C50B7" w:rsidRPr="00EA2FE3" w:rsidTr="00232C20">
        <w:trPr>
          <w:trHeight w:val="1554"/>
        </w:trPr>
        <w:tc>
          <w:tcPr>
            <w:tcW w:w="2093" w:type="dxa"/>
          </w:tcPr>
          <w:p w:rsidR="006C50B7" w:rsidRPr="00EA2FE3" w:rsidRDefault="006C50B7" w:rsidP="004B559B">
            <w:pPr>
              <w:rPr>
                <w:b/>
              </w:rPr>
            </w:pPr>
            <w:r w:rsidRPr="00EA2FE3">
              <w:rPr>
                <w:b/>
              </w:rPr>
              <w:lastRenderedPageBreak/>
              <w:t xml:space="preserve">Taux servi net de chargement de gestion retenu pour l'exercice N-1 </w:t>
            </w:r>
          </w:p>
          <w:p w:rsidR="006C50B7" w:rsidRPr="00EA2FE3" w:rsidRDefault="006C50B7" w:rsidP="004B559B"/>
        </w:tc>
        <w:tc>
          <w:tcPr>
            <w:tcW w:w="998" w:type="dxa"/>
          </w:tcPr>
          <w:p w:rsidR="006C50B7" w:rsidRPr="00EA2FE3" w:rsidRDefault="006C50B7" w:rsidP="004B559B">
            <w:r w:rsidRPr="00EA2FE3">
              <w:t>C0180</w:t>
            </w:r>
          </w:p>
        </w:tc>
        <w:tc>
          <w:tcPr>
            <w:tcW w:w="4530" w:type="dxa"/>
          </w:tcPr>
          <w:p w:rsidR="006C50B7" w:rsidRPr="00EA2FE3" w:rsidRDefault="006C50B7" w:rsidP="005F4530">
            <w:r w:rsidRPr="00EA2FE3">
              <w:t>Idem que la définition précédente, appliquée à l’exercice N-1.</w:t>
            </w:r>
            <w:r>
              <w:t xml:space="preserve"> Cette variable doit également être reportée dans la mesure du possible si le contrat existait en N-1 mais dans le portefeuille d’un autre organisme.</w:t>
            </w:r>
          </w:p>
          <w:p w:rsidR="006C50B7" w:rsidRPr="00EA2FE3" w:rsidRDefault="006C50B7" w:rsidP="009B63FA"/>
          <w:p w:rsidR="006C50B7" w:rsidRPr="00EA2FE3" w:rsidRDefault="006C50B7" w:rsidP="009E290A">
            <w:pPr>
              <w:snapToGrid w:val="0"/>
            </w:pPr>
          </w:p>
        </w:tc>
        <w:tc>
          <w:tcPr>
            <w:tcW w:w="2126" w:type="dxa"/>
          </w:tcPr>
          <w:p w:rsidR="006C50B7" w:rsidRPr="00EA2FE3" w:rsidRDefault="006C50B7" w:rsidP="004B559B">
            <w:pPr>
              <w:rPr>
                <w:i/>
              </w:rPr>
            </w:pPr>
            <w:r>
              <w:rPr>
                <w:i/>
              </w:rPr>
              <w:t>3,5</w:t>
            </w:r>
            <w:r w:rsidRPr="00EA2FE3">
              <w:rPr>
                <w:i/>
              </w:rPr>
              <w:t>%</w:t>
            </w:r>
          </w:p>
        </w:tc>
        <w:tc>
          <w:tcPr>
            <w:tcW w:w="3686" w:type="dxa"/>
          </w:tcPr>
          <w:p w:rsidR="006C50B7" w:rsidRPr="00EA2FE3" w:rsidRDefault="006C50B7" w:rsidP="004B559B">
            <w:pPr>
              <w:snapToGrid w:val="0"/>
            </w:pPr>
            <w:r w:rsidRPr="00EA2FE3">
              <w:t>Permettre de faire un suivi des taux de revalorisation des provisions mathématiques accordés au titre de l’exercice N-1</w:t>
            </w:r>
          </w:p>
          <w:p w:rsidR="006C50B7" w:rsidRPr="00EA2FE3" w:rsidRDefault="006C50B7" w:rsidP="004B559B">
            <w:pPr>
              <w:snapToGrid w:val="0"/>
            </w:pPr>
          </w:p>
        </w:tc>
      </w:tr>
      <w:tr w:rsidR="006C50B7" w:rsidRPr="00EA2FE3" w:rsidTr="00232C20">
        <w:tc>
          <w:tcPr>
            <w:tcW w:w="2093" w:type="dxa"/>
          </w:tcPr>
          <w:p w:rsidR="00B75113" w:rsidRPr="00B75113" w:rsidRDefault="00B75113" w:rsidP="00B75113">
            <w:pPr>
              <w:rPr>
                <w:b/>
              </w:rPr>
            </w:pPr>
            <w:r w:rsidRPr="00B75113">
              <w:rPr>
                <w:b/>
              </w:rPr>
              <w:t>Taux non-discrétionnaire (y compris intérêts techniques) net de chargement de gestion pour l'exercice N</w:t>
            </w:r>
          </w:p>
          <w:p w:rsidR="006C50B7" w:rsidRPr="00EA2FE3" w:rsidRDefault="006C50B7" w:rsidP="00A13D17">
            <w:pPr>
              <w:rPr>
                <w:b/>
              </w:rPr>
            </w:pPr>
          </w:p>
        </w:tc>
        <w:tc>
          <w:tcPr>
            <w:tcW w:w="998" w:type="dxa"/>
          </w:tcPr>
          <w:p w:rsidR="006C50B7" w:rsidRPr="00EA2FE3" w:rsidRDefault="006C50B7" w:rsidP="004B559B">
            <w:r w:rsidRPr="00EA2FE3">
              <w:t>C0190</w:t>
            </w:r>
          </w:p>
        </w:tc>
        <w:tc>
          <w:tcPr>
            <w:tcW w:w="4530" w:type="dxa"/>
          </w:tcPr>
          <w:p w:rsidR="006C50B7" w:rsidRPr="00EA2FE3" w:rsidRDefault="006C50B7" w:rsidP="004B559B">
            <w:r>
              <w:t>Taux</w:t>
            </w:r>
            <w:r w:rsidRPr="00EA2FE3">
              <w:t xml:space="preserve"> (en </w:t>
            </w:r>
            <w:r>
              <w:t>%</w:t>
            </w:r>
            <w:r w:rsidRPr="00EA2FE3">
              <w:t xml:space="preserve">) de revalorisation non-discrétionnaire </w:t>
            </w:r>
            <w:r w:rsidR="00FF1ED6">
              <w:t xml:space="preserve">incluant les </w:t>
            </w:r>
            <w:r w:rsidR="00FF1ED6" w:rsidRPr="00EA2FE3">
              <w:t>intérêts techniques</w:t>
            </w:r>
            <w:r w:rsidR="00FF1ED6">
              <w:t xml:space="preserve"> et</w:t>
            </w:r>
            <w:r w:rsidR="00FF1ED6" w:rsidRPr="00EA2FE3">
              <w:t xml:space="preserve"> </w:t>
            </w:r>
            <w:r w:rsidRPr="00EA2FE3">
              <w:t>net de chargements de gestion et</w:t>
            </w:r>
            <w:r>
              <w:t xml:space="preserve"> </w:t>
            </w:r>
            <w:r w:rsidRPr="00EA2FE3">
              <w:t>que l’organisme a l’obligation de verser au titre de l’exercice inventorié N.</w:t>
            </w:r>
          </w:p>
          <w:p w:rsidR="006C50B7" w:rsidRPr="00EA2FE3" w:rsidRDefault="006C50B7" w:rsidP="004B559B">
            <w:r w:rsidRPr="00EA2FE3">
              <w:t xml:space="preserve">Le </w:t>
            </w:r>
            <w:r>
              <w:t>taux</w:t>
            </w:r>
            <w:r w:rsidRPr="00EA2FE3">
              <w:t xml:space="preserve"> reporté peut donc être négatif, </w:t>
            </w:r>
            <w:r>
              <w:t xml:space="preserve">en présence de chargements de gestion et </w:t>
            </w:r>
            <w:r w:rsidRPr="00EA2FE3">
              <w:t>en l’absence de montants garantis notamment.</w:t>
            </w:r>
          </w:p>
          <w:p w:rsidR="006C50B7" w:rsidRPr="00EA2FE3" w:rsidRDefault="006C50B7" w:rsidP="004B559B">
            <w:r>
              <w:t>C</w:t>
            </w:r>
            <w:r w:rsidRPr="00EA2FE3">
              <w:t xml:space="preserve">e </w:t>
            </w:r>
            <w:r>
              <w:t>taux</w:t>
            </w:r>
            <w:r w:rsidRPr="00EA2FE3">
              <w:t xml:space="preserve"> doit en outre  inclure les montants distribués aux PM qui sont sorties dans l’année (rachat totaux ou partiels, arbitrages, terme, décès …) au titre de la revalorisation garantie selon la définition ci-dessus. </w:t>
            </w:r>
          </w:p>
          <w:p w:rsidR="006C50B7" w:rsidRPr="00EA2FE3" w:rsidRDefault="006C50B7" w:rsidP="004B559B">
            <w:pPr>
              <w:autoSpaceDE w:val="0"/>
              <w:autoSpaceDN w:val="0"/>
              <w:adjustRightInd w:val="0"/>
            </w:pPr>
            <w:r>
              <w:t>L</w:t>
            </w:r>
            <w:r w:rsidRPr="00EA2FE3">
              <w:t>es montants dotés à la PPB au titre d’obligations contractuelles ou la participation règlementaire lorsqu’elle n’est pas soumise à des obligations contractuelles de distribution immédiate ne doivent donc pas être inclus dans cette variable.</w:t>
            </w:r>
          </w:p>
          <w:p w:rsidR="006C50B7" w:rsidRPr="00EA2FE3" w:rsidRDefault="006C50B7" w:rsidP="004B559B">
            <w:pPr>
              <w:autoSpaceDE w:val="0"/>
              <w:autoSpaceDN w:val="0"/>
              <w:adjustRightInd w:val="0"/>
            </w:pPr>
            <w:r w:rsidRPr="00EA2FE3">
              <w:t xml:space="preserve">NB : </w:t>
            </w:r>
          </w:p>
          <w:p w:rsidR="006C50B7" w:rsidRPr="00EA2FE3"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À titre d’exemple et de manière non exhaustive, il peut s’agir ici des montants versés au titre :</w:t>
            </w:r>
          </w:p>
          <w:p w:rsidR="006C50B7" w:rsidRDefault="006C50B7" w:rsidP="00BD00B8">
            <w:pPr>
              <w:numPr>
                <w:ilvl w:val="0"/>
                <w:numId w:val="10"/>
              </w:numPr>
              <w:autoSpaceDE w:val="0"/>
              <w:autoSpaceDN w:val="0"/>
              <w:adjustRightInd w:val="0"/>
            </w:pPr>
            <w:r>
              <w:t>du taux technique ;</w:t>
            </w:r>
          </w:p>
          <w:p w:rsidR="006C50B7" w:rsidRPr="00EA2FE3" w:rsidRDefault="006C50B7" w:rsidP="00BD00B8">
            <w:pPr>
              <w:numPr>
                <w:ilvl w:val="0"/>
                <w:numId w:val="10"/>
              </w:numPr>
              <w:autoSpaceDE w:val="0"/>
              <w:autoSpaceDN w:val="0"/>
              <w:adjustRightInd w:val="0"/>
            </w:pPr>
            <w:r w:rsidRPr="00EA2FE3">
              <w:t xml:space="preserve">du taux minimum garanti, au sens des </w:t>
            </w:r>
            <w:hyperlink r:id="rId18" w:history="1">
              <w:r w:rsidRPr="00EA2FE3">
                <w:rPr>
                  <w:rStyle w:val="Lienhypertexte"/>
                </w:rPr>
                <w:t>articles A132-2 et A132-3 du code des Assurances</w:t>
              </w:r>
            </w:hyperlink>
            <w:r w:rsidRPr="00EA2FE3">
              <w:rPr>
                <w:rStyle w:val="Lienhypertexte"/>
              </w:rPr>
              <w:t>, A932-3-3 du code de la Sécurité Sociale</w:t>
            </w:r>
            <w:r w:rsidRPr="00EA2FE3">
              <w:t> ;</w:t>
            </w:r>
          </w:p>
          <w:p w:rsidR="006C50B7" w:rsidRPr="00EA2FE3" w:rsidRDefault="006C50B7" w:rsidP="00BD00B8">
            <w:pPr>
              <w:numPr>
                <w:ilvl w:val="0"/>
                <w:numId w:val="10"/>
              </w:numPr>
              <w:autoSpaceDE w:val="0"/>
              <w:autoSpaceDN w:val="0"/>
              <w:adjustRightInd w:val="0"/>
            </w:pPr>
            <w:r w:rsidRPr="00EA2FE3">
              <w:lastRenderedPageBreak/>
              <w:t>d’un taux promotionnel ;</w:t>
            </w:r>
          </w:p>
          <w:p w:rsidR="006C50B7" w:rsidRPr="00EA2FE3" w:rsidRDefault="006C50B7" w:rsidP="00BD00B8">
            <w:pPr>
              <w:numPr>
                <w:ilvl w:val="0"/>
                <w:numId w:val="10"/>
              </w:numPr>
              <w:autoSpaceDE w:val="0"/>
              <w:autoSpaceDN w:val="0"/>
              <w:adjustRightInd w:val="0"/>
            </w:pPr>
            <w:r w:rsidRPr="00EA2FE3">
              <w:t>d’une bonification contractuelle (fidélité …) ;</w:t>
            </w:r>
          </w:p>
          <w:p w:rsidR="006C50B7" w:rsidRPr="00EA2FE3" w:rsidRDefault="006C50B7" w:rsidP="00BD00B8">
            <w:pPr>
              <w:numPr>
                <w:ilvl w:val="0"/>
                <w:numId w:val="10"/>
              </w:numPr>
              <w:autoSpaceDE w:val="0"/>
              <w:autoSpaceDN w:val="0"/>
              <w:adjustRightInd w:val="0"/>
            </w:pPr>
            <w:r w:rsidRPr="00EA2FE3">
              <w:t>d’une clause contractuelle de participation aux bénéfices.</w:t>
            </w:r>
          </w:p>
          <w:p w:rsidR="006C50B7" w:rsidRPr="00EA2FE3" w:rsidRDefault="006C50B7" w:rsidP="005E5F57">
            <w:pPr>
              <w:pStyle w:val="Paragraphedeliste"/>
              <w:numPr>
                <w:ilvl w:val="0"/>
                <w:numId w:val="14"/>
              </w:numPr>
              <w:ind w:left="170" w:hanging="142"/>
              <w:rPr>
                <w:szCs w:val="22"/>
              </w:rPr>
            </w:pPr>
            <w:r w:rsidRPr="00EA2FE3">
              <w:rPr>
                <w:rFonts w:ascii="Times New Roman" w:hAnsi="Times New Roman"/>
                <w:sz w:val="22"/>
                <w:szCs w:val="22"/>
              </w:rPr>
              <w:t>Aucune information n’est attendue pour cette variable dans le cas des supports UC.</w:t>
            </w:r>
          </w:p>
          <w:p w:rsidR="006C50B7" w:rsidRPr="00BB0767" w:rsidRDefault="006C50B7" w:rsidP="00BB0767">
            <w:pPr>
              <w:rPr>
                <w:szCs w:val="22"/>
              </w:rPr>
            </w:pPr>
          </w:p>
        </w:tc>
        <w:tc>
          <w:tcPr>
            <w:tcW w:w="2126" w:type="dxa"/>
          </w:tcPr>
          <w:p w:rsidR="006C50B7" w:rsidRPr="00EA2FE3" w:rsidRDefault="006C50B7" w:rsidP="004B559B">
            <w:pPr>
              <w:rPr>
                <w:i/>
              </w:rPr>
            </w:pPr>
            <w:r>
              <w:rPr>
                <w:i/>
              </w:rPr>
              <w:lastRenderedPageBreak/>
              <w:t>0,9%</w:t>
            </w:r>
          </w:p>
        </w:tc>
        <w:tc>
          <w:tcPr>
            <w:tcW w:w="3686" w:type="dxa"/>
          </w:tcPr>
          <w:p w:rsidR="006C50B7" w:rsidRPr="00EA2FE3" w:rsidRDefault="006C50B7" w:rsidP="003A1178">
            <w:r w:rsidRPr="00EA2FE3">
              <w:t xml:space="preserve">Avoir le suivi du minimum de revalorisation des contrats que l’assureur doit servir au titre de l’année N </w:t>
            </w:r>
          </w:p>
        </w:tc>
      </w:tr>
      <w:tr w:rsidR="006C50B7" w:rsidRPr="00EA2FE3" w:rsidTr="00232C20">
        <w:tc>
          <w:tcPr>
            <w:tcW w:w="2093" w:type="dxa"/>
          </w:tcPr>
          <w:p w:rsidR="006C50B7" w:rsidRPr="00EA2FE3" w:rsidRDefault="006C50B7" w:rsidP="004B559B">
            <w:pPr>
              <w:rPr>
                <w:b/>
              </w:rPr>
            </w:pPr>
            <w:r w:rsidRPr="00EA2FE3">
              <w:rPr>
                <w:b/>
              </w:rPr>
              <w:lastRenderedPageBreak/>
              <w:t>Montant de primes émises dans l'exercice N, nettes d'annulations</w:t>
            </w:r>
          </w:p>
        </w:tc>
        <w:tc>
          <w:tcPr>
            <w:tcW w:w="998" w:type="dxa"/>
          </w:tcPr>
          <w:p w:rsidR="006C50B7" w:rsidRPr="00EA2FE3" w:rsidRDefault="006C50B7" w:rsidP="004B559B">
            <w:r w:rsidRPr="00EA2FE3">
              <w:t>C0200</w:t>
            </w:r>
          </w:p>
        </w:tc>
        <w:tc>
          <w:tcPr>
            <w:tcW w:w="4530" w:type="dxa"/>
          </w:tcPr>
          <w:p w:rsidR="006C50B7" w:rsidRPr="00EA2FE3" w:rsidRDefault="006C50B7" w:rsidP="00E7438A">
            <w:r w:rsidRPr="00EA2FE3">
              <w:t>Montant de pri</w:t>
            </w:r>
            <w:r>
              <w:t xml:space="preserve">mes émises au cours de </w:t>
            </w:r>
            <w:r w:rsidRPr="00EA2FE3">
              <w:t xml:space="preserve"> l’exercice inventorié N au titre des contrats, nettes d'annulations  </w:t>
            </w:r>
            <w:r>
              <w:t xml:space="preserve">et nettes de chargements sur primes </w:t>
            </w:r>
            <w:r w:rsidRPr="00EA2FE3">
              <w:t>(en euros).</w:t>
            </w:r>
          </w:p>
          <w:p w:rsidR="006C50B7" w:rsidRPr="00EA2FE3" w:rsidRDefault="006C50B7" w:rsidP="00D03E6D"/>
        </w:tc>
        <w:tc>
          <w:tcPr>
            <w:tcW w:w="2126" w:type="dxa"/>
          </w:tcPr>
          <w:p w:rsidR="006C50B7" w:rsidRPr="00EA2FE3" w:rsidRDefault="006C50B7" w:rsidP="004B559B">
            <w:pPr>
              <w:rPr>
                <w:i/>
              </w:rPr>
            </w:pPr>
            <w:r w:rsidRPr="00EA2FE3">
              <w:rPr>
                <w:i/>
              </w:rPr>
              <w:t>42</w:t>
            </w:r>
            <w:r>
              <w:rPr>
                <w:i/>
              </w:rPr>
              <w:t>0000</w:t>
            </w:r>
          </w:p>
        </w:tc>
        <w:tc>
          <w:tcPr>
            <w:tcW w:w="3686" w:type="dxa"/>
          </w:tcPr>
          <w:p w:rsidR="006C50B7" w:rsidRPr="00EA2FE3" w:rsidRDefault="006C50B7" w:rsidP="004B559B">
            <w:pPr>
              <w:snapToGrid w:val="0"/>
            </w:pPr>
            <w:r w:rsidRPr="00EA2FE3">
              <w:t>Évaluer le montant des pri</w:t>
            </w:r>
            <w:r>
              <w:t>mes par contrat</w:t>
            </w:r>
            <w:r w:rsidRPr="00EA2FE3">
              <w:t xml:space="preserve"> pour l’exercice N.</w:t>
            </w:r>
          </w:p>
          <w:p w:rsidR="006C50B7" w:rsidRPr="00EA2FE3" w:rsidRDefault="006C50B7" w:rsidP="004B559B">
            <w:pPr>
              <w:snapToGrid w:val="0"/>
            </w:pPr>
          </w:p>
          <w:p w:rsidR="006C50B7" w:rsidRPr="00EA2FE3" w:rsidRDefault="006C50B7" w:rsidP="004B559B">
            <w:pPr>
              <w:snapToGrid w:val="0"/>
            </w:pPr>
          </w:p>
        </w:tc>
      </w:tr>
      <w:tr w:rsidR="006C50B7" w:rsidRPr="00EA2FE3" w:rsidTr="00232C20">
        <w:tc>
          <w:tcPr>
            <w:tcW w:w="2093" w:type="dxa"/>
          </w:tcPr>
          <w:p w:rsidR="006C50B7" w:rsidRPr="00EA2FE3" w:rsidRDefault="006C50B7" w:rsidP="004B559B">
            <w:pPr>
              <w:rPr>
                <w:b/>
              </w:rPr>
            </w:pPr>
            <w:r w:rsidRPr="00EA2FE3">
              <w:rPr>
                <w:b/>
              </w:rPr>
              <w:t>Montant des arbitrages entrants au cours de l'exercice N</w:t>
            </w:r>
          </w:p>
        </w:tc>
        <w:tc>
          <w:tcPr>
            <w:tcW w:w="998" w:type="dxa"/>
          </w:tcPr>
          <w:p w:rsidR="006C50B7" w:rsidRPr="00EA2FE3" w:rsidRDefault="006C50B7" w:rsidP="004B559B">
            <w:r w:rsidRPr="00EA2FE3">
              <w:t>C0210</w:t>
            </w:r>
          </w:p>
        </w:tc>
        <w:tc>
          <w:tcPr>
            <w:tcW w:w="4530" w:type="dxa"/>
          </w:tcPr>
          <w:p w:rsidR="006C50B7" w:rsidRPr="00EA2FE3" w:rsidRDefault="006C50B7" w:rsidP="004B559B">
            <w:pPr>
              <w:snapToGrid w:val="0"/>
            </w:pPr>
            <w:r w:rsidRPr="00EA2FE3">
              <w:t>Montant des arbitrages</w:t>
            </w:r>
            <w:r w:rsidRPr="00EA2FE3" w:rsidDel="002B02F3">
              <w:t xml:space="preserve"> </w:t>
            </w:r>
            <w:r w:rsidRPr="00EA2FE3">
              <w:t xml:space="preserve">(en euros) </w:t>
            </w:r>
            <w:r>
              <w:t xml:space="preserve">nets de frais </w:t>
            </w:r>
            <w:r w:rsidRPr="00EA2FE3">
              <w:t xml:space="preserve">qui réinvestissent tout ou partie de l’épargne </w:t>
            </w:r>
            <w:r w:rsidRPr="00EA2FE3">
              <w:rPr>
                <w:b/>
              </w:rPr>
              <w:t>vers</w:t>
            </w:r>
            <w:r w:rsidRPr="00EA2FE3" w:rsidDel="00942191">
              <w:t xml:space="preserve"> </w:t>
            </w:r>
            <w:r w:rsidRPr="00EA2FE3">
              <w:t>le canton de gestion d’actifs (hors réallocations entre UC).</w:t>
            </w:r>
          </w:p>
          <w:p w:rsidR="006C50B7" w:rsidRPr="00EA2FE3" w:rsidRDefault="006C50B7" w:rsidP="00D03E6D">
            <w:pPr>
              <w:pStyle w:val="Paragraphedeliste"/>
              <w:snapToGrid w:val="0"/>
            </w:pPr>
          </w:p>
        </w:tc>
        <w:tc>
          <w:tcPr>
            <w:tcW w:w="2126" w:type="dxa"/>
          </w:tcPr>
          <w:p w:rsidR="006C50B7" w:rsidRPr="00EA2FE3" w:rsidRDefault="006C50B7" w:rsidP="002934CC">
            <w:pPr>
              <w:rPr>
                <w:i/>
              </w:rPr>
            </w:pPr>
            <w:r w:rsidRPr="00EA2FE3">
              <w:rPr>
                <w:i/>
              </w:rPr>
              <w:t>1</w:t>
            </w:r>
            <w:r>
              <w:rPr>
                <w:i/>
              </w:rPr>
              <w:t>0000</w:t>
            </w:r>
          </w:p>
        </w:tc>
        <w:tc>
          <w:tcPr>
            <w:tcW w:w="3686" w:type="dxa"/>
          </w:tcPr>
          <w:p w:rsidR="006C50B7" w:rsidRPr="00EA2FE3" w:rsidRDefault="006C50B7" w:rsidP="004B559B">
            <w:pPr>
              <w:snapToGrid w:val="0"/>
            </w:pPr>
            <w:r w:rsidRPr="00EA2FE3">
              <w:t>Identifier les modifications de répartition entre les supports d’épargne.</w:t>
            </w:r>
          </w:p>
        </w:tc>
      </w:tr>
      <w:tr w:rsidR="006C50B7" w:rsidRPr="00EA2FE3" w:rsidTr="00232C20">
        <w:tc>
          <w:tcPr>
            <w:tcW w:w="2093" w:type="dxa"/>
          </w:tcPr>
          <w:p w:rsidR="006C50B7" w:rsidRPr="00EA2FE3" w:rsidRDefault="006C50B7" w:rsidP="004B559B">
            <w:pPr>
              <w:rPr>
                <w:b/>
              </w:rPr>
            </w:pPr>
            <w:r w:rsidRPr="00EA2FE3">
              <w:rPr>
                <w:b/>
              </w:rPr>
              <w:t>Montant des arbitrages</w:t>
            </w:r>
            <w:r w:rsidRPr="00EA2FE3" w:rsidDel="002B02F3">
              <w:rPr>
                <w:b/>
              </w:rPr>
              <w:t xml:space="preserve"> </w:t>
            </w:r>
            <w:r w:rsidRPr="00EA2FE3">
              <w:rPr>
                <w:b/>
              </w:rPr>
              <w:t>sortants au cours de l'exercice N</w:t>
            </w:r>
          </w:p>
        </w:tc>
        <w:tc>
          <w:tcPr>
            <w:tcW w:w="998" w:type="dxa"/>
          </w:tcPr>
          <w:p w:rsidR="006C50B7" w:rsidRPr="00EA2FE3" w:rsidRDefault="006C50B7" w:rsidP="004B559B">
            <w:r w:rsidRPr="00EA2FE3">
              <w:t>C0220</w:t>
            </w:r>
          </w:p>
        </w:tc>
        <w:tc>
          <w:tcPr>
            <w:tcW w:w="4530" w:type="dxa"/>
          </w:tcPr>
          <w:p w:rsidR="006C50B7" w:rsidRPr="00EA2FE3" w:rsidRDefault="006C50B7" w:rsidP="004B559B">
            <w:pPr>
              <w:snapToGrid w:val="0"/>
            </w:pPr>
            <w:r w:rsidRPr="00EA2FE3">
              <w:t>Montant des arbitrages</w:t>
            </w:r>
            <w:r w:rsidRPr="00EA2FE3" w:rsidDel="002B02F3">
              <w:t xml:space="preserve"> </w:t>
            </w:r>
            <w:r w:rsidRPr="00EA2FE3">
              <w:t xml:space="preserve">(en euros) </w:t>
            </w:r>
            <w:r>
              <w:t xml:space="preserve">nets de frais </w:t>
            </w:r>
            <w:r w:rsidRPr="00EA2FE3">
              <w:t xml:space="preserve">qui réinvestissent tout ou partie de l’épargne </w:t>
            </w:r>
            <w:r w:rsidRPr="00EA2FE3">
              <w:rPr>
                <w:b/>
              </w:rPr>
              <w:t>à partir</w:t>
            </w:r>
            <w:r w:rsidRPr="00EA2FE3">
              <w:t xml:space="preserve"> du canton de gestion d’actifs (hors réallocations entre UC).</w:t>
            </w:r>
          </w:p>
          <w:p w:rsidR="006C50B7" w:rsidRPr="00EA2FE3" w:rsidRDefault="006C50B7" w:rsidP="00D03E6D">
            <w:pPr>
              <w:pStyle w:val="Paragraphedeliste"/>
            </w:pPr>
          </w:p>
        </w:tc>
        <w:tc>
          <w:tcPr>
            <w:tcW w:w="2126" w:type="dxa"/>
          </w:tcPr>
          <w:p w:rsidR="006C50B7" w:rsidRPr="00EA2FE3" w:rsidRDefault="006C50B7" w:rsidP="004B559B">
            <w:pPr>
              <w:rPr>
                <w:i/>
              </w:rPr>
            </w:pPr>
            <w:r>
              <w:rPr>
                <w:i/>
              </w:rPr>
              <w:t>70000</w:t>
            </w:r>
          </w:p>
        </w:tc>
        <w:tc>
          <w:tcPr>
            <w:tcW w:w="3686" w:type="dxa"/>
          </w:tcPr>
          <w:p w:rsidR="006C50B7" w:rsidRPr="00EA2FE3" w:rsidRDefault="006C50B7" w:rsidP="004B559B">
            <w:pPr>
              <w:snapToGrid w:val="0"/>
            </w:pPr>
            <w:r w:rsidRPr="00EA2FE3">
              <w:t>Identifier les modifications de répartition entre les supports d’épargne.</w:t>
            </w:r>
          </w:p>
        </w:tc>
      </w:tr>
      <w:tr w:rsidR="006C50B7" w:rsidRPr="00EA2FE3" w:rsidTr="00232C20">
        <w:tc>
          <w:tcPr>
            <w:tcW w:w="2093" w:type="dxa"/>
          </w:tcPr>
          <w:p w:rsidR="006C50B7" w:rsidRPr="00EA2FE3" w:rsidRDefault="006C50B7" w:rsidP="004B559B">
            <w:pPr>
              <w:rPr>
                <w:b/>
              </w:rPr>
            </w:pPr>
            <w:r w:rsidRPr="00EA2FE3">
              <w:rPr>
                <w:b/>
              </w:rPr>
              <w:t xml:space="preserve">Montant de rachats </w:t>
            </w:r>
            <w:r>
              <w:rPr>
                <w:b/>
              </w:rPr>
              <w:t xml:space="preserve">ou transferts </w:t>
            </w:r>
            <w:r w:rsidR="00DB3C04">
              <w:rPr>
                <w:b/>
              </w:rPr>
              <w:t xml:space="preserve">et assimilés </w:t>
            </w:r>
            <w:r w:rsidRPr="00EA2FE3">
              <w:rPr>
                <w:b/>
              </w:rPr>
              <w:t xml:space="preserve">versés dans l'exercice N </w:t>
            </w:r>
          </w:p>
        </w:tc>
        <w:tc>
          <w:tcPr>
            <w:tcW w:w="998" w:type="dxa"/>
          </w:tcPr>
          <w:p w:rsidR="006C50B7" w:rsidRPr="00EA2FE3" w:rsidRDefault="006C50B7" w:rsidP="004B559B">
            <w:r w:rsidRPr="00EA2FE3">
              <w:t>C0230</w:t>
            </w:r>
          </w:p>
        </w:tc>
        <w:tc>
          <w:tcPr>
            <w:tcW w:w="4530" w:type="dxa"/>
          </w:tcPr>
          <w:p w:rsidR="006C50B7" w:rsidRPr="00EA2FE3" w:rsidRDefault="006C50B7" w:rsidP="004B559B">
            <w:r w:rsidRPr="00EA2FE3">
              <w:t xml:space="preserve">Montant de rachats totaux et partiels </w:t>
            </w:r>
            <w:r>
              <w:t xml:space="preserve">et transferts </w:t>
            </w:r>
            <w:r w:rsidRPr="00EA2FE3">
              <w:t>versés</w:t>
            </w:r>
            <w:r w:rsidR="00F9680B">
              <w:t xml:space="preserve"> ou assimilés</w:t>
            </w:r>
            <w:r w:rsidRPr="00EA2FE3">
              <w:t xml:space="preserve"> (en euros) dans l'exercice N, brut de prélèvements fiscaux et sociaux et </w:t>
            </w:r>
            <w:r>
              <w:t xml:space="preserve">net </w:t>
            </w:r>
            <w:r w:rsidRPr="00EA2FE3">
              <w:t>de frais de sortie.</w:t>
            </w:r>
          </w:p>
          <w:p w:rsidR="006C50B7" w:rsidRPr="00EA2FE3" w:rsidRDefault="006C50B7" w:rsidP="004B559B">
            <w:r w:rsidRPr="00EA2FE3">
              <w:t>NB :</w:t>
            </w:r>
          </w:p>
          <w:p w:rsidR="006C50B7"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Il convient d’indiquer les montants de rachats versés correspondant à c</w:t>
            </w:r>
            <w:r>
              <w:rPr>
                <w:rFonts w:ascii="Times New Roman" w:hAnsi="Times New Roman"/>
                <w:sz w:val="22"/>
                <w:szCs w:val="22"/>
              </w:rPr>
              <w:t>haque niveau de taux technique.</w:t>
            </w:r>
          </w:p>
          <w:p w:rsidR="00F9680B" w:rsidRPr="00EA2FE3" w:rsidRDefault="00F9680B" w:rsidP="005E5F57">
            <w:pPr>
              <w:pStyle w:val="Paragraphedeliste"/>
              <w:numPr>
                <w:ilvl w:val="0"/>
                <w:numId w:val="14"/>
              </w:numPr>
              <w:ind w:left="170" w:hanging="142"/>
              <w:rPr>
                <w:rFonts w:ascii="Times New Roman" w:hAnsi="Times New Roman"/>
                <w:sz w:val="22"/>
                <w:szCs w:val="22"/>
              </w:rPr>
            </w:pPr>
            <w:r>
              <w:rPr>
                <w:rFonts w:ascii="Times New Roman" w:hAnsi="Times New Roman"/>
                <w:sz w:val="22"/>
                <w:szCs w:val="22"/>
              </w:rPr>
              <w:t>Les arrivées à terme et passages en rente sont exclus de cette catégorie</w:t>
            </w:r>
          </w:p>
          <w:p w:rsidR="006C50B7" w:rsidRPr="00EA2FE3" w:rsidRDefault="006C50B7" w:rsidP="00856BC7">
            <w:pPr>
              <w:rPr>
                <w:szCs w:val="22"/>
              </w:rPr>
            </w:pPr>
          </w:p>
          <w:p w:rsidR="006C50B7" w:rsidRPr="00EA2FE3" w:rsidRDefault="006C50B7" w:rsidP="005A1F96">
            <w:pPr>
              <w:rPr>
                <w:szCs w:val="22"/>
              </w:rPr>
            </w:pPr>
          </w:p>
        </w:tc>
        <w:tc>
          <w:tcPr>
            <w:tcW w:w="2126" w:type="dxa"/>
          </w:tcPr>
          <w:p w:rsidR="006C50B7" w:rsidRPr="00EA2FE3" w:rsidRDefault="006C50B7" w:rsidP="004B559B">
            <w:r>
              <w:t>60000</w:t>
            </w:r>
          </w:p>
        </w:tc>
        <w:tc>
          <w:tcPr>
            <w:tcW w:w="3686" w:type="dxa"/>
          </w:tcPr>
          <w:p w:rsidR="006C50B7" w:rsidRPr="00EA2FE3" w:rsidRDefault="006C50B7" w:rsidP="004B559B">
            <w:pPr>
              <w:snapToGrid w:val="0"/>
            </w:pPr>
            <w:r w:rsidRPr="00EA2FE3">
              <w:t xml:space="preserve">Évaluer le montant des rachats par contrats pour l’exercice N. </w:t>
            </w:r>
          </w:p>
          <w:p w:rsidR="006C50B7" w:rsidRPr="00EA2FE3" w:rsidRDefault="006C50B7" w:rsidP="004B559B"/>
        </w:tc>
      </w:tr>
      <w:tr w:rsidR="006C50B7" w:rsidRPr="00EA2FE3" w:rsidTr="00232C20">
        <w:tc>
          <w:tcPr>
            <w:tcW w:w="2093" w:type="dxa"/>
          </w:tcPr>
          <w:p w:rsidR="006C50B7" w:rsidRPr="00EA2FE3" w:rsidRDefault="006C50B7" w:rsidP="009B346F">
            <w:pPr>
              <w:rPr>
                <w:b/>
              </w:rPr>
            </w:pPr>
            <w:r w:rsidRPr="00EA2FE3">
              <w:rPr>
                <w:b/>
              </w:rPr>
              <w:lastRenderedPageBreak/>
              <w:t>Montant des</w:t>
            </w:r>
            <w:r>
              <w:rPr>
                <w:b/>
              </w:rPr>
              <w:t xml:space="preserve"> sinistres</w:t>
            </w:r>
            <w:r w:rsidR="00B75113">
              <w:rPr>
                <w:b/>
              </w:rPr>
              <w:t xml:space="preserve"> et</w:t>
            </w:r>
            <w:r>
              <w:rPr>
                <w:b/>
              </w:rPr>
              <w:t xml:space="preserve"> des</w:t>
            </w:r>
            <w:r w:rsidRPr="00EA2FE3">
              <w:rPr>
                <w:b/>
              </w:rPr>
              <w:t xml:space="preserve"> contrats arrivés à terme dans l'exercice N </w:t>
            </w:r>
          </w:p>
        </w:tc>
        <w:tc>
          <w:tcPr>
            <w:tcW w:w="998" w:type="dxa"/>
          </w:tcPr>
          <w:p w:rsidR="006C50B7" w:rsidRPr="00EA2FE3" w:rsidRDefault="006C50B7" w:rsidP="004B559B">
            <w:r w:rsidRPr="00EA2FE3">
              <w:t>C0240</w:t>
            </w:r>
          </w:p>
        </w:tc>
        <w:tc>
          <w:tcPr>
            <w:tcW w:w="4530" w:type="dxa"/>
          </w:tcPr>
          <w:p w:rsidR="006C50B7" w:rsidRPr="00EA2FE3" w:rsidRDefault="006C50B7" w:rsidP="00E7438A">
            <w:r w:rsidRPr="00EA2FE3">
              <w:t xml:space="preserve">Montant (en euros) </w:t>
            </w:r>
            <w:r>
              <w:t xml:space="preserve">des sinistres (décès…) et </w:t>
            </w:r>
            <w:r w:rsidRPr="00EA2FE3">
              <w:t xml:space="preserve">des contrats arrivés à terme dans l'exercice N, brut de </w:t>
            </w:r>
            <w:proofErr w:type="gramStart"/>
            <w:r w:rsidRPr="00EA2FE3">
              <w:t xml:space="preserve">prélèvements fiscaux et sociaux et </w:t>
            </w:r>
            <w:r>
              <w:t>net</w:t>
            </w:r>
            <w:proofErr w:type="gramEnd"/>
            <w:r>
              <w:t xml:space="preserve"> </w:t>
            </w:r>
            <w:r w:rsidRPr="00EA2FE3">
              <w:t>de frais de sortie.</w:t>
            </w:r>
          </w:p>
          <w:p w:rsidR="006C50B7" w:rsidRPr="00EA2FE3" w:rsidRDefault="006C50B7" w:rsidP="00E7438A"/>
          <w:p w:rsidR="006C50B7" w:rsidRPr="00EA2FE3" w:rsidRDefault="006C50B7" w:rsidP="005A1F96"/>
        </w:tc>
        <w:tc>
          <w:tcPr>
            <w:tcW w:w="2126" w:type="dxa"/>
          </w:tcPr>
          <w:p w:rsidR="006C50B7" w:rsidRPr="00EA2FE3" w:rsidRDefault="006C50B7" w:rsidP="004B559B">
            <w:r>
              <w:t>50000</w:t>
            </w:r>
          </w:p>
        </w:tc>
        <w:tc>
          <w:tcPr>
            <w:tcW w:w="3686" w:type="dxa"/>
          </w:tcPr>
          <w:p w:rsidR="006C50B7" w:rsidRPr="00EA2FE3" w:rsidRDefault="006C50B7" w:rsidP="004B559B">
            <w:r w:rsidRPr="00EA2FE3">
              <w:t>Évaluer le montant des contrats arrivés à terme dans l'exercice N</w:t>
            </w:r>
          </w:p>
        </w:tc>
      </w:tr>
      <w:tr w:rsidR="00D70291" w:rsidRPr="00EA2FE3" w:rsidTr="00232C20">
        <w:tc>
          <w:tcPr>
            <w:tcW w:w="2093" w:type="dxa"/>
          </w:tcPr>
          <w:p w:rsidR="00D70291" w:rsidRPr="00EA2FE3" w:rsidRDefault="00D70291" w:rsidP="009B346F">
            <w:pPr>
              <w:rPr>
                <w:b/>
              </w:rPr>
            </w:pPr>
            <w:r>
              <w:rPr>
                <w:b/>
              </w:rPr>
              <w:t>Autres variations des Provisions Mathématiques au cours de l’exercice N</w:t>
            </w:r>
          </w:p>
        </w:tc>
        <w:tc>
          <w:tcPr>
            <w:tcW w:w="998" w:type="dxa"/>
          </w:tcPr>
          <w:p w:rsidR="00D70291" w:rsidRPr="00EA2FE3" w:rsidRDefault="00D70291" w:rsidP="004B559B">
            <w:r>
              <w:t>C0245</w:t>
            </w:r>
          </w:p>
        </w:tc>
        <w:tc>
          <w:tcPr>
            <w:tcW w:w="4530" w:type="dxa"/>
          </w:tcPr>
          <w:p w:rsidR="00D70291" w:rsidRDefault="00D70291" w:rsidP="00D70291">
            <w:r w:rsidRPr="00EA2FE3">
              <w:t xml:space="preserve">Montant (en euros) </w:t>
            </w:r>
            <w:r>
              <w:t>des mouvements de Provisions Mathématiques intervenus au cours de l’exercice N autres que les primes, les transferts, les arbitrages, les rachats, les arrivées à terme et sinistres.</w:t>
            </w:r>
          </w:p>
          <w:p w:rsidR="00D70291" w:rsidRPr="00EA2FE3" w:rsidRDefault="00D70291" w:rsidP="00D70291">
            <w:r>
              <w:t>Cette catégorie comprend notamment les provisions passées en phase de rente courant N.</w:t>
            </w:r>
          </w:p>
          <w:p w:rsidR="00D70291" w:rsidRPr="00EA2FE3" w:rsidRDefault="00D70291" w:rsidP="00E7438A"/>
        </w:tc>
        <w:tc>
          <w:tcPr>
            <w:tcW w:w="2126" w:type="dxa"/>
          </w:tcPr>
          <w:p w:rsidR="00D70291" w:rsidRPr="00EA2FE3" w:rsidDel="002934CC" w:rsidRDefault="00FF76C1" w:rsidP="004B559B">
            <w:r>
              <w:t>250000</w:t>
            </w:r>
          </w:p>
        </w:tc>
        <w:tc>
          <w:tcPr>
            <w:tcW w:w="3686" w:type="dxa"/>
          </w:tcPr>
          <w:p w:rsidR="00D70291" w:rsidRPr="00EA2FE3" w:rsidRDefault="00FF76C1" w:rsidP="004B559B">
            <w:r>
              <w:t>Pouvoir reconstituer les mouvements de provision</w:t>
            </w:r>
          </w:p>
        </w:tc>
      </w:tr>
      <w:tr w:rsidR="006C50B7" w:rsidRPr="00EA2FE3" w:rsidTr="00232C20">
        <w:tc>
          <w:tcPr>
            <w:tcW w:w="2093" w:type="dxa"/>
          </w:tcPr>
          <w:p w:rsidR="006C50B7" w:rsidRPr="00EA2FE3" w:rsidRDefault="006C50B7" w:rsidP="00BD00B8">
            <w:pPr>
              <w:rPr>
                <w:b/>
              </w:rPr>
            </w:pPr>
            <w:r w:rsidRPr="00EA2FE3">
              <w:rPr>
                <w:b/>
              </w:rPr>
              <w:t xml:space="preserve">Montant des valeurs de rachat à la clôture de l’exercice N </w:t>
            </w:r>
          </w:p>
        </w:tc>
        <w:tc>
          <w:tcPr>
            <w:tcW w:w="998" w:type="dxa"/>
          </w:tcPr>
          <w:p w:rsidR="006C50B7" w:rsidRPr="00EA2FE3" w:rsidRDefault="006C50B7" w:rsidP="004B559B">
            <w:r w:rsidRPr="00EA2FE3">
              <w:t>C0250</w:t>
            </w:r>
          </w:p>
        </w:tc>
        <w:tc>
          <w:tcPr>
            <w:tcW w:w="4530" w:type="dxa"/>
          </w:tcPr>
          <w:p w:rsidR="006C50B7" w:rsidRDefault="006C50B7" w:rsidP="00E7438A">
            <w:r w:rsidRPr="00EA2FE3">
              <w:t xml:space="preserve">Valeur de rachat (en euros) des </w:t>
            </w:r>
            <w:r w:rsidR="00E81464">
              <w:t>garanties et supports rachetables</w:t>
            </w:r>
            <w:r w:rsidRPr="00EA2FE3">
              <w:t xml:space="preserve"> à la clôture de l’exercice N, brute de prélèvements fiscaux et sociaux mais nette de frais de sortie. Cela correspond à la valeur de rachat que peut espérer percevoir un assuré s’il utilise son option de rachat à la date de clôture.</w:t>
            </w:r>
          </w:p>
          <w:p w:rsidR="00E81464" w:rsidRDefault="00E81464" w:rsidP="00E7438A"/>
          <w:p w:rsidR="00E81464" w:rsidRPr="00A000C4" w:rsidRDefault="00E81464" w:rsidP="005A1F96">
            <w:pPr>
              <w:pStyle w:val="Paragraphedeliste"/>
              <w:numPr>
                <w:ilvl w:val="0"/>
                <w:numId w:val="14"/>
              </w:numPr>
              <w:rPr>
                <w:rFonts w:ascii="Times New Roman" w:hAnsi="Times New Roman"/>
                <w:sz w:val="22"/>
                <w:szCs w:val="22"/>
              </w:rPr>
            </w:pPr>
            <w:r w:rsidRPr="00A000C4">
              <w:rPr>
                <w:rFonts w:ascii="Times New Roman" w:hAnsi="Times New Roman"/>
                <w:sz w:val="22"/>
                <w:szCs w:val="22"/>
              </w:rPr>
              <w:t xml:space="preserve">Pour les contrats </w:t>
            </w:r>
            <w:r w:rsidR="005B136C" w:rsidRPr="00A000C4">
              <w:rPr>
                <w:rFonts w:ascii="Times New Roman" w:hAnsi="Times New Roman"/>
                <w:sz w:val="22"/>
                <w:szCs w:val="22"/>
              </w:rPr>
              <w:t xml:space="preserve">ou garanties </w:t>
            </w:r>
            <w:r w:rsidRPr="00A000C4">
              <w:rPr>
                <w:rFonts w:ascii="Times New Roman" w:hAnsi="Times New Roman"/>
                <w:sz w:val="22"/>
                <w:szCs w:val="22"/>
              </w:rPr>
              <w:t>non-rachetables indiquer 0.</w:t>
            </w:r>
          </w:p>
          <w:p w:rsidR="00E81464" w:rsidRPr="00A000C4" w:rsidRDefault="00E81464" w:rsidP="005A1F96">
            <w:pPr>
              <w:pStyle w:val="Paragraphedeliste"/>
              <w:numPr>
                <w:ilvl w:val="0"/>
                <w:numId w:val="14"/>
              </w:numPr>
              <w:rPr>
                <w:rFonts w:ascii="Times New Roman" w:hAnsi="Times New Roman"/>
                <w:sz w:val="22"/>
                <w:szCs w:val="22"/>
              </w:rPr>
            </w:pPr>
            <w:r w:rsidRPr="00A000C4">
              <w:rPr>
                <w:rFonts w:ascii="Times New Roman" w:hAnsi="Times New Roman"/>
                <w:sz w:val="22"/>
                <w:szCs w:val="22"/>
              </w:rPr>
              <w:t xml:space="preserve">Les possibilités de rachat de certains contrats </w:t>
            </w:r>
            <w:r w:rsidR="00E33A8F" w:rsidRPr="00A000C4">
              <w:rPr>
                <w:rFonts w:ascii="Times New Roman" w:hAnsi="Times New Roman"/>
                <w:sz w:val="22"/>
                <w:szCs w:val="22"/>
              </w:rPr>
              <w:t xml:space="preserve">prévues par l’article L132-23 du Code des Assurances </w:t>
            </w:r>
            <w:r w:rsidRPr="00A000C4">
              <w:rPr>
                <w:rFonts w:ascii="Times New Roman" w:hAnsi="Times New Roman"/>
                <w:sz w:val="22"/>
                <w:szCs w:val="22"/>
              </w:rPr>
              <w:t xml:space="preserve">dans la limite de 20% des droits individuels </w:t>
            </w:r>
            <w:r w:rsidR="004B63A8" w:rsidRPr="00A000C4">
              <w:rPr>
                <w:rFonts w:ascii="Times New Roman" w:hAnsi="Times New Roman"/>
                <w:sz w:val="22"/>
                <w:szCs w:val="22"/>
              </w:rPr>
              <w:t xml:space="preserve">ou </w:t>
            </w:r>
            <w:r w:rsidR="00E33A8F" w:rsidRPr="00A000C4">
              <w:rPr>
                <w:rFonts w:ascii="Times New Roman" w:hAnsi="Times New Roman"/>
                <w:sz w:val="22"/>
                <w:szCs w:val="22"/>
              </w:rPr>
              <w:t xml:space="preserve">celles prévues </w:t>
            </w:r>
            <w:r w:rsidR="004B63A8" w:rsidRPr="00A000C4">
              <w:rPr>
                <w:rFonts w:ascii="Times New Roman" w:hAnsi="Times New Roman"/>
                <w:sz w:val="22"/>
                <w:szCs w:val="22"/>
              </w:rPr>
              <w:t>par l</w:t>
            </w:r>
            <w:r w:rsidR="00E33A8F" w:rsidRPr="00A000C4">
              <w:rPr>
                <w:rFonts w:ascii="Times New Roman" w:hAnsi="Times New Roman"/>
                <w:sz w:val="22"/>
                <w:szCs w:val="22"/>
              </w:rPr>
              <w:t>a loi  2016-1691 du 9 décembre 2016</w:t>
            </w:r>
            <w:r w:rsidR="00E33A8F" w:rsidRPr="00A000C4">
              <w:rPr>
                <w:rFonts w:ascii="Times New Roman" w:hAnsi="Times New Roman"/>
                <w:color w:val="404041"/>
                <w:sz w:val="22"/>
                <w:szCs w:val="22"/>
              </w:rPr>
              <w:t xml:space="preserve"> </w:t>
            </w:r>
            <w:r w:rsidR="004B63A8" w:rsidRPr="00A000C4">
              <w:rPr>
                <w:rFonts w:ascii="Times New Roman" w:hAnsi="Times New Roman"/>
                <w:sz w:val="22"/>
                <w:szCs w:val="22"/>
              </w:rPr>
              <w:t>donnent lieu à des valeurs de rachat non nulles à hauteur des sommes pouvant être rachetées.</w:t>
            </w:r>
          </w:p>
          <w:p w:rsidR="004B63A8" w:rsidRPr="00A000C4" w:rsidRDefault="004B63A8" w:rsidP="005A1F96">
            <w:pPr>
              <w:pStyle w:val="Paragraphedeliste"/>
              <w:numPr>
                <w:ilvl w:val="0"/>
                <w:numId w:val="14"/>
              </w:numPr>
              <w:rPr>
                <w:rFonts w:ascii="Times New Roman" w:hAnsi="Times New Roman"/>
                <w:sz w:val="22"/>
                <w:szCs w:val="22"/>
              </w:rPr>
            </w:pPr>
            <w:r w:rsidRPr="00A000C4">
              <w:rPr>
                <w:rFonts w:ascii="Times New Roman" w:hAnsi="Times New Roman"/>
                <w:sz w:val="22"/>
                <w:szCs w:val="22"/>
              </w:rPr>
              <w:t>Les seules facultés de rachat en cas de survenance de certains événements listés à l’article L132-23 du Code des Assurances (décès du conjoint etc…) ne donnent pas lieu à des valeurs de rachat non nulles.</w:t>
            </w:r>
          </w:p>
          <w:p w:rsidR="006C50B7" w:rsidRPr="00EA2FE3" w:rsidRDefault="006C50B7" w:rsidP="00E80677"/>
        </w:tc>
        <w:tc>
          <w:tcPr>
            <w:tcW w:w="2126" w:type="dxa"/>
          </w:tcPr>
          <w:p w:rsidR="006C50B7" w:rsidRPr="00EA2FE3" w:rsidRDefault="00E81464" w:rsidP="004B559B">
            <w:r>
              <w:lastRenderedPageBreak/>
              <w:t>10000</w:t>
            </w:r>
            <w:bookmarkStart w:id="0" w:name="_GoBack"/>
            <w:bookmarkEnd w:id="0"/>
          </w:p>
        </w:tc>
        <w:tc>
          <w:tcPr>
            <w:tcW w:w="3686" w:type="dxa"/>
          </w:tcPr>
          <w:p w:rsidR="006C50B7" w:rsidRPr="00EA2FE3" w:rsidRDefault="006C50B7" w:rsidP="00222E94">
            <w:r w:rsidRPr="00EA2FE3">
              <w:t xml:space="preserve"> Évaluer le montant des valeurs de rachat à la clôture de l'exercice N</w:t>
            </w:r>
          </w:p>
        </w:tc>
      </w:tr>
      <w:tr w:rsidR="006C50B7" w:rsidRPr="00EA2FE3" w:rsidTr="00232C20">
        <w:tc>
          <w:tcPr>
            <w:tcW w:w="2093" w:type="dxa"/>
          </w:tcPr>
          <w:p w:rsidR="006C50B7" w:rsidRPr="00EA2FE3" w:rsidRDefault="006C50B7" w:rsidP="004B559B">
            <w:pPr>
              <w:rPr>
                <w:b/>
              </w:rPr>
            </w:pPr>
            <w:r w:rsidRPr="00EA2FE3">
              <w:rPr>
                <w:b/>
              </w:rPr>
              <w:lastRenderedPageBreak/>
              <w:t xml:space="preserve">Montant des Provisions Mathématiques à la clôture de l’exercice N </w:t>
            </w:r>
          </w:p>
        </w:tc>
        <w:tc>
          <w:tcPr>
            <w:tcW w:w="998" w:type="dxa"/>
          </w:tcPr>
          <w:p w:rsidR="006C50B7" w:rsidRPr="00EA2FE3" w:rsidRDefault="006C50B7" w:rsidP="004B559B">
            <w:r w:rsidRPr="00EA2FE3">
              <w:t>C0270</w:t>
            </w:r>
          </w:p>
        </w:tc>
        <w:tc>
          <w:tcPr>
            <w:tcW w:w="4530" w:type="dxa"/>
          </w:tcPr>
          <w:p w:rsidR="006C50B7" w:rsidRPr="00EA2FE3" w:rsidRDefault="006C50B7" w:rsidP="004B559B">
            <w:pPr>
              <w:snapToGrid w:val="0"/>
            </w:pPr>
            <w:r w:rsidRPr="00EA2FE3">
              <w:t xml:space="preserve">La provision mathématique (en euros) est calculée version de contrat par version de contrat. </w:t>
            </w:r>
          </w:p>
          <w:p w:rsidR="006C50B7" w:rsidRDefault="006C50B7" w:rsidP="004B559B">
            <w:pPr>
              <w:snapToGrid w:val="0"/>
            </w:pPr>
            <w:r w:rsidRPr="00EA2FE3">
              <w:t>Elle ne peut être ni négative ni inférieure à la valeur de rachat du contrat dans le cas des supports euros.</w:t>
            </w:r>
          </w:p>
          <w:p w:rsidR="006C50B7" w:rsidRDefault="006C50B7" w:rsidP="004B559B">
            <w:pPr>
              <w:snapToGrid w:val="0"/>
            </w:pPr>
          </w:p>
          <w:p w:rsidR="006C50B7" w:rsidRPr="00EA2FE3" w:rsidRDefault="006C50B7" w:rsidP="004B559B">
            <w:pPr>
              <w:snapToGrid w:val="0"/>
            </w:pPr>
            <w:r>
              <w:t>Pour les contrats de catégorie 10 (article L441-1), les Provisions Mathématiques attendues correspondent aux Provisions Mathématiques Théoriques. Pour les contrats de catégorie 13 (L134-1), les Provisions Mathématiques attendues correspondent aux montants des droits individuels des adhérents tels que définis à l’article R134-10 du Code des Assurances, à savoir la somme des provisions mathématiques et du produit des parts de provision de diversification du souscripteur ou de l'adhérent par la valeur de la part correspondante.</w:t>
            </w:r>
          </w:p>
          <w:p w:rsidR="006C50B7" w:rsidRPr="00EA2FE3" w:rsidRDefault="006C50B7" w:rsidP="004B559B">
            <w:pPr>
              <w:snapToGrid w:val="0"/>
            </w:pPr>
          </w:p>
          <w:p w:rsidR="006C50B7" w:rsidRPr="00EA2FE3" w:rsidRDefault="006C50B7" w:rsidP="005A1F96">
            <w:pPr>
              <w:snapToGrid w:val="0"/>
            </w:pPr>
          </w:p>
        </w:tc>
        <w:tc>
          <w:tcPr>
            <w:tcW w:w="2126" w:type="dxa"/>
          </w:tcPr>
          <w:p w:rsidR="006C50B7" w:rsidRPr="00EA2FE3" w:rsidRDefault="006C50B7" w:rsidP="00FF76C1">
            <w:r>
              <w:t>42</w:t>
            </w:r>
            <w:r w:rsidR="00FF76C1">
              <w:t>25</w:t>
            </w:r>
            <w:r>
              <w:t>000</w:t>
            </w:r>
          </w:p>
        </w:tc>
        <w:tc>
          <w:tcPr>
            <w:tcW w:w="3686" w:type="dxa"/>
          </w:tcPr>
          <w:p w:rsidR="006C50B7" w:rsidRPr="00EA2FE3" w:rsidRDefault="006C50B7" w:rsidP="004B559B">
            <w:r w:rsidRPr="00EA2FE3">
              <w:t>Évaluer le montant des PM par contrats à la clôture de l’exercice N.</w:t>
            </w:r>
          </w:p>
          <w:p w:rsidR="006C50B7" w:rsidRPr="00EA2FE3" w:rsidRDefault="006C50B7" w:rsidP="004B559B"/>
          <w:p w:rsidR="006C50B7" w:rsidRPr="00EA2FE3" w:rsidRDefault="006C50B7" w:rsidP="004B559B">
            <w:r w:rsidRPr="00EA2FE3">
              <w:t>PM utilisées dans les comptes sociaux.</w:t>
            </w:r>
          </w:p>
        </w:tc>
      </w:tr>
      <w:tr w:rsidR="006C50B7" w:rsidRPr="00EA2FE3" w:rsidTr="005A1F96">
        <w:tc>
          <w:tcPr>
            <w:tcW w:w="2093" w:type="dxa"/>
            <w:tcBorders>
              <w:bottom w:val="single" w:sz="4" w:space="0" w:color="auto"/>
            </w:tcBorders>
          </w:tcPr>
          <w:p w:rsidR="006C50B7" w:rsidRPr="00EA2FE3" w:rsidRDefault="006C50B7" w:rsidP="004B559B">
            <w:pPr>
              <w:rPr>
                <w:b/>
              </w:rPr>
            </w:pPr>
            <w:r w:rsidRPr="00EA2FE3">
              <w:rPr>
                <w:b/>
              </w:rPr>
              <w:t xml:space="preserve">Montant des Provisions Mathématiques à la clôture de l’exercice N-1 </w:t>
            </w:r>
          </w:p>
        </w:tc>
        <w:tc>
          <w:tcPr>
            <w:tcW w:w="998" w:type="dxa"/>
            <w:tcBorders>
              <w:bottom w:val="single" w:sz="4" w:space="0" w:color="auto"/>
            </w:tcBorders>
          </w:tcPr>
          <w:p w:rsidR="006C50B7" w:rsidRPr="00EA2FE3" w:rsidRDefault="006C50B7" w:rsidP="004B559B">
            <w:r w:rsidRPr="00EA2FE3">
              <w:t>C0280</w:t>
            </w:r>
          </w:p>
        </w:tc>
        <w:tc>
          <w:tcPr>
            <w:tcW w:w="4530" w:type="dxa"/>
            <w:tcBorders>
              <w:bottom w:val="single" w:sz="4" w:space="0" w:color="auto"/>
            </w:tcBorders>
          </w:tcPr>
          <w:p w:rsidR="006C50B7" w:rsidRDefault="006C50B7" w:rsidP="004B559B">
            <w:pPr>
              <w:snapToGrid w:val="0"/>
            </w:pPr>
            <w:r w:rsidRPr="00EA2FE3">
              <w:t>Idem que la définition précédente, appliquée à l’exercice N-1.</w:t>
            </w:r>
          </w:p>
          <w:p w:rsidR="006C50B7" w:rsidRPr="00EA2FE3" w:rsidRDefault="006C50B7" w:rsidP="004B559B">
            <w:pPr>
              <w:snapToGrid w:val="0"/>
            </w:pPr>
            <w:r>
              <w:t>Cette variable doit également être reportée dans la mesure du possible si le contrat existait en N-1 mais dans le portefeuille d’un autre organisme (cas de fusions d’organismes par exemple).</w:t>
            </w:r>
          </w:p>
          <w:p w:rsidR="006C50B7" w:rsidRPr="00EA2FE3" w:rsidRDefault="006C50B7" w:rsidP="004B559B">
            <w:pPr>
              <w:snapToGrid w:val="0"/>
            </w:pPr>
          </w:p>
          <w:p w:rsidR="006C50B7" w:rsidRPr="00EA2FE3" w:rsidRDefault="006C50B7" w:rsidP="005A1F96">
            <w:pPr>
              <w:snapToGrid w:val="0"/>
            </w:pPr>
          </w:p>
        </w:tc>
        <w:tc>
          <w:tcPr>
            <w:tcW w:w="2126" w:type="dxa"/>
            <w:tcBorders>
              <w:bottom w:val="single" w:sz="4" w:space="0" w:color="auto"/>
            </w:tcBorders>
          </w:tcPr>
          <w:p w:rsidR="006C50B7" w:rsidRPr="00EA2FE3" w:rsidRDefault="006C50B7">
            <w:r w:rsidRPr="00EA2FE3">
              <w:t>3</w:t>
            </w:r>
            <w:r>
              <w:t>950000</w:t>
            </w:r>
          </w:p>
        </w:tc>
        <w:tc>
          <w:tcPr>
            <w:tcW w:w="3686" w:type="dxa"/>
            <w:tcBorders>
              <w:bottom w:val="single" w:sz="4" w:space="0" w:color="auto"/>
            </w:tcBorders>
          </w:tcPr>
          <w:p w:rsidR="006C50B7" w:rsidRPr="00EA2FE3" w:rsidRDefault="006C50B7" w:rsidP="004B559B">
            <w:pPr>
              <w:snapToGrid w:val="0"/>
            </w:pPr>
            <w:r w:rsidRPr="00EA2FE3">
              <w:t>Évaluer le montant des PM par contrats à la clôture de l’exercice N-1.</w:t>
            </w:r>
          </w:p>
          <w:p w:rsidR="006C50B7" w:rsidRPr="00EA2FE3" w:rsidRDefault="006C50B7" w:rsidP="004B559B">
            <w:pPr>
              <w:snapToGrid w:val="0"/>
            </w:pPr>
          </w:p>
          <w:p w:rsidR="006C50B7" w:rsidRPr="00EA2FE3" w:rsidRDefault="006C50B7" w:rsidP="004B559B">
            <w:pPr>
              <w:snapToGrid w:val="0"/>
            </w:pPr>
            <w:r w:rsidRPr="00EA2FE3">
              <w:t>Permettre de faire un calcul de PM moyennes sur 2 exercices et de faire un contrôle de cohérence sur les données remises par contrats avec l'année précédente pour l’exercice N-1</w:t>
            </w:r>
          </w:p>
        </w:tc>
      </w:tr>
      <w:tr w:rsidR="006C50B7" w:rsidRPr="00EA2FE3" w:rsidTr="005A1F96">
        <w:tc>
          <w:tcPr>
            <w:tcW w:w="2093" w:type="dxa"/>
            <w:tcBorders>
              <w:bottom w:val="single" w:sz="4" w:space="0" w:color="auto"/>
            </w:tcBorders>
          </w:tcPr>
          <w:p w:rsidR="006C50B7" w:rsidRPr="00EA2FE3" w:rsidRDefault="006C50B7" w:rsidP="004B559B">
            <w:pPr>
              <w:rPr>
                <w:b/>
              </w:rPr>
            </w:pPr>
            <w:r w:rsidRPr="00EA2FE3">
              <w:rPr>
                <w:b/>
              </w:rPr>
              <w:t xml:space="preserve">Montant des Provisions Mathématiques à la clôture de </w:t>
            </w:r>
            <w:r w:rsidRPr="00EA2FE3">
              <w:rPr>
                <w:b/>
              </w:rPr>
              <w:lastRenderedPageBreak/>
              <w:t xml:space="preserve">l’exercice N-2 </w:t>
            </w:r>
          </w:p>
          <w:p w:rsidR="006C50B7" w:rsidRPr="00EA2FE3" w:rsidRDefault="006C50B7" w:rsidP="004B559B">
            <w:pPr>
              <w:rPr>
                <w:b/>
              </w:rPr>
            </w:pPr>
          </w:p>
        </w:tc>
        <w:tc>
          <w:tcPr>
            <w:tcW w:w="998" w:type="dxa"/>
            <w:tcBorders>
              <w:bottom w:val="single" w:sz="4" w:space="0" w:color="auto"/>
            </w:tcBorders>
          </w:tcPr>
          <w:p w:rsidR="006C50B7" w:rsidRPr="00EA2FE3" w:rsidRDefault="006C50B7" w:rsidP="004B559B">
            <w:r w:rsidRPr="00EA2FE3">
              <w:lastRenderedPageBreak/>
              <w:t>C0290</w:t>
            </w:r>
          </w:p>
        </w:tc>
        <w:tc>
          <w:tcPr>
            <w:tcW w:w="4530" w:type="dxa"/>
            <w:tcBorders>
              <w:bottom w:val="single" w:sz="4" w:space="0" w:color="auto"/>
            </w:tcBorders>
          </w:tcPr>
          <w:p w:rsidR="006C50B7" w:rsidRPr="00EA2FE3" w:rsidRDefault="006C50B7" w:rsidP="004B559B">
            <w:pPr>
              <w:snapToGrid w:val="0"/>
            </w:pPr>
            <w:r w:rsidRPr="00EA2FE3">
              <w:t>Idem que la définition précédente, appliquée à l’exercice N-</w:t>
            </w:r>
            <w:r>
              <w:t>2.</w:t>
            </w:r>
          </w:p>
          <w:p w:rsidR="006C50B7" w:rsidRPr="00EA2FE3" w:rsidRDefault="006C50B7" w:rsidP="004B559B">
            <w:pPr>
              <w:snapToGrid w:val="0"/>
            </w:pPr>
          </w:p>
          <w:p w:rsidR="006C50B7" w:rsidRPr="00EA2FE3" w:rsidRDefault="006C50B7" w:rsidP="004B559B">
            <w:pPr>
              <w:snapToGrid w:val="0"/>
            </w:pPr>
          </w:p>
          <w:p w:rsidR="006C50B7" w:rsidRPr="00EA2FE3" w:rsidRDefault="006C50B7" w:rsidP="005A1F96">
            <w:pPr>
              <w:snapToGrid w:val="0"/>
            </w:pPr>
          </w:p>
        </w:tc>
        <w:tc>
          <w:tcPr>
            <w:tcW w:w="2126" w:type="dxa"/>
            <w:tcBorders>
              <w:bottom w:val="single" w:sz="4" w:space="0" w:color="auto"/>
            </w:tcBorders>
          </w:tcPr>
          <w:p w:rsidR="006C50B7" w:rsidRPr="00EA2FE3" w:rsidRDefault="006C50B7">
            <w:r w:rsidRPr="00EA2FE3">
              <w:lastRenderedPageBreak/>
              <w:t>3</w:t>
            </w:r>
            <w:r>
              <w:t>700000</w:t>
            </w:r>
          </w:p>
        </w:tc>
        <w:tc>
          <w:tcPr>
            <w:tcW w:w="3686" w:type="dxa"/>
            <w:tcBorders>
              <w:bottom w:val="single" w:sz="4" w:space="0" w:color="auto"/>
            </w:tcBorders>
          </w:tcPr>
          <w:p w:rsidR="006C50B7" w:rsidRPr="00EA2FE3" w:rsidRDefault="006C50B7" w:rsidP="004B559B">
            <w:pPr>
              <w:snapToGrid w:val="0"/>
            </w:pPr>
            <w:r w:rsidRPr="00EA2FE3">
              <w:t>Évaluer le montant des PM par contrats à la clôture de l’exercice N-2.</w:t>
            </w:r>
          </w:p>
          <w:p w:rsidR="006C50B7" w:rsidRPr="00EA2FE3" w:rsidRDefault="006C50B7" w:rsidP="004B559B">
            <w:pPr>
              <w:snapToGrid w:val="0"/>
            </w:pPr>
          </w:p>
          <w:p w:rsidR="006C50B7" w:rsidRPr="00EA2FE3" w:rsidRDefault="006C50B7" w:rsidP="004B559B">
            <w:pPr>
              <w:snapToGrid w:val="0"/>
            </w:pPr>
            <w:r w:rsidRPr="00EA2FE3">
              <w:t xml:space="preserve">Permettre de faire un calcul de PM </w:t>
            </w:r>
            <w:r w:rsidRPr="00EA2FE3">
              <w:lastRenderedPageBreak/>
              <w:t>moyennes sur 2 exercices et de faire un contrôle de cohérence sur les données remises par contrats avec l'année précédente pour l’exercice N-2.</w:t>
            </w:r>
          </w:p>
        </w:tc>
      </w:tr>
      <w:tr w:rsidR="009661A9" w:rsidRPr="00EA2FE3" w:rsidTr="00B75113">
        <w:tc>
          <w:tcPr>
            <w:tcW w:w="2093" w:type="dxa"/>
          </w:tcPr>
          <w:p w:rsidR="009661A9" w:rsidRPr="00EA2FE3" w:rsidRDefault="009661A9" w:rsidP="00B75113">
            <w:pPr>
              <w:rPr>
                <w:b/>
              </w:rPr>
            </w:pPr>
            <w:r w:rsidRPr="00222E94">
              <w:rPr>
                <w:b/>
              </w:rPr>
              <w:lastRenderedPageBreak/>
              <w:t>Encours moyen par assuré à la clôture de l’exercice N</w:t>
            </w:r>
          </w:p>
        </w:tc>
        <w:tc>
          <w:tcPr>
            <w:tcW w:w="998" w:type="dxa"/>
          </w:tcPr>
          <w:p w:rsidR="009661A9" w:rsidRPr="00EA2FE3" w:rsidRDefault="009661A9" w:rsidP="00E81464">
            <w:r w:rsidRPr="00EA2FE3">
              <w:t>C0</w:t>
            </w:r>
            <w:r w:rsidR="00E81464">
              <w:t>300</w:t>
            </w:r>
          </w:p>
        </w:tc>
        <w:tc>
          <w:tcPr>
            <w:tcW w:w="4530" w:type="dxa"/>
          </w:tcPr>
          <w:p w:rsidR="009661A9" w:rsidRPr="00EA2FE3" w:rsidRDefault="009661A9" w:rsidP="00B75113">
            <w:r>
              <w:t xml:space="preserve">Montant moyen (en euros) </w:t>
            </w:r>
            <w:r w:rsidR="00352387">
              <w:t xml:space="preserve">à la clôture </w:t>
            </w:r>
            <w:r>
              <w:t>de provisions mathématiques de la version du contrat détenu par chaque assuré ayant des encours dans cette version</w:t>
            </w:r>
          </w:p>
          <w:p w:rsidR="009661A9" w:rsidRPr="00EA2FE3" w:rsidRDefault="009661A9" w:rsidP="00B75113"/>
        </w:tc>
        <w:tc>
          <w:tcPr>
            <w:tcW w:w="2126" w:type="dxa"/>
          </w:tcPr>
          <w:p w:rsidR="009661A9" w:rsidRPr="00EA2FE3" w:rsidRDefault="009661A9" w:rsidP="00B75113">
            <w:r>
              <w:t>25000</w:t>
            </w:r>
          </w:p>
        </w:tc>
        <w:tc>
          <w:tcPr>
            <w:tcW w:w="3686" w:type="dxa"/>
          </w:tcPr>
          <w:p w:rsidR="009661A9" w:rsidRPr="00EA2FE3" w:rsidRDefault="009661A9" w:rsidP="00B75113">
            <w:r w:rsidRPr="00EA2FE3">
              <w:t xml:space="preserve"> Évaluer </w:t>
            </w:r>
            <w:r>
              <w:t>le montant moyen détenu par assuré sur la version ou le support</w:t>
            </w:r>
          </w:p>
        </w:tc>
      </w:tr>
    </w:tbl>
    <w:p w:rsidR="00FC5BAC" w:rsidRPr="00EA2FE3" w:rsidRDefault="00FC5BAC" w:rsidP="00FC5BAC">
      <w:pPr>
        <w:pStyle w:val="Paragraphedeliste"/>
        <w:rPr>
          <w:rFonts w:ascii="Times New Roman" w:hAnsi="Times New Roman"/>
          <w:b/>
          <w:bCs/>
          <w:color w:val="345A8A"/>
          <w:sz w:val="28"/>
          <w:szCs w:val="32"/>
        </w:rPr>
      </w:pPr>
    </w:p>
    <w:p w:rsidR="003520DF" w:rsidRPr="00EA2FE3" w:rsidRDefault="003520DF">
      <w:pPr>
        <w:jc w:val="left"/>
        <w:rPr>
          <w:rFonts w:eastAsia="Cambria"/>
          <w:b/>
          <w:bCs/>
          <w:color w:val="345A8A"/>
          <w:sz w:val="28"/>
          <w:szCs w:val="32"/>
          <w:lang w:eastAsia="en-US"/>
        </w:rPr>
      </w:pPr>
    </w:p>
    <w:p w:rsidR="00352387" w:rsidRDefault="00352387">
      <w:pPr>
        <w:jc w:val="left"/>
        <w:rPr>
          <w:rFonts w:eastAsia="Cambria"/>
          <w:b/>
          <w:bCs/>
          <w:color w:val="345A8A"/>
          <w:sz w:val="28"/>
          <w:szCs w:val="32"/>
          <w:lang w:eastAsia="en-US"/>
        </w:rPr>
      </w:pPr>
      <w:r>
        <w:rPr>
          <w:b/>
          <w:bCs/>
          <w:color w:val="345A8A"/>
          <w:sz w:val="28"/>
          <w:szCs w:val="32"/>
        </w:rPr>
        <w:br w:type="page"/>
      </w:r>
    </w:p>
    <w:p w:rsidR="003C3EDE" w:rsidRPr="00EA2FE3" w:rsidRDefault="000838EC" w:rsidP="007D60EC">
      <w:pPr>
        <w:pStyle w:val="Paragraphedeliste"/>
        <w:numPr>
          <w:ilvl w:val="0"/>
          <w:numId w:val="23"/>
        </w:numPr>
        <w:rPr>
          <w:rFonts w:ascii="Times New Roman" w:hAnsi="Times New Roman"/>
          <w:b/>
          <w:bCs/>
          <w:color w:val="345A8A"/>
          <w:sz w:val="28"/>
          <w:szCs w:val="32"/>
        </w:rPr>
      </w:pPr>
      <w:r w:rsidRPr="00EA2FE3">
        <w:rPr>
          <w:rFonts w:ascii="Times New Roman" w:hAnsi="Times New Roman"/>
          <w:b/>
          <w:bCs/>
          <w:color w:val="345A8A"/>
          <w:sz w:val="28"/>
          <w:szCs w:val="32"/>
        </w:rPr>
        <w:lastRenderedPageBreak/>
        <w:t xml:space="preserve">Maquette </w:t>
      </w:r>
      <w:r w:rsidR="00B300A0" w:rsidRPr="00EA2FE3">
        <w:rPr>
          <w:rFonts w:ascii="Times New Roman" w:hAnsi="Times New Roman"/>
          <w:b/>
          <w:bCs/>
          <w:color w:val="345A8A"/>
          <w:sz w:val="28"/>
          <w:szCs w:val="32"/>
        </w:rPr>
        <w:t xml:space="preserve">de l’état </w:t>
      </w:r>
      <w:r w:rsidR="002B674C" w:rsidRPr="00EA2FE3">
        <w:rPr>
          <w:rFonts w:ascii="Times New Roman" w:hAnsi="Times New Roman"/>
          <w:b/>
          <w:bCs/>
          <w:color w:val="345A8A"/>
          <w:sz w:val="28"/>
          <w:szCs w:val="32"/>
        </w:rPr>
        <w:t>FR.20.01</w:t>
      </w:r>
    </w:p>
    <w:p w:rsidR="003C3EDE" w:rsidRPr="00B75113" w:rsidRDefault="00B75113" w:rsidP="00B75113">
      <w:pPr>
        <w:rPr>
          <w:b/>
          <w:bCs/>
          <w:color w:val="345A8A"/>
          <w:sz w:val="28"/>
          <w:szCs w:val="32"/>
        </w:rPr>
      </w:pPr>
      <w:r>
        <w:rPr>
          <w:noProof/>
        </w:rPr>
        <w:drawing>
          <wp:inline distT="0" distB="0" distL="0" distR="0" wp14:anchorId="126D4B58" wp14:editId="05F0357B">
            <wp:extent cx="8669020" cy="1383665"/>
            <wp:effectExtent l="0" t="0" r="0"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669020" cy="1383665"/>
                    </a:xfrm>
                    <a:prstGeom prst="rect">
                      <a:avLst/>
                    </a:prstGeom>
                    <a:noFill/>
                  </pic:spPr>
                </pic:pic>
              </a:graphicData>
            </a:graphic>
          </wp:inline>
        </w:drawing>
      </w:r>
    </w:p>
    <w:p w:rsidR="00C729D1" w:rsidRDefault="00C729D1" w:rsidP="00A14D96">
      <w:pPr>
        <w:jc w:val="center"/>
        <w:rPr>
          <w:b/>
          <w:bCs/>
          <w:color w:val="345A8A"/>
          <w:sz w:val="28"/>
          <w:szCs w:val="32"/>
        </w:rPr>
      </w:pPr>
    </w:p>
    <w:p w:rsidR="00546A61" w:rsidRDefault="00272CF7" w:rsidP="00A14D96">
      <w:pPr>
        <w:jc w:val="center"/>
        <w:rPr>
          <w:b/>
          <w:bCs/>
          <w:color w:val="345A8A"/>
          <w:sz w:val="28"/>
          <w:szCs w:val="32"/>
        </w:rPr>
      </w:pPr>
      <w:r w:rsidRPr="00272CF7">
        <w:rPr>
          <w:noProof/>
        </w:rPr>
        <w:drawing>
          <wp:inline distT="0" distB="0" distL="0" distR="0" wp14:anchorId="01A95968" wp14:editId="58D7945E">
            <wp:extent cx="8892540" cy="1748897"/>
            <wp:effectExtent l="0" t="0" r="3810" b="381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92540" cy="1748897"/>
                    </a:xfrm>
                    <a:prstGeom prst="rect">
                      <a:avLst/>
                    </a:prstGeom>
                    <a:noFill/>
                    <a:ln>
                      <a:noFill/>
                    </a:ln>
                  </pic:spPr>
                </pic:pic>
              </a:graphicData>
            </a:graphic>
          </wp:inline>
        </w:drawing>
      </w:r>
    </w:p>
    <w:p w:rsidR="00546A61" w:rsidRDefault="00546A61" w:rsidP="00A14D96">
      <w:pPr>
        <w:jc w:val="center"/>
        <w:rPr>
          <w:b/>
          <w:bCs/>
          <w:color w:val="345A8A"/>
          <w:sz w:val="28"/>
          <w:szCs w:val="32"/>
        </w:rPr>
      </w:pPr>
      <w:r w:rsidRPr="00546A61">
        <w:drawing>
          <wp:inline distT="0" distB="0" distL="0" distR="0" wp14:anchorId="72C1158A" wp14:editId="7464557A">
            <wp:extent cx="8892540" cy="1636346"/>
            <wp:effectExtent l="0" t="0" r="3810" b="254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92540" cy="1636346"/>
                    </a:xfrm>
                    <a:prstGeom prst="rect">
                      <a:avLst/>
                    </a:prstGeom>
                    <a:noFill/>
                    <a:ln>
                      <a:noFill/>
                    </a:ln>
                  </pic:spPr>
                </pic:pic>
              </a:graphicData>
            </a:graphic>
          </wp:inline>
        </w:drawing>
      </w:r>
    </w:p>
    <w:p w:rsidR="0078417E" w:rsidRPr="00EA2FE3" w:rsidRDefault="0078417E" w:rsidP="00A14D96">
      <w:pPr>
        <w:jc w:val="center"/>
        <w:rPr>
          <w:b/>
          <w:bCs/>
          <w:color w:val="345A8A"/>
          <w:sz w:val="28"/>
          <w:szCs w:val="32"/>
        </w:rPr>
      </w:pPr>
    </w:p>
    <w:p w:rsidR="002B674C" w:rsidRPr="00EA2FE3" w:rsidRDefault="002B674C" w:rsidP="00A14D96">
      <w:pPr>
        <w:jc w:val="center"/>
        <w:rPr>
          <w:b/>
          <w:bCs/>
          <w:color w:val="345A8A"/>
          <w:sz w:val="28"/>
          <w:szCs w:val="32"/>
        </w:rPr>
        <w:sectPr w:rsidR="002B674C" w:rsidRPr="00EA2FE3" w:rsidSect="00E733A4">
          <w:pgSz w:w="16838" w:h="11906" w:orient="landscape"/>
          <w:pgMar w:top="1417" w:right="1417" w:bottom="1417" w:left="1417" w:header="720" w:footer="720" w:gutter="0"/>
          <w:cols w:space="720"/>
          <w:docGrid w:linePitch="299"/>
        </w:sectPr>
      </w:pPr>
    </w:p>
    <w:p w:rsidR="001D1D2D" w:rsidRPr="00EA2FE3" w:rsidRDefault="00B300A0" w:rsidP="007D60EC">
      <w:pPr>
        <w:pStyle w:val="Paragraphedeliste"/>
        <w:numPr>
          <w:ilvl w:val="0"/>
          <w:numId w:val="23"/>
        </w:numPr>
        <w:rPr>
          <w:rFonts w:ascii="Times New Roman" w:hAnsi="Times New Roman"/>
          <w:b/>
          <w:bCs/>
          <w:color w:val="345A8A"/>
          <w:sz w:val="28"/>
          <w:szCs w:val="32"/>
        </w:rPr>
      </w:pPr>
      <w:r w:rsidRPr="00EA2FE3">
        <w:rPr>
          <w:rFonts w:ascii="Times New Roman" w:hAnsi="Times New Roman"/>
          <w:b/>
          <w:bCs/>
          <w:color w:val="345A8A"/>
          <w:sz w:val="28"/>
          <w:szCs w:val="32"/>
        </w:rPr>
        <w:lastRenderedPageBreak/>
        <w:t>Annexe</w:t>
      </w:r>
      <w:r w:rsidR="00396B2C" w:rsidRPr="00EA2FE3">
        <w:rPr>
          <w:rFonts w:ascii="Times New Roman" w:hAnsi="Times New Roman"/>
          <w:b/>
          <w:bCs/>
          <w:color w:val="345A8A"/>
          <w:sz w:val="28"/>
          <w:szCs w:val="32"/>
        </w:rPr>
        <w:t>s</w:t>
      </w:r>
    </w:p>
    <w:p w:rsidR="001D1D2D" w:rsidRPr="00EA2FE3" w:rsidRDefault="001D1D2D" w:rsidP="001D1D2D">
      <w:pPr>
        <w:pStyle w:val="Paragraphedeliste"/>
        <w:rPr>
          <w:rFonts w:ascii="Times New Roman" w:hAnsi="Times New Roman"/>
          <w:b/>
          <w:bCs/>
          <w:color w:val="345A8A"/>
          <w:sz w:val="28"/>
          <w:szCs w:val="32"/>
        </w:rPr>
      </w:pPr>
    </w:p>
    <w:p w:rsidR="00396B2C" w:rsidRPr="00EA2FE3" w:rsidRDefault="00396B2C" w:rsidP="00396B2C">
      <w:pPr>
        <w:pStyle w:val="Paragraphedeliste"/>
        <w:numPr>
          <w:ilvl w:val="0"/>
          <w:numId w:val="16"/>
        </w:numPr>
        <w:rPr>
          <w:rFonts w:ascii="Times New Roman" w:hAnsi="Times New Roman"/>
          <w:b/>
          <w:bCs/>
          <w:color w:val="345A8A"/>
          <w:sz w:val="28"/>
          <w:szCs w:val="32"/>
        </w:rPr>
      </w:pPr>
      <w:r w:rsidRPr="00EA2FE3">
        <w:rPr>
          <w:rFonts w:ascii="Times New Roman" w:hAnsi="Times New Roman"/>
          <w:b/>
          <w:bCs/>
          <w:color w:val="345A8A"/>
          <w:sz w:val="28"/>
          <w:szCs w:val="32"/>
        </w:rPr>
        <w:t xml:space="preserve">Annexe 1 : Articles </w:t>
      </w:r>
      <w:r w:rsidR="00CC3C57" w:rsidRPr="00EA2FE3">
        <w:rPr>
          <w:rFonts w:ascii="Times New Roman" w:hAnsi="Times New Roman"/>
          <w:b/>
          <w:bCs/>
          <w:color w:val="345A8A"/>
          <w:sz w:val="28"/>
          <w:szCs w:val="32"/>
        </w:rPr>
        <w:t>du Code des Assurances</w:t>
      </w:r>
      <w:r w:rsidRPr="00EA2FE3">
        <w:rPr>
          <w:rFonts w:ascii="Times New Roman" w:hAnsi="Times New Roman"/>
          <w:b/>
          <w:bCs/>
          <w:color w:val="345A8A"/>
          <w:sz w:val="28"/>
          <w:szCs w:val="32"/>
        </w:rPr>
        <w:t xml:space="preserve"> mentionnés dans le texte</w:t>
      </w:r>
    </w:p>
    <w:p w:rsidR="00396B2C" w:rsidRPr="00EA2FE3" w:rsidRDefault="00396B2C" w:rsidP="003520DF">
      <w:pPr>
        <w:spacing w:line="360" w:lineRule="auto"/>
        <w:ind w:left="1070"/>
      </w:pPr>
    </w:p>
    <w:p w:rsidR="000E0969" w:rsidRPr="005A1F96" w:rsidRDefault="000E0969" w:rsidP="005A1F96">
      <w:pPr>
        <w:rPr>
          <w:b/>
        </w:rPr>
      </w:pPr>
      <w:r w:rsidRPr="005A1F96">
        <w:rPr>
          <w:b/>
        </w:rPr>
        <w:t xml:space="preserve">Article A344-2 (Modifié par </w:t>
      </w:r>
      <w:hyperlink r:id="rId22" w:anchor="LEGIARTI000035513391" w:history="1">
        <w:r w:rsidRPr="005A1F96">
          <w:rPr>
            <w:rStyle w:val="Lienhypertexte"/>
            <w:b/>
          </w:rPr>
          <w:t>Arrêté du 14 août 2017 - art. 3</w:t>
        </w:r>
      </w:hyperlink>
      <w:r w:rsidRPr="005A1F96">
        <w:rPr>
          <w:b/>
        </w:rPr>
        <w:t xml:space="preserve"> )</w:t>
      </w:r>
    </w:p>
    <w:p w:rsidR="000E0969" w:rsidRDefault="000E0969" w:rsidP="000E0969">
      <w:pPr>
        <w:pStyle w:val="NormalWeb"/>
      </w:pPr>
      <w:r>
        <w:t>Les opérations effectuées par les entreprises soumises au contrôle de l'</w:t>
      </w:r>
      <w:proofErr w:type="spellStart"/>
      <w:r>
        <w:t>Etat</w:t>
      </w:r>
      <w:proofErr w:type="spellEnd"/>
      <w:r>
        <w:t xml:space="preserve"> en vertu de </w:t>
      </w:r>
      <w:hyperlink r:id="rId23" w:history="1">
        <w:r>
          <w:rPr>
            <w:rStyle w:val="Lienhypertexte"/>
          </w:rPr>
          <w:t xml:space="preserve">l'article L. 310-1 </w:t>
        </w:r>
      </w:hyperlink>
      <w:r>
        <w:t xml:space="preserve">ou du 1° du III de </w:t>
      </w:r>
      <w:hyperlink r:id="rId24" w:history="1">
        <w:r>
          <w:rPr>
            <w:rStyle w:val="Lienhypertexte"/>
          </w:rPr>
          <w:t xml:space="preserve">l'article L. 310-1-1 </w:t>
        </w:r>
      </w:hyperlink>
      <w:r>
        <w:t xml:space="preserve">et par les fonds de retraite professionnelle supplémentaire mentionnés à l'article </w:t>
      </w:r>
      <w:hyperlink r:id="rId25" w:history="1">
        <w:r>
          <w:rPr>
            <w:rStyle w:val="Lienhypertexte"/>
          </w:rPr>
          <w:t xml:space="preserve">L. 381-1 </w:t>
        </w:r>
      </w:hyperlink>
      <w:r>
        <w:t>sont réparties entre les catégories d'opérations suivantes :</w:t>
      </w:r>
    </w:p>
    <w:p w:rsidR="000E0969" w:rsidRDefault="000E0969" w:rsidP="000E0969">
      <w:pPr>
        <w:pStyle w:val="NormalWeb"/>
      </w:pPr>
      <w:r>
        <w:t>1 Contrats de capitalisation à prime unique (ou versements libres) ;</w:t>
      </w:r>
    </w:p>
    <w:p w:rsidR="000E0969" w:rsidRDefault="000E0969" w:rsidP="000E0969">
      <w:pPr>
        <w:pStyle w:val="NormalWeb"/>
      </w:pPr>
      <w:r>
        <w:t>2 Contrats de capitalisation à primes périodiques ;</w:t>
      </w:r>
    </w:p>
    <w:p w:rsidR="000E0969" w:rsidRDefault="000E0969" w:rsidP="000E0969">
      <w:pPr>
        <w:pStyle w:val="NormalWeb"/>
      </w:pPr>
      <w:r>
        <w:t>3 Contrats individuels d'assurance temporaire décès (y compris groupes ouverts) ;</w:t>
      </w:r>
    </w:p>
    <w:p w:rsidR="000E0969" w:rsidRDefault="000E0969" w:rsidP="000E0969">
      <w:pPr>
        <w:pStyle w:val="NormalWeb"/>
      </w:pPr>
      <w:r>
        <w:t>4 Autres contrats individuels d'assurance vie à prime unique (ou versements libres) (y compris groupes ouverts) ;</w:t>
      </w:r>
    </w:p>
    <w:p w:rsidR="000E0969" w:rsidRDefault="000E0969" w:rsidP="000E0969">
      <w:pPr>
        <w:pStyle w:val="NormalWeb"/>
      </w:pPr>
      <w:r>
        <w:t>5 Autres contrats individuels d'assurance vie à primes périodiques (y compris groupes ouverts) ;</w:t>
      </w:r>
    </w:p>
    <w:p w:rsidR="000E0969" w:rsidRDefault="000E0969" w:rsidP="000E0969">
      <w:pPr>
        <w:pStyle w:val="NormalWeb"/>
      </w:pPr>
      <w:r>
        <w:t>6 Contrats collectifs d'assurance en cas de décès ;</w:t>
      </w:r>
    </w:p>
    <w:p w:rsidR="000E0969" w:rsidRDefault="000E0969" w:rsidP="000E0969">
      <w:pPr>
        <w:pStyle w:val="NormalWeb"/>
      </w:pPr>
      <w:r>
        <w:t>7 Contrats collectifs d'assurance en cas de vie ;</w:t>
      </w:r>
    </w:p>
    <w:p w:rsidR="000E0969" w:rsidRDefault="000E0969" w:rsidP="000E0969">
      <w:pPr>
        <w:pStyle w:val="NormalWeb"/>
      </w:pPr>
      <w:r>
        <w:t>8 Contrats d'assurance vie ou de capitalisation en unités de compte à prime unique (ou versements libres) ;</w:t>
      </w:r>
    </w:p>
    <w:p w:rsidR="000E0969" w:rsidRDefault="000E0969" w:rsidP="000E0969">
      <w:pPr>
        <w:pStyle w:val="NormalWeb"/>
      </w:pPr>
      <w:r>
        <w:t>9 Contrats d'assurance vie ou de capitalisation en unités de compte à primes périodiques ;</w:t>
      </w:r>
    </w:p>
    <w:p w:rsidR="000E0969" w:rsidRDefault="000E0969" w:rsidP="000E0969">
      <w:pPr>
        <w:pStyle w:val="NormalWeb"/>
      </w:pPr>
      <w:r>
        <w:t xml:space="preserve">10 Contrats collectifs relevant de </w:t>
      </w:r>
      <w:hyperlink r:id="rId26" w:history="1">
        <w:r>
          <w:rPr>
            <w:rStyle w:val="Lienhypertexte"/>
          </w:rPr>
          <w:t xml:space="preserve">l'article L. 441-1 </w:t>
        </w:r>
      </w:hyperlink>
      <w:r>
        <w:t xml:space="preserve">mais ne relevant pas des articles L. 143-1 et </w:t>
      </w:r>
      <w:hyperlink r:id="rId27" w:history="1">
        <w:r>
          <w:rPr>
            <w:rStyle w:val="Lienhypertexte"/>
          </w:rPr>
          <w:t>L. 144-2</w:t>
        </w:r>
      </w:hyperlink>
      <w:r>
        <w:t xml:space="preserve"> ;</w:t>
      </w:r>
    </w:p>
    <w:p w:rsidR="000E0969" w:rsidRDefault="000E0969" w:rsidP="000E0969">
      <w:pPr>
        <w:pStyle w:val="NormalWeb"/>
      </w:pPr>
      <w:r>
        <w:t>11. Contrats relevant de l'article L. 144-2 ;</w:t>
      </w:r>
    </w:p>
    <w:p w:rsidR="000E0969" w:rsidRDefault="000E0969" w:rsidP="000E0969">
      <w:pPr>
        <w:pStyle w:val="NormalWeb"/>
      </w:pPr>
      <w:r>
        <w:t>12. Contrats de retraite professionnelle supplémentaire régis par l'article L. 143-1 pour lesquels, en application de l'article L. 143-4, de l'article L. 441-8 ou du premier alinéa du I de l'article L. 381-2, il est tenu une comptabilité auxiliaire d'affectation et ne relevant pas du 15 ;</w:t>
      </w:r>
    </w:p>
    <w:p w:rsidR="000E0969" w:rsidRDefault="000E0969" w:rsidP="000E0969">
      <w:pPr>
        <w:pStyle w:val="NormalWeb"/>
      </w:pPr>
      <w:r>
        <w:t xml:space="preserve">13 Opérations relevant de </w:t>
      </w:r>
      <w:hyperlink r:id="rId28" w:history="1">
        <w:r>
          <w:rPr>
            <w:rStyle w:val="Lienhypertexte"/>
          </w:rPr>
          <w:t xml:space="preserve">l'article L. 134-1 </w:t>
        </w:r>
      </w:hyperlink>
      <w:r>
        <w:t xml:space="preserve">mais ne relevant pas des articles </w:t>
      </w:r>
      <w:hyperlink r:id="rId29" w:history="1">
        <w:r>
          <w:rPr>
            <w:rStyle w:val="Lienhypertexte"/>
          </w:rPr>
          <w:t xml:space="preserve">L. 143-1 </w:t>
        </w:r>
      </w:hyperlink>
      <w:r>
        <w:t>et L. 144-2 ;</w:t>
      </w:r>
    </w:p>
    <w:p w:rsidR="006D41ED" w:rsidRPr="00EA2FE3" w:rsidRDefault="000E0969" w:rsidP="006D41ED">
      <w:pPr>
        <w:pStyle w:val="NormalSansRetrait"/>
        <w:rPr>
          <w:rFonts w:ascii="Times New Roman" w:hAnsi="Times New Roman"/>
          <w:b/>
          <w:sz w:val="22"/>
          <w:szCs w:val="22"/>
        </w:rPr>
      </w:pPr>
      <w:r w:rsidDel="000E0969">
        <w:t xml:space="preserve"> </w:t>
      </w:r>
    </w:p>
    <w:p w:rsidR="00D66FBB" w:rsidRPr="00EA2FE3" w:rsidRDefault="00D66FBB" w:rsidP="00D66FBB">
      <w:pPr>
        <w:pStyle w:val="NormalSansRetrait"/>
        <w:ind w:left="284" w:hanging="284"/>
        <w:rPr>
          <w:rFonts w:ascii="Times New Roman" w:hAnsi="Times New Roman"/>
          <w:b/>
          <w:sz w:val="22"/>
          <w:szCs w:val="22"/>
        </w:rPr>
      </w:pPr>
    </w:p>
    <w:p w:rsidR="00DE0220" w:rsidRPr="00EA2FE3" w:rsidRDefault="00DE0220" w:rsidP="00800272">
      <w:pPr>
        <w:spacing w:line="360" w:lineRule="auto"/>
        <w:ind w:left="1070"/>
        <w:rPr>
          <w:b/>
          <w:bCs/>
          <w:color w:val="4F81BD" w:themeColor="accent1"/>
        </w:rPr>
      </w:pPr>
      <w:r w:rsidRPr="00EA2FE3">
        <w:rPr>
          <w:b/>
          <w:bCs/>
          <w:color w:val="4F81BD" w:themeColor="accent1"/>
        </w:rPr>
        <w:t xml:space="preserve">Article A132-1 </w:t>
      </w:r>
      <w:r w:rsidR="00800272" w:rsidRPr="00EA2FE3">
        <w:rPr>
          <w:b/>
          <w:bCs/>
          <w:color w:val="4F81BD" w:themeColor="accent1"/>
        </w:rPr>
        <w:t>du Code des Assurances</w:t>
      </w:r>
      <w:r w:rsidR="00800272" w:rsidRPr="00EA2FE3" w:rsidDel="00800272">
        <w:rPr>
          <w:b/>
          <w:bCs/>
          <w:color w:val="4F81BD" w:themeColor="accent1"/>
        </w:rPr>
        <w:t xml:space="preserve"> </w:t>
      </w:r>
    </w:p>
    <w:p w:rsidR="00D702B0" w:rsidRDefault="00D702B0" w:rsidP="005A1F96">
      <w:pPr>
        <w:spacing w:before="100" w:beforeAutospacing="1" w:after="100" w:afterAutospacing="1"/>
        <w:jc w:val="left"/>
      </w:pPr>
      <w:r>
        <w:lastRenderedPageBreak/>
        <w:t xml:space="preserve">Modifié par </w:t>
      </w:r>
      <w:hyperlink r:id="rId30" w:anchor="LEGIARTI000035513387" w:history="1">
        <w:r>
          <w:rPr>
            <w:rStyle w:val="Lienhypertexte"/>
          </w:rPr>
          <w:t>Arrêté du 14 août 2017 - art. 1</w:t>
        </w:r>
      </w:hyperlink>
      <w:r>
        <w:t xml:space="preserve"> </w:t>
      </w:r>
    </w:p>
    <w:p w:rsidR="00D702B0" w:rsidRDefault="00D702B0" w:rsidP="00D702B0">
      <w:pPr>
        <w:pStyle w:val="NormalWeb"/>
      </w:pPr>
      <w:r>
        <w:t xml:space="preserve">Les tarifs pratiqués par les entreprises pratiquant des opérations mentionnées au 1° de </w:t>
      </w:r>
      <w:hyperlink r:id="rId31" w:history="1">
        <w:r>
          <w:rPr>
            <w:rStyle w:val="Lienhypertexte"/>
          </w:rPr>
          <w:t xml:space="preserve">l'article L. 310-1, </w:t>
        </w:r>
      </w:hyperlink>
      <w:r>
        <w:t xml:space="preserve">en ce compris celles mentionnées à l'article </w:t>
      </w:r>
      <w:hyperlink r:id="rId32" w:history="1">
        <w:r>
          <w:rPr>
            <w:rStyle w:val="Lienhypertexte"/>
          </w:rPr>
          <w:t xml:space="preserve">L. 143-1 </w:t>
        </w:r>
      </w:hyperlink>
      <w:r>
        <w:t xml:space="preserve">et par les fonds de retraite professionnelle supplémentaire mentionnés à l'article </w:t>
      </w:r>
      <w:hyperlink r:id="rId33" w:history="1">
        <w:r>
          <w:rPr>
            <w:rStyle w:val="Lienhypertexte"/>
          </w:rPr>
          <w:t>L. 381-1</w:t>
        </w:r>
      </w:hyperlink>
      <w:r>
        <w:t xml:space="preserve"> doivent être établis d'après un taux au plus égal à 75 % du taux moyen des emprunts de l'</w:t>
      </w:r>
      <w:proofErr w:type="spellStart"/>
      <w:r>
        <w:t>Etat</w:t>
      </w:r>
      <w:proofErr w:type="spellEnd"/>
      <w:r>
        <w:t xml:space="preserve"> français calculé sur une base semestrielle sans pouvoir dépasser, au-delà de huit ans, le plus bas des deux taux suivants : 3,5 % ou 60 % du taux moyen indiqué ci-dessus. Pour les contrats à primes périodiques ou à capital variable, quelle que soit leur durée, ce taux ne peut excéder le plus bas des deux taux suivants : 3,5 % ou 60 % du taux moyen indiqué ci-dessus. </w:t>
      </w:r>
    </w:p>
    <w:p w:rsidR="00D702B0" w:rsidRDefault="00D702B0" w:rsidP="00D702B0">
      <w:pPr>
        <w:pStyle w:val="NormalWeb"/>
      </w:pPr>
      <w:r>
        <w:t>En ce qui concerne les contrats libellés en devises étrangères, le taux d'intérêt technique ne sera pas supérieur à 75 % du taux moyen des emprunts d'</w:t>
      </w:r>
      <w:proofErr w:type="spellStart"/>
      <w:r>
        <w:t>Etat</w:t>
      </w:r>
      <w:proofErr w:type="spellEnd"/>
      <w:r>
        <w:t xml:space="preserve"> à long terme du pays de la devise concernée calculé sur base semestrielle ou, à défaut, de la référence du taux à long terme pertinente pour la devise concernée et équivalente à la référence retenue pour l'euro. </w:t>
      </w:r>
    </w:p>
    <w:p w:rsidR="00D702B0" w:rsidRDefault="00D702B0" w:rsidP="00D702B0">
      <w:pPr>
        <w:pStyle w:val="NormalWeb"/>
      </w:pPr>
      <w:r>
        <w:t xml:space="preserve">Pour les contrats au-delà de huit ans, le taux du tarif ne pourra en outre être supérieur au plafond établi par les réglementations en vigueur dans le pays de chaque devise concernée, pour les garanties de même durée, sans pouvoir excéder 60 % du taux moyen visé à l'alinéa précédent. Il en est de même pour les contrats à primes périodiques. </w:t>
      </w:r>
    </w:p>
    <w:p w:rsidR="00D702B0" w:rsidRDefault="00D702B0" w:rsidP="00D702B0">
      <w:pPr>
        <w:pStyle w:val="NormalWeb"/>
      </w:pPr>
      <w:r>
        <w:t>Le taux moyen des emprunts d'</w:t>
      </w:r>
      <w:proofErr w:type="spellStart"/>
      <w:r>
        <w:t>Etat</w:t>
      </w:r>
      <w:proofErr w:type="spellEnd"/>
      <w:r>
        <w:t xml:space="preserve"> à retenir est le plus élevé des deux taux suivants : taux à l'émission et taux de rendement sur le marché secondaire. </w:t>
      </w:r>
    </w:p>
    <w:p w:rsidR="00D702B0" w:rsidRDefault="00D702B0" w:rsidP="00D702B0">
      <w:pPr>
        <w:pStyle w:val="NormalWeb"/>
      </w:pPr>
      <w:r>
        <w:t>Les règles définies au présent article sont à appliquer en fonction des taux en vigueur au moment de la souscription et ne sont pas applicables aux opérations de prévoyance collective visées au chapitre Ier du titre IV du livre IV du code des assurances. Dans le cas de versements non programmés aux termes du contrat, ces règles sont à apprécier au moment de chaque versement.</w:t>
      </w:r>
    </w:p>
    <w:p w:rsidR="00DE0220" w:rsidRPr="00EA2FE3" w:rsidRDefault="00DE0220" w:rsidP="00800272">
      <w:pPr>
        <w:spacing w:line="276" w:lineRule="auto"/>
        <w:ind w:firstLine="708"/>
      </w:pPr>
    </w:p>
    <w:p w:rsidR="00DE0220" w:rsidRPr="00EA2FE3" w:rsidRDefault="00DE0220" w:rsidP="00DE0220">
      <w:pPr>
        <w:jc w:val="left"/>
      </w:pPr>
    </w:p>
    <w:p w:rsidR="00DE0220" w:rsidRPr="00EA2FE3" w:rsidRDefault="00DE0220" w:rsidP="00DE0220">
      <w:pPr>
        <w:jc w:val="left"/>
      </w:pPr>
      <w:r w:rsidRPr="00EA2FE3">
        <w:t xml:space="preserve"> </w:t>
      </w:r>
    </w:p>
    <w:p w:rsidR="00DE0220" w:rsidRPr="00EA2FE3" w:rsidRDefault="00DE0220" w:rsidP="00800272">
      <w:pPr>
        <w:spacing w:line="360" w:lineRule="auto"/>
        <w:ind w:left="1070"/>
        <w:rPr>
          <w:b/>
          <w:bCs/>
          <w:color w:val="4F81BD" w:themeColor="accent1"/>
        </w:rPr>
      </w:pPr>
      <w:r w:rsidRPr="00EA2FE3">
        <w:rPr>
          <w:b/>
          <w:bCs/>
          <w:color w:val="4F81BD" w:themeColor="accent1"/>
        </w:rPr>
        <w:t xml:space="preserve">Article A132-1-1 </w:t>
      </w:r>
      <w:r w:rsidR="00800272" w:rsidRPr="00EA2FE3">
        <w:rPr>
          <w:b/>
          <w:bCs/>
          <w:color w:val="4F81BD" w:themeColor="accent1"/>
        </w:rPr>
        <w:t>du Code des Assurances</w:t>
      </w:r>
      <w:r w:rsidR="00800272" w:rsidRPr="00EA2FE3" w:rsidDel="00800272">
        <w:rPr>
          <w:b/>
          <w:bCs/>
          <w:color w:val="4F81BD" w:themeColor="accent1"/>
        </w:rPr>
        <w:t xml:space="preserve"> </w:t>
      </w:r>
    </w:p>
    <w:p w:rsidR="00DE0220" w:rsidRPr="00EA2FE3" w:rsidRDefault="00DE0220" w:rsidP="00800272">
      <w:pPr>
        <w:spacing w:line="276" w:lineRule="auto"/>
        <w:ind w:firstLine="708"/>
      </w:pPr>
      <w:r w:rsidRPr="00EA2FE3">
        <w:t xml:space="preserve">Modifié par Arrêté 2007-04-23 art. 1 JORF 2 mai 2007 </w:t>
      </w:r>
    </w:p>
    <w:p w:rsidR="00DE0220" w:rsidRPr="00EA2FE3" w:rsidRDefault="00DE0220" w:rsidP="00DE0220">
      <w:pPr>
        <w:jc w:val="left"/>
      </w:pPr>
    </w:p>
    <w:p w:rsidR="00DE0220" w:rsidRPr="00EA2FE3" w:rsidRDefault="00DE0220" w:rsidP="00800272">
      <w:pPr>
        <w:spacing w:line="276" w:lineRule="auto"/>
        <w:ind w:firstLine="708"/>
      </w:pPr>
      <w:r w:rsidRPr="00EA2FE3">
        <w:t>Pour l'application de l'article A. 132-1, le taux moyen des emprunts d'</w:t>
      </w:r>
      <w:proofErr w:type="spellStart"/>
      <w:r w:rsidRPr="00EA2FE3">
        <w:t>Etat</w:t>
      </w:r>
      <w:proofErr w:type="spellEnd"/>
      <w:r w:rsidRPr="00EA2FE3">
        <w:t xml:space="preserve"> sur base semestrielle est déterminé en effectuant la moyenne arithmétique sur les six derniers mois des taux observés sur les marchés primaire et secondaire. Le résultat de la multiplication par 60 % ou 75 % de cette moyenne est dénommé " taux de référence mensuel ". </w:t>
      </w:r>
    </w:p>
    <w:p w:rsidR="00DE0220" w:rsidRPr="00EA2FE3" w:rsidRDefault="00DE0220" w:rsidP="00800272">
      <w:pPr>
        <w:spacing w:line="276" w:lineRule="auto"/>
        <w:ind w:firstLine="708"/>
      </w:pPr>
      <w:r w:rsidRPr="00EA2FE3">
        <w:t>Le taux d'intérêt technique maximal applicable aux tarifs est fixé sur une échelle de taux d'origine 0 et de pas de 0,25 point. Il évolue selon la position du taux de référence mensuel par rapport au dernier taux technique maximal en vigueur :</w:t>
      </w:r>
    </w:p>
    <w:p w:rsidR="00DE0220" w:rsidRPr="00EA2FE3" w:rsidRDefault="00DE0220" w:rsidP="00800272">
      <w:pPr>
        <w:pStyle w:val="Paragraphedeliste"/>
        <w:numPr>
          <w:ilvl w:val="0"/>
          <w:numId w:val="14"/>
        </w:numPr>
        <w:spacing w:line="276" w:lineRule="auto"/>
        <w:rPr>
          <w:rFonts w:ascii="Times New Roman" w:hAnsi="Times New Roman"/>
          <w:sz w:val="22"/>
          <w:szCs w:val="22"/>
        </w:rPr>
      </w:pPr>
      <w:r w:rsidRPr="00EA2FE3">
        <w:rPr>
          <w:rFonts w:ascii="Times New Roman" w:hAnsi="Times New Roman"/>
          <w:sz w:val="22"/>
          <w:szCs w:val="22"/>
        </w:rPr>
        <w:t xml:space="preserve">tant que le taux de référence mensuel n'a pas diminué d'au moins 0,1 point ou augmenté d'au moins 0,35 point par rapport au dernier taux technique maximal en vigueur, </w:t>
      </w:r>
      <w:proofErr w:type="gramStart"/>
      <w:r w:rsidRPr="00EA2FE3">
        <w:rPr>
          <w:rFonts w:ascii="Times New Roman" w:hAnsi="Times New Roman"/>
          <w:sz w:val="22"/>
          <w:szCs w:val="22"/>
        </w:rPr>
        <w:t>ce dernier demeure inchangé</w:t>
      </w:r>
      <w:proofErr w:type="gramEnd"/>
      <w:r w:rsidRPr="00EA2FE3">
        <w:rPr>
          <w:rFonts w:ascii="Times New Roman" w:hAnsi="Times New Roman"/>
          <w:sz w:val="22"/>
          <w:szCs w:val="22"/>
        </w:rPr>
        <w:t xml:space="preserve"> ;</w:t>
      </w:r>
    </w:p>
    <w:p w:rsidR="00DE0220" w:rsidRPr="00EA2FE3" w:rsidRDefault="00DE0220" w:rsidP="00800272">
      <w:pPr>
        <w:pStyle w:val="Paragraphedeliste"/>
        <w:numPr>
          <w:ilvl w:val="0"/>
          <w:numId w:val="14"/>
        </w:numPr>
        <w:spacing w:line="276" w:lineRule="auto"/>
        <w:rPr>
          <w:rFonts w:ascii="Times New Roman" w:hAnsi="Times New Roman"/>
          <w:sz w:val="22"/>
          <w:szCs w:val="22"/>
        </w:rPr>
      </w:pPr>
      <w:r w:rsidRPr="00EA2FE3">
        <w:rPr>
          <w:rFonts w:ascii="Times New Roman" w:hAnsi="Times New Roman"/>
          <w:sz w:val="22"/>
          <w:szCs w:val="22"/>
        </w:rPr>
        <w:t xml:space="preserve">si le taux de référence mensuel sort des limites précédemment définies, le nouveau taux technique maximal devient le taux immédiatement inférieur au taux de référence mensuel sur l'échelle de pas de 0,25 point. </w:t>
      </w:r>
    </w:p>
    <w:p w:rsidR="00DE0220" w:rsidRPr="00EA2FE3" w:rsidRDefault="00DE0220" w:rsidP="00800272">
      <w:pPr>
        <w:spacing w:line="276" w:lineRule="auto"/>
        <w:ind w:firstLine="708"/>
      </w:pPr>
      <w:r w:rsidRPr="00EA2FE3">
        <w:lastRenderedPageBreak/>
        <w:t>Lorsqu'un nouveau taux d'intérêt technique maximal est applicable, les entreprises disposent de trois mois pour opérer cette modification.</w:t>
      </w:r>
    </w:p>
    <w:p w:rsidR="00DE0220" w:rsidRPr="00EA2FE3" w:rsidRDefault="00DE0220" w:rsidP="00DE0220">
      <w:pPr>
        <w:jc w:val="left"/>
      </w:pPr>
    </w:p>
    <w:p w:rsidR="00DE0220" w:rsidRPr="00EA2FE3" w:rsidRDefault="00DE0220" w:rsidP="00DE0220">
      <w:pPr>
        <w:jc w:val="left"/>
      </w:pPr>
    </w:p>
    <w:p w:rsidR="00DE0220" w:rsidRPr="00EA2FE3" w:rsidRDefault="00DE0220" w:rsidP="00800272">
      <w:pPr>
        <w:spacing w:line="360" w:lineRule="auto"/>
        <w:ind w:left="1070"/>
        <w:rPr>
          <w:b/>
          <w:bCs/>
          <w:color w:val="4F81BD" w:themeColor="accent1"/>
        </w:rPr>
      </w:pPr>
      <w:r w:rsidRPr="00EA2FE3">
        <w:rPr>
          <w:b/>
          <w:bCs/>
          <w:color w:val="4F81BD" w:themeColor="accent1"/>
        </w:rPr>
        <w:t xml:space="preserve">Article A132-2 </w:t>
      </w:r>
      <w:r w:rsidR="00800272" w:rsidRPr="00EA2FE3">
        <w:rPr>
          <w:b/>
          <w:bCs/>
          <w:color w:val="4F81BD" w:themeColor="accent1"/>
        </w:rPr>
        <w:t>du Code des Assurances</w:t>
      </w:r>
    </w:p>
    <w:p w:rsidR="00D702B0" w:rsidRDefault="00D702B0" w:rsidP="005A1F96">
      <w:pPr>
        <w:spacing w:before="100" w:beforeAutospacing="1" w:after="100" w:afterAutospacing="1"/>
        <w:ind w:left="720"/>
        <w:jc w:val="left"/>
      </w:pPr>
      <w:r>
        <w:t xml:space="preserve">Modifié par </w:t>
      </w:r>
      <w:hyperlink r:id="rId34" w:anchor="LEGIARTI000035513387" w:history="1">
        <w:r>
          <w:rPr>
            <w:rStyle w:val="Lienhypertexte"/>
          </w:rPr>
          <w:t>Arrêté du 14 août 2017 - art. 1</w:t>
        </w:r>
      </w:hyperlink>
      <w:r>
        <w:t xml:space="preserve"> </w:t>
      </w:r>
    </w:p>
    <w:p w:rsidR="00D702B0" w:rsidRDefault="00D702B0" w:rsidP="00D702B0">
      <w:pPr>
        <w:pStyle w:val="NormalWeb"/>
      </w:pPr>
      <w:r>
        <w:t xml:space="preserve">Les entreprises pratiquant des opérations mentionnées au 1° de l'article </w:t>
      </w:r>
      <w:hyperlink r:id="rId35" w:history="1">
        <w:r>
          <w:rPr>
            <w:rStyle w:val="Lienhypertexte"/>
          </w:rPr>
          <w:t xml:space="preserve">L. 310-1 </w:t>
        </w:r>
      </w:hyperlink>
      <w:r>
        <w:t xml:space="preserve">et les fonds de retraite professionnelle supplémentaire mentionnés à l'article </w:t>
      </w:r>
      <w:hyperlink r:id="rId36" w:history="1">
        <w:r>
          <w:rPr>
            <w:rStyle w:val="Lienhypertexte"/>
          </w:rPr>
          <w:t>L. 381-1</w:t>
        </w:r>
      </w:hyperlink>
      <w:r>
        <w:t xml:space="preserve"> peuvent, dans les conditions fixées à l'article A. 132-3, garantir dans leurs contrats un montant total d'intérêts techniques et de participations aux bénéfices qui, rapporté à la fraction des provisions mathématiques desdits contrats sur laquelle prend effet la garantie, ne sera pas inférieur à des taux minima garantis.</w:t>
      </w:r>
    </w:p>
    <w:p w:rsidR="00800272" w:rsidRPr="00EA2FE3" w:rsidRDefault="00D702B0" w:rsidP="00800272">
      <w:pPr>
        <w:spacing w:line="360" w:lineRule="auto"/>
        <w:ind w:left="1070"/>
        <w:rPr>
          <w:b/>
          <w:bCs/>
          <w:color w:val="4F81BD" w:themeColor="accent1"/>
        </w:rPr>
      </w:pPr>
      <w:r w:rsidRPr="00EA2FE3" w:rsidDel="00D702B0">
        <w:t xml:space="preserve"> </w:t>
      </w:r>
    </w:p>
    <w:p w:rsidR="00DE0220" w:rsidRPr="00EA2FE3" w:rsidRDefault="00DE0220" w:rsidP="00800272">
      <w:pPr>
        <w:spacing w:line="360" w:lineRule="auto"/>
        <w:ind w:left="1070"/>
      </w:pPr>
      <w:r w:rsidRPr="00EA2FE3">
        <w:rPr>
          <w:b/>
          <w:bCs/>
          <w:color w:val="4F81BD" w:themeColor="accent1"/>
        </w:rPr>
        <w:t xml:space="preserve">Article A132-3 </w:t>
      </w:r>
      <w:r w:rsidR="00800272" w:rsidRPr="00EA2FE3">
        <w:rPr>
          <w:b/>
          <w:bCs/>
          <w:color w:val="4F81BD" w:themeColor="accent1"/>
        </w:rPr>
        <w:t>du Code des Assurances</w:t>
      </w:r>
    </w:p>
    <w:p w:rsidR="00D702B0" w:rsidRDefault="00D702B0" w:rsidP="00D702B0">
      <w:pPr>
        <w:numPr>
          <w:ilvl w:val="0"/>
          <w:numId w:val="29"/>
        </w:numPr>
        <w:spacing w:before="100" w:beforeAutospacing="1" w:after="100" w:afterAutospacing="1"/>
        <w:jc w:val="left"/>
      </w:pPr>
      <w:r>
        <w:t xml:space="preserve">Modifié par </w:t>
      </w:r>
      <w:hyperlink r:id="rId37" w:anchor="LEGIARTI000035513387" w:history="1">
        <w:r>
          <w:rPr>
            <w:rStyle w:val="Lienhypertexte"/>
          </w:rPr>
          <w:t>Arrêté du 14 août 2017 - art. 1</w:t>
        </w:r>
      </w:hyperlink>
      <w:r>
        <w:t xml:space="preserve"> </w:t>
      </w:r>
    </w:p>
    <w:p w:rsidR="00D702B0" w:rsidRDefault="00D702B0" w:rsidP="00D702B0">
      <w:pPr>
        <w:pStyle w:val="NormalWeb"/>
      </w:pPr>
      <w:r>
        <w:t xml:space="preserve">I. ― Pour un exercice donné, le montant total de participations aux bénéfices garanti par l'entreprise ou le fonds de retraite professionnelle supplémentaire au titre de l'article </w:t>
      </w:r>
      <w:hyperlink r:id="rId38" w:history="1">
        <w:r>
          <w:rPr>
            <w:rStyle w:val="Lienhypertexte"/>
          </w:rPr>
          <w:t>A. 132-2</w:t>
        </w:r>
      </w:hyperlink>
      <w:r>
        <w:t xml:space="preserve"> devra être inférieur à un plafond calculé comme la différence, lorsqu'elle est positive, entre :</w:t>
      </w:r>
    </w:p>
    <w:p w:rsidR="00D702B0" w:rsidRDefault="00D702B0" w:rsidP="00D702B0">
      <w:pPr>
        <w:pStyle w:val="NormalWeb"/>
      </w:pPr>
      <w:r>
        <w:t xml:space="preserve">― 80 % du produit de la moyenne des taux de rendement des actifs de l'entreprise calculée pour les deux derniers exercices, par les provisions mathématiques des contrats relevant des catégories 1, 2, 3, 4, 5, 7, 12 et 16 mentionnées à l'article </w:t>
      </w:r>
      <w:hyperlink r:id="rId39" w:history="1">
        <w:r>
          <w:rPr>
            <w:rStyle w:val="Lienhypertexte"/>
          </w:rPr>
          <w:t xml:space="preserve">A. 344-2 </w:t>
        </w:r>
      </w:hyperlink>
      <w:r>
        <w:t>au 31 décembre de l'exercice précédent ; et</w:t>
      </w:r>
    </w:p>
    <w:p w:rsidR="00D702B0" w:rsidRDefault="00D702B0" w:rsidP="00D702B0">
      <w:pPr>
        <w:pStyle w:val="NormalWeb"/>
      </w:pPr>
      <w:r>
        <w:t>― la somme des intérêts techniques attribués aux contrats mentionnés au tiret précédent lors de l'exercice précédent.</w:t>
      </w:r>
    </w:p>
    <w:p w:rsidR="00D702B0" w:rsidRDefault="00D702B0" w:rsidP="00D702B0">
      <w:pPr>
        <w:pStyle w:val="NormalWeb"/>
      </w:pPr>
      <w:r>
        <w:t>Pour le calcul mentionné au premier tiret, l'entreprise substitue aux provisions mathématiques au 31 décembre de l'exercice précédent les provisions mathématiques estimées au 31 décembre de l'exercice si celles-ci apparaissent devoir être plus faibles. L'entreprise substitue alors pour le même calcul la somme des intérêts techniques estimée au 31 décembre de l'exercice à la somme des intérêts techniques lors de l'exercice précédent.</w:t>
      </w:r>
    </w:p>
    <w:p w:rsidR="00D702B0" w:rsidRDefault="00D702B0" w:rsidP="00D702B0">
      <w:pPr>
        <w:pStyle w:val="NormalWeb"/>
      </w:pPr>
      <w:r>
        <w:t>II. ― Les taux garantis mentionnés à l'article A. 132-2 sont exprimés sur une base annuelle et sont fixés sur une durée continue au moins égale à six mois et au plus égale à la période séparant la date d'effet de la garantie de la fin de l'exercice suivant.</w:t>
      </w:r>
    </w:p>
    <w:p w:rsidR="00D702B0" w:rsidRDefault="00D702B0" w:rsidP="00D702B0">
      <w:pPr>
        <w:pStyle w:val="NormalWeb"/>
      </w:pPr>
      <w:r>
        <w:t>Toutefois cette durée peut être inférieure à six mois pour un souscripteur ou adhérent donné, dès lors que l'ensemble des assurés d'un contrat collectif ou de contrats individuels ayant les mêmes conditions d'affectation de la participation aux bénéfices bénéficie de cette garantie depuis le début de l'exercice.</w:t>
      </w:r>
    </w:p>
    <w:p w:rsidR="00D702B0" w:rsidRDefault="00D702B0" w:rsidP="00D702B0">
      <w:pPr>
        <w:pStyle w:val="NormalWeb"/>
      </w:pPr>
      <w:r>
        <w:t xml:space="preserve">III. ― Les taux garantis mentionnés au II ne peuvent excéder le minimum entre 150 % du taux d'intérêt technique maximal défini aux articles </w:t>
      </w:r>
      <w:hyperlink r:id="rId40" w:history="1">
        <w:r>
          <w:rPr>
            <w:rStyle w:val="Lienhypertexte"/>
          </w:rPr>
          <w:t xml:space="preserve">A. 132-1 </w:t>
        </w:r>
      </w:hyperlink>
      <w:r>
        <w:t xml:space="preserve">et </w:t>
      </w:r>
      <w:hyperlink r:id="rId41" w:history="1">
        <w:r>
          <w:rPr>
            <w:rStyle w:val="Lienhypertexte"/>
          </w:rPr>
          <w:t xml:space="preserve">A. 132-1-1 </w:t>
        </w:r>
      </w:hyperlink>
      <w:r>
        <w:t xml:space="preserve">par référence à 75 </w:t>
      </w:r>
      <w:r>
        <w:lastRenderedPageBreak/>
        <w:t>% du taux moyen des emprunts d'</w:t>
      </w:r>
      <w:proofErr w:type="spellStart"/>
      <w:r>
        <w:t>Etat</w:t>
      </w:r>
      <w:proofErr w:type="spellEnd"/>
      <w:r>
        <w:t xml:space="preserve"> à la date d'effet de la garantie et le plus élevé des deux taux suivants :</w:t>
      </w:r>
    </w:p>
    <w:p w:rsidR="00D702B0" w:rsidRDefault="00D702B0" w:rsidP="00D702B0">
      <w:pPr>
        <w:pStyle w:val="NormalWeb"/>
      </w:pPr>
      <w:r>
        <w:t>120 % de ce même taux d'intérêt technique maximal et</w:t>
      </w:r>
    </w:p>
    <w:p w:rsidR="00D702B0" w:rsidRDefault="00D702B0" w:rsidP="00D702B0">
      <w:pPr>
        <w:pStyle w:val="NormalWeb"/>
      </w:pPr>
      <w:r>
        <w:t>110 % de la moyenne des taux moyens servis aux assurés lors des deux derniers exercices précédant immédiatement la date d'effet de la garantie.</w:t>
      </w:r>
    </w:p>
    <w:p w:rsidR="00D702B0" w:rsidRDefault="00D702B0" w:rsidP="00D702B0">
      <w:pPr>
        <w:pStyle w:val="NormalWeb"/>
      </w:pPr>
      <w:r>
        <w:t>Le taux moyen servi aux assurés est défini à chaque exercice pour l'ensemble des contrats relevant des catégories 1, 2, 3, 4, 5, 7, 12 et 16 mentionnées à l'article A. 344-2 comme le montant cumulé des intérêts techniques et des participations aux bénéfices attribuées aux assurés rapporté à la moyenne annuelle des provisions mathématiques.</w:t>
      </w:r>
    </w:p>
    <w:p w:rsidR="00D702B0" w:rsidRDefault="00D702B0" w:rsidP="00D702B0">
      <w:pPr>
        <w:pStyle w:val="NormalWeb"/>
      </w:pPr>
      <w:r>
        <w:t>IV. ― Par dérogation aux dispositions des I et III, jusqu'à la clôture du deuxième exercice suivant la délivrance de son agrément, une entreprise peut proposer des taux d'intérêt tels que ceux mentionnés au II qui ne doivent pas excéder 120 % du taux d'intérêt technique maximal défini aux articles A. 132-1 et A. 132-1-1 par référence à 75 % du taux moyen des emprunts d'</w:t>
      </w:r>
      <w:proofErr w:type="spellStart"/>
      <w:r>
        <w:t>Etat</w:t>
      </w:r>
      <w:proofErr w:type="spellEnd"/>
      <w:r>
        <w:t xml:space="preserve"> à la date d'effet de la garantie.</w:t>
      </w:r>
    </w:p>
    <w:p w:rsidR="00D702B0" w:rsidRDefault="00D702B0" w:rsidP="00D702B0">
      <w:pPr>
        <w:pStyle w:val="NormalWeb"/>
      </w:pPr>
      <w:r>
        <w:t>V. ― Le montant total de participations aux bénéfices garanti au titre de l'article A. 132-2 pour l'exercice en cours mais également le cas échéant pour l'exercice suivant doit être imputé sur le montant mentionné au premier alinéa du I.</w:t>
      </w:r>
    </w:p>
    <w:p w:rsidR="00D702B0" w:rsidRDefault="00D702B0" w:rsidP="00D702B0">
      <w:pPr>
        <w:pStyle w:val="NormalWeb"/>
      </w:pPr>
      <w:r>
        <w:t>Toutefois, seul le montant de participations aux bénéfices garanti au titre de l'exercice en cours s'impute sur le montant mentionné au premier alinéa du I lorsque l'entreprise propose un taux dont elle n'a pas fixé explicitement la valeur.</w:t>
      </w:r>
    </w:p>
    <w:p w:rsidR="00B23EF9" w:rsidRPr="00EA2FE3" w:rsidRDefault="00D702B0" w:rsidP="00800272">
      <w:pPr>
        <w:rPr>
          <w:rFonts w:eastAsia="Arial Unicode MS"/>
          <w:szCs w:val="22"/>
        </w:rPr>
      </w:pPr>
      <w:r w:rsidRPr="00EA2FE3" w:rsidDel="00D702B0">
        <w:t xml:space="preserve"> </w:t>
      </w:r>
      <w:r w:rsidR="00B23EF9" w:rsidRPr="00EA2FE3">
        <w:br w:type="page"/>
      </w:r>
    </w:p>
    <w:p w:rsidR="00D66FBB" w:rsidRPr="00EA2FE3" w:rsidRDefault="00B23EF9" w:rsidP="00396B2C">
      <w:pPr>
        <w:pStyle w:val="Paragraphedeliste"/>
        <w:numPr>
          <w:ilvl w:val="0"/>
          <w:numId w:val="16"/>
        </w:numPr>
        <w:rPr>
          <w:rFonts w:ascii="Times New Roman" w:hAnsi="Times New Roman"/>
          <w:b/>
          <w:bCs/>
          <w:color w:val="345A8A"/>
          <w:sz w:val="28"/>
          <w:szCs w:val="32"/>
        </w:rPr>
      </w:pPr>
      <w:r w:rsidRPr="00EA2FE3">
        <w:rPr>
          <w:rFonts w:ascii="Times New Roman" w:hAnsi="Times New Roman"/>
          <w:b/>
          <w:bCs/>
          <w:color w:val="345A8A"/>
          <w:sz w:val="28"/>
          <w:szCs w:val="32"/>
        </w:rPr>
        <w:lastRenderedPageBreak/>
        <w:t>Annexe 2</w:t>
      </w:r>
      <w:r w:rsidR="006B4E99" w:rsidRPr="00EA2FE3">
        <w:rPr>
          <w:rFonts w:ascii="Times New Roman" w:hAnsi="Times New Roman"/>
          <w:b/>
          <w:bCs/>
          <w:color w:val="345A8A"/>
          <w:sz w:val="28"/>
          <w:szCs w:val="32"/>
        </w:rPr>
        <w:t> :</w:t>
      </w:r>
      <w:r w:rsidRPr="00EA2FE3">
        <w:rPr>
          <w:rFonts w:ascii="Times New Roman" w:hAnsi="Times New Roman"/>
          <w:b/>
          <w:bCs/>
          <w:color w:val="345A8A"/>
          <w:sz w:val="28"/>
          <w:szCs w:val="32"/>
        </w:rPr>
        <w:t xml:space="preserve"> </w:t>
      </w:r>
      <w:r w:rsidR="00191C8B" w:rsidRPr="00EA2FE3">
        <w:rPr>
          <w:rFonts w:ascii="Times New Roman" w:hAnsi="Times New Roman"/>
          <w:b/>
          <w:bCs/>
          <w:color w:val="345A8A"/>
          <w:sz w:val="28"/>
          <w:szCs w:val="32"/>
        </w:rPr>
        <w:t>Classification</w:t>
      </w:r>
      <w:r w:rsidRPr="00EA2FE3">
        <w:rPr>
          <w:rFonts w:ascii="Times New Roman" w:hAnsi="Times New Roman"/>
          <w:b/>
          <w:bCs/>
          <w:color w:val="345A8A"/>
          <w:sz w:val="28"/>
          <w:szCs w:val="32"/>
        </w:rPr>
        <w:t xml:space="preserve"> des principaux types de contrats selon les catégories comptables</w:t>
      </w:r>
    </w:p>
    <w:p w:rsidR="005A617C" w:rsidRPr="00EA2FE3" w:rsidRDefault="005A617C" w:rsidP="005A617C">
      <w:pPr>
        <w:pStyle w:val="newid"/>
        <w:ind w:left="0" w:firstLine="601"/>
        <w:rPr>
          <w:rFonts w:ascii="Times New Roman" w:hAnsi="Times New Roman"/>
        </w:rPr>
      </w:pPr>
      <w:r w:rsidRPr="00EA2FE3">
        <w:rPr>
          <w:rFonts w:ascii="Times New Roman" w:hAnsi="Times New Roman"/>
        </w:rPr>
        <w:t>Il est demandé aux organismes de classer les contrats reportés par catégories comptables telles que définies par l’</w:t>
      </w:r>
      <w:hyperlink r:id="rId42" w:history="1">
        <w:r w:rsidRPr="00EA2FE3">
          <w:rPr>
            <w:rStyle w:val="Lienhypertexte"/>
            <w:rFonts w:ascii="Times New Roman" w:hAnsi="Times New Roman"/>
          </w:rPr>
          <w:t xml:space="preserve">article </w:t>
        </w:r>
        <w:r w:rsidR="00CC3C57" w:rsidRPr="00EA2FE3">
          <w:rPr>
            <w:rStyle w:val="Lienhypertexte"/>
            <w:rFonts w:ascii="Times New Roman" w:hAnsi="Times New Roman"/>
          </w:rPr>
          <w:t>A344</w:t>
        </w:r>
        <w:r w:rsidRPr="00EA2FE3">
          <w:rPr>
            <w:rStyle w:val="Lienhypertexte"/>
            <w:rFonts w:ascii="Times New Roman" w:hAnsi="Times New Roman"/>
          </w:rPr>
          <w:t>-2 du Code des Assurances</w:t>
        </w:r>
      </w:hyperlink>
      <w:r w:rsidRPr="00EA2FE3">
        <w:rPr>
          <w:rFonts w:ascii="Times New Roman" w:hAnsi="Times New Roman"/>
        </w:rPr>
        <w:t xml:space="preserve"> (rappelé en Annexe 1)</w:t>
      </w:r>
      <w:r w:rsidR="00D702B0">
        <w:rPr>
          <w:rFonts w:ascii="Times New Roman" w:hAnsi="Times New Roman"/>
        </w:rPr>
        <w:t xml:space="preserve"> et utilisées dans l’état FR13.01</w:t>
      </w:r>
      <w:r w:rsidRPr="00EA2FE3">
        <w:rPr>
          <w:rFonts w:ascii="Times New Roman" w:hAnsi="Times New Roman"/>
        </w:rPr>
        <w:t>. Afin d’obtenir un classement homogène des contrats selon les organismes, cette annexe rappelle dans quelle catégorie comptable classer certains types de contrats, cette liste n’étant néanmoins pas exhaustive.</w:t>
      </w:r>
    </w:p>
    <w:p w:rsidR="00CF4335" w:rsidRPr="00EA2FE3" w:rsidRDefault="00CF4335" w:rsidP="00CF4335">
      <w:pPr>
        <w:pStyle w:val="newid"/>
        <w:spacing w:before="0"/>
        <w:ind w:left="0" w:firstLine="601"/>
        <w:rPr>
          <w:rFonts w:ascii="Times New Roman" w:hAnsi="Times New Roman"/>
        </w:rPr>
      </w:pPr>
    </w:p>
    <w:p w:rsidR="00F57E90" w:rsidRPr="00EA2FE3" w:rsidRDefault="00F57E90" w:rsidP="00CF4335">
      <w:pPr>
        <w:spacing w:line="360" w:lineRule="auto"/>
        <w:ind w:left="1070"/>
        <w:rPr>
          <w:b/>
          <w:bCs/>
          <w:color w:val="4F81BD" w:themeColor="accent1"/>
        </w:rPr>
      </w:pPr>
      <w:r w:rsidRPr="00EA2FE3">
        <w:rPr>
          <w:b/>
          <w:bCs/>
          <w:color w:val="4F81BD" w:themeColor="accent1"/>
        </w:rPr>
        <w:t xml:space="preserve">Nature des contrats </w:t>
      </w:r>
    </w:p>
    <w:p w:rsidR="00F57E90" w:rsidRPr="00EA2FE3" w:rsidRDefault="00F57E90" w:rsidP="00F57E90">
      <w:pPr>
        <w:pStyle w:val="newid"/>
        <w:ind w:firstLine="601"/>
        <w:rPr>
          <w:rFonts w:ascii="Times New Roman" w:hAnsi="Times New Roman"/>
        </w:rPr>
      </w:pPr>
      <w:r w:rsidRPr="00EA2FE3">
        <w:rPr>
          <w:rFonts w:ascii="Times New Roman" w:hAnsi="Times New Roman"/>
        </w:rPr>
        <w:t>Le contrat à prime unique correspond à un versement en une seule fois des fonds au moment de la souscription. Il se distingue ainsi des contrats à primes périodiques pour lesquels des versements sont planifiés à échéance régulière.</w:t>
      </w:r>
    </w:p>
    <w:p w:rsidR="00F57E90" w:rsidRPr="00EA2FE3" w:rsidRDefault="00F57E90" w:rsidP="00F57E90">
      <w:pPr>
        <w:pStyle w:val="newid"/>
        <w:ind w:firstLine="601"/>
        <w:rPr>
          <w:rFonts w:ascii="Times New Roman" w:hAnsi="Times New Roman"/>
        </w:rPr>
      </w:pPr>
      <w:r w:rsidRPr="00EA2FE3">
        <w:rPr>
          <w:rFonts w:ascii="Times New Roman" w:hAnsi="Times New Roman"/>
        </w:rPr>
        <w:t>Contrairement aux contrats d’assurance-vie (catégories 4 et 5), les contrats de capitalisation (catégories 1 et 2) ne comportent pas d’aléa lié à la durée de vie humaine.</w:t>
      </w:r>
    </w:p>
    <w:p w:rsidR="00F57E90" w:rsidRPr="00EA2FE3" w:rsidRDefault="00F57E90" w:rsidP="00F57E90">
      <w:pPr>
        <w:pStyle w:val="newid"/>
        <w:ind w:firstLine="601"/>
        <w:rPr>
          <w:rFonts w:ascii="Times New Roman" w:hAnsi="Times New Roman"/>
        </w:rPr>
      </w:pPr>
      <w:r w:rsidRPr="00EA2FE3">
        <w:rPr>
          <w:rFonts w:ascii="Times New Roman" w:hAnsi="Times New Roman"/>
        </w:rPr>
        <w:t>On entend par groupe ouvert une association ou un groupement formé en vue de la souscription de contrats d’assurance de personnes ouvert aux adhésions individuelles, à la différence des assurances collectives, qui s’adressent à des groupes fermés d’adhérents (par exemple, les salariés d’une entreprise ou d’une profession).</w:t>
      </w:r>
    </w:p>
    <w:p w:rsidR="00191C8B" w:rsidRPr="00EA2FE3" w:rsidRDefault="00191C8B" w:rsidP="00CF4335">
      <w:pPr>
        <w:pStyle w:val="newid"/>
        <w:spacing w:before="0"/>
        <w:ind w:left="0" w:firstLine="601"/>
        <w:rPr>
          <w:rFonts w:ascii="Times New Roman" w:hAnsi="Times New Roman"/>
        </w:rPr>
      </w:pPr>
    </w:p>
    <w:p w:rsidR="00191C8B" w:rsidRPr="00EA2FE3" w:rsidRDefault="00191C8B" w:rsidP="00CF4335">
      <w:pPr>
        <w:spacing w:line="360" w:lineRule="auto"/>
        <w:ind w:left="1070"/>
        <w:rPr>
          <w:b/>
          <w:bCs/>
          <w:color w:val="4F81BD" w:themeColor="accent1"/>
        </w:rPr>
      </w:pPr>
      <w:r w:rsidRPr="00EA2FE3">
        <w:rPr>
          <w:b/>
          <w:bCs/>
          <w:color w:val="4F81BD" w:themeColor="accent1"/>
        </w:rPr>
        <w:t xml:space="preserve">Typologie des contrats </w:t>
      </w:r>
    </w:p>
    <w:p w:rsidR="00191C8B" w:rsidRPr="00EA2FE3" w:rsidRDefault="005A617C" w:rsidP="00191C8B">
      <w:pPr>
        <w:pStyle w:val="newid"/>
        <w:ind w:left="0" w:firstLine="601"/>
        <w:rPr>
          <w:rFonts w:ascii="Times New Roman" w:hAnsi="Times New Roman"/>
        </w:rPr>
      </w:pPr>
      <w:r w:rsidRPr="00EA2FE3">
        <w:rPr>
          <w:rFonts w:ascii="Times New Roman" w:hAnsi="Times New Roman"/>
        </w:rPr>
        <w:t xml:space="preserve"> </w:t>
      </w:r>
      <w:r w:rsidR="004873CE" w:rsidRPr="00EA2FE3">
        <w:rPr>
          <w:rFonts w:ascii="Times New Roman" w:hAnsi="Times New Roman"/>
        </w:rPr>
        <w:t xml:space="preserve">La liste suivante spécifie </w:t>
      </w:r>
      <w:r w:rsidRPr="00EA2FE3">
        <w:rPr>
          <w:rFonts w:ascii="Times New Roman" w:hAnsi="Times New Roman"/>
        </w:rPr>
        <w:t xml:space="preserve">plus </w:t>
      </w:r>
      <w:r w:rsidR="004873CE" w:rsidRPr="00EA2FE3">
        <w:rPr>
          <w:rFonts w:ascii="Times New Roman" w:hAnsi="Times New Roman"/>
        </w:rPr>
        <w:t>précisément pour certains types de contrats la catégorie comptable à laquelle ils doivent être rattachés</w:t>
      </w:r>
      <w:r w:rsidR="00191C8B" w:rsidRPr="00EA2FE3">
        <w:rPr>
          <w:rFonts w:ascii="Times New Roman" w:hAnsi="Times New Roman"/>
        </w:rPr>
        <w:t> :</w:t>
      </w:r>
    </w:p>
    <w:p w:rsidR="00501CF3" w:rsidRPr="00EA2FE3" w:rsidRDefault="00501CF3" w:rsidP="00501CF3">
      <w:pPr>
        <w:pStyle w:val="Paragraphedeliste"/>
        <w:ind w:left="388"/>
        <w:rPr>
          <w:rFonts w:ascii="Times New Roman" w:eastAsia="Arial Unicode MS" w:hAnsi="Times New Roman"/>
          <w:b/>
          <w:sz w:val="22"/>
          <w:szCs w:val="22"/>
          <w:lang w:eastAsia="fr-FR"/>
        </w:rPr>
      </w:pPr>
    </w:p>
    <w:p w:rsidR="0010317D" w:rsidRPr="00EA2FE3" w:rsidRDefault="004F3C46" w:rsidP="00501CF3">
      <w:pPr>
        <w:pStyle w:val="newid"/>
        <w:numPr>
          <w:ilvl w:val="0"/>
          <w:numId w:val="14"/>
        </w:numPr>
        <w:rPr>
          <w:rFonts w:ascii="Times New Roman" w:hAnsi="Times New Roman"/>
        </w:rPr>
      </w:pPr>
      <w:r w:rsidRPr="00EA2FE3">
        <w:rPr>
          <w:rFonts w:ascii="Times New Roman" w:hAnsi="Times New Roman"/>
        </w:rPr>
        <w:t>L</w:t>
      </w:r>
      <w:r w:rsidR="0010317D" w:rsidRPr="00EA2FE3">
        <w:rPr>
          <w:rFonts w:ascii="Times New Roman" w:hAnsi="Times New Roman"/>
        </w:rPr>
        <w:t xml:space="preserve">es </w:t>
      </w:r>
      <w:r w:rsidR="0010317D" w:rsidRPr="00EA2FE3">
        <w:rPr>
          <w:rFonts w:ascii="Times New Roman" w:hAnsi="Times New Roman"/>
          <w:b/>
        </w:rPr>
        <w:t>contrats collectifs d’assurance en cas de vie (catégorie 7)</w:t>
      </w:r>
      <w:r w:rsidR="00C9337E" w:rsidRPr="00EA2FE3">
        <w:rPr>
          <w:rFonts w:ascii="Times New Roman" w:hAnsi="Times New Roman"/>
        </w:rPr>
        <w:t xml:space="preserve">, </w:t>
      </w:r>
      <w:r w:rsidRPr="00EA2FE3">
        <w:rPr>
          <w:rFonts w:ascii="Times New Roman" w:hAnsi="Times New Roman"/>
        </w:rPr>
        <w:t>peuvent,</w:t>
      </w:r>
      <w:r w:rsidR="00C9337E" w:rsidRPr="00EA2FE3">
        <w:rPr>
          <w:rFonts w:ascii="Times New Roman" w:hAnsi="Times New Roman"/>
        </w:rPr>
        <w:t xml:space="preserve"> entre </w:t>
      </w:r>
      <w:r w:rsidR="004A4B81" w:rsidRPr="00EA2FE3">
        <w:rPr>
          <w:rFonts w:ascii="Times New Roman" w:hAnsi="Times New Roman"/>
        </w:rPr>
        <w:t xml:space="preserve"> autres</w:t>
      </w:r>
      <w:r w:rsidRPr="00EA2FE3">
        <w:rPr>
          <w:rFonts w:ascii="Times New Roman" w:hAnsi="Times New Roman"/>
        </w:rPr>
        <w:t>,</w:t>
      </w:r>
      <w:r w:rsidR="004A4B81" w:rsidRPr="00EA2FE3">
        <w:rPr>
          <w:rFonts w:ascii="Times New Roman" w:hAnsi="Times New Roman"/>
        </w:rPr>
        <w:t xml:space="preserve"> </w:t>
      </w:r>
      <w:r w:rsidRPr="00EA2FE3">
        <w:rPr>
          <w:rFonts w:ascii="Times New Roman" w:hAnsi="Times New Roman"/>
        </w:rPr>
        <w:t>inclure</w:t>
      </w:r>
      <w:r w:rsidRPr="00EA2FE3">
        <w:rPr>
          <w:rStyle w:val="Appelnotedebasdep"/>
        </w:rPr>
        <w:footnoteReference w:id="1"/>
      </w:r>
      <w:r w:rsidRPr="00EA2FE3">
        <w:rPr>
          <w:rFonts w:ascii="Times New Roman" w:hAnsi="Times New Roman"/>
        </w:rPr>
        <w:t xml:space="preserve">  </w:t>
      </w:r>
      <w:r w:rsidR="0010317D" w:rsidRPr="00EA2FE3">
        <w:rPr>
          <w:rFonts w:ascii="Times New Roman" w:hAnsi="Times New Roman"/>
        </w:rPr>
        <w:t xml:space="preserve">: </w:t>
      </w:r>
    </w:p>
    <w:p w:rsidR="00B82936" w:rsidRPr="00EA2FE3" w:rsidRDefault="00B82936" w:rsidP="00B82936">
      <w:pPr>
        <w:pStyle w:val="newid"/>
        <w:numPr>
          <w:ilvl w:val="1"/>
          <w:numId w:val="14"/>
        </w:numPr>
        <w:rPr>
          <w:rFonts w:ascii="Times New Roman" w:hAnsi="Times New Roman"/>
        </w:rPr>
      </w:pPr>
      <w:r w:rsidRPr="00EA2FE3">
        <w:rPr>
          <w:rFonts w:ascii="Times New Roman" w:hAnsi="Times New Roman"/>
        </w:rPr>
        <w:t>des articles « article 39 »</w:t>
      </w:r>
      <w:r w:rsidR="00236615" w:rsidRPr="00EA2FE3">
        <w:rPr>
          <w:rFonts w:ascii="Times New Roman" w:hAnsi="Times New Roman"/>
        </w:rPr>
        <w:t xml:space="preserve"> : </w:t>
      </w:r>
      <w:r w:rsidRPr="00EA2FE3">
        <w:rPr>
          <w:rFonts w:ascii="Times New Roman" w:hAnsi="Times New Roman"/>
        </w:rPr>
        <w:t>contrat</w:t>
      </w:r>
      <w:r w:rsidR="00236615" w:rsidRPr="00EA2FE3">
        <w:rPr>
          <w:rFonts w:ascii="Times New Roman" w:hAnsi="Times New Roman"/>
        </w:rPr>
        <w:t>s</w:t>
      </w:r>
      <w:r w:rsidRPr="00EA2FE3">
        <w:rPr>
          <w:rFonts w:ascii="Times New Roman" w:hAnsi="Times New Roman"/>
        </w:rPr>
        <w:t xml:space="preserve"> de retraite supplémentaire régime retraite collectif à prestations définies conclu dans l'entreprise entre l'employeur et tout ou partie de ses salariés. La sortie est en rente.</w:t>
      </w:r>
    </w:p>
    <w:p w:rsidR="00B82936" w:rsidRPr="00EA2FE3" w:rsidRDefault="00FB0F34" w:rsidP="00B82936">
      <w:pPr>
        <w:pStyle w:val="newid"/>
        <w:numPr>
          <w:ilvl w:val="1"/>
          <w:numId w:val="14"/>
        </w:numPr>
        <w:rPr>
          <w:rFonts w:ascii="Times New Roman" w:hAnsi="Times New Roman"/>
        </w:rPr>
      </w:pPr>
      <w:r w:rsidRPr="00EA2FE3">
        <w:rPr>
          <w:rFonts w:ascii="Times New Roman" w:hAnsi="Times New Roman"/>
        </w:rPr>
        <w:t>d</w:t>
      </w:r>
      <w:r w:rsidR="00B82936" w:rsidRPr="00EA2FE3">
        <w:rPr>
          <w:rFonts w:ascii="Times New Roman" w:hAnsi="Times New Roman"/>
        </w:rPr>
        <w:t xml:space="preserve">es contrats </w:t>
      </w:r>
      <w:r w:rsidR="003840FC" w:rsidRPr="00EA2FE3">
        <w:rPr>
          <w:rFonts w:ascii="Times New Roman" w:hAnsi="Times New Roman"/>
        </w:rPr>
        <w:t>« </w:t>
      </w:r>
      <w:r w:rsidR="00B82936" w:rsidRPr="00EA2FE3">
        <w:rPr>
          <w:rFonts w:ascii="Times New Roman" w:hAnsi="Times New Roman"/>
        </w:rPr>
        <w:t>IFC</w:t>
      </w:r>
      <w:r w:rsidR="003840FC" w:rsidRPr="00EA2FE3">
        <w:rPr>
          <w:rFonts w:ascii="Times New Roman" w:hAnsi="Times New Roman"/>
        </w:rPr>
        <w:t> »</w:t>
      </w:r>
      <w:r w:rsidR="00B82936" w:rsidRPr="00EA2FE3">
        <w:rPr>
          <w:rFonts w:ascii="Times New Roman" w:hAnsi="Times New Roman"/>
        </w:rPr>
        <w:t xml:space="preserve"> </w:t>
      </w:r>
      <w:r w:rsidR="00E8029A" w:rsidRPr="00EA2FE3">
        <w:rPr>
          <w:rFonts w:ascii="Times New Roman" w:hAnsi="Times New Roman"/>
        </w:rPr>
        <w:t>relevant</w:t>
      </w:r>
      <w:r w:rsidR="00B82936" w:rsidRPr="00EA2FE3">
        <w:rPr>
          <w:rFonts w:ascii="Times New Roman" w:hAnsi="Times New Roman"/>
        </w:rPr>
        <w:t xml:space="preserve"> également de l’article 39</w:t>
      </w:r>
      <w:r w:rsidR="00E8029A" w:rsidRPr="00EA2FE3">
        <w:rPr>
          <w:rFonts w:ascii="Times New Roman" w:hAnsi="Times New Roman"/>
        </w:rPr>
        <w:t>.</w:t>
      </w:r>
    </w:p>
    <w:p w:rsidR="00B82936" w:rsidRPr="00EA2FE3" w:rsidRDefault="00FB0F34" w:rsidP="00B82936">
      <w:pPr>
        <w:pStyle w:val="newid"/>
        <w:numPr>
          <w:ilvl w:val="1"/>
          <w:numId w:val="14"/>
        </w:numPr>
        <w:rPr>
          <w:rFonts w:ascii="Times New Roman" w:hAnsi="Times New Roman"/>
        </w:rPr>
      </w:pPr>
      <w:r w:rsidRPr="00EA2FE3">
        <w:rPr>
          <w:rFonts w:ascii="Times New Roman" w:hAnsi="Times New Roman"/>
        </w:rPr>
        <w:t>d</w:t>
      </w:r>
      <w:r w:rsidR="00B82936" w:rsidRPr="00EA2FE3">
        <w:rPr>
          <w:rFonts w:ascii="Times New Roman" w:hAnsi="Times New Roman"/>
        </w:rPr>
        <w:t>es contrats « article 83 »</w:t>
      </w:r>
      <w:r w:rsidR="004D0C48" w:rsidRPr="00EA2FE3">
        <w:rPr>
          <w:rFonts w:ascii="Times New Roman" w:hAnsi="Times New Roman"/>
        </w:rPr>
        <w:t xml:space="preserve">, </w:t>
      </w:r>
      <w:r w:rsidR="00B82936" w:rsidRPr="00EA2FE3">
        <w:rPr>
          <w:rFonts w:ascii="Times New Roman" w:hAnsi="Times New Roman"/>
        </w:rPr>
        <w:t>contrats d’assurance de groupe à cotisations définies souscrits par les entreprises au profit de leurs salariés</w:t>
      </w:r>
      <w:r w:rsidR="004D0C48" w:rsidRPr="00EA2FE3">
        <w:rPr>
          <w:rFonts w:ascii="Times New Roman" w:hAnsi="Times New Roman"/>
        </w:rPr>
        <w:t xml:space="preserve"> et dont l</w:t>
      </w:r>
      <w:r w:rsidR="00B82936" w:rsidRPr="00EA2FE3">
        <w:rPr>
          <w:rFonts w:ascii="Times New Roman" w:hAnsi="Times New Roman"/>
        </w:rPr>
        <w:t>a sortie est en rente.</w:t>
      </w:r>
    </w:p>
    <w:p w:rsidR="00B82936" w:rsidRPr="00EA2FE3" w:rsidRDefault="00FB0F34" w:rsidP="00B82936">
      <w:pPr>
        <w:pStyle w:val="newid"/>
        <w:numPr>
          <w:ilvl w:val="1"/>
          <w:numId w:val="14"/>
        </w:numPr>
        <w:rPr>
          <w:rFonts w:ascii="Times New Roman" w:hAnsi="Times New Roman"/>
        </w:rPr>
      </w:pPr>
      <w:r w:rsidRPr="00EA2FE3">
        <w:rPr>
          <w:rFonts w:ascii="Times New Roman" w:hAnsi="Times New Roman"/>
        </w:rPr>
        <w:t>d</w:t>
      </w:r>
      <w:r w:rsidR="004D0C48" w:rsidRPr="00EA2FE3">
        <w:rPr>
          <w:rFonts w:ascii="Times New Roman" w:hAnsi="Times New Roman"/>
        </w:rPr>
        <w:t>es</w:t>
      </w:r>
      <w:r w:rsidR="00B82936" w:rsidRPr="00EA2FE3">
        <w:rPr>
          <w:rFonts w:ascii="Times New Roman" w:hAnsi="Times New Roman"/>
        </w:rPr>
        <w:t xml:space="preserve"> contrat</w:t>
      </w:r>
      <w:r w:rsidR="004D0C48" w:rsidRPr="00EA2FE3">
        <w:rPr>
          <w:rFonts w:ascii="Times New Roman" w:hAnsi="Times New Roman"/>
        </w:rPr>
        <w:t>s</w:t>
      </w:r>
      <w:r w:rsidR="00B82936" w:rsidRPr="00EA2FE3">
        <w:rPr>
          <w:rFonts w:ascii="Times New Roman" w:hAnsi="Times New Roman"/>
        </w:rPr>
        <w:t xml:space="preserve"> </w:t>
      </w:r>
      <w:r w:rsidR="00E8029A" w:rsidRPr="00EA2FE3">
        <w:rPr>
          <w:rFonts w:ascii="Times New Roman" w:hAnsi="Times New Roman"/>
        </w:rPr>
        <w:t>« </w:t>
      </w:r>
      <w:r w:rsidR="00B82936" w:rsidRPr="00EA2FE3">
        <w:rPr>
          <w:rFonts w:ascii="Times New Roman" w:hAnsi="Times New Roman"/>
        </w:rPr>
        <w:t>Madelin</w:t>
      </w:r>
      <w:r w:rsidR="00E8029A" w:rsidRPr="00EA2FE3">
        <w:rPr>
          <w:rFonts w:ascii="Times New Roman" w:hAnsi="Times New Roman"/>
        </w:rPr>
        <w:t> »</w:t>
      </w:r>
      <w:r w:rsidR="00B82936" w:rsidRPr="00EA2FE3">
        <w:rPr>
          <w:rFonts w:ascii="Times New Roman" w:hAnsi="Times New Roman"/>
        </w:rPr>
        <w:t xml:space="preserve"> </w:t>
      </w:r>
      <w:r w:rsidR="004D0C48" w:rsidRPr="00EA2FE3">
        <w:rPr>
          <w:rFonts w:ascii="Times New Roman" w:hAnsi="Times New Roman"/>
        </w:rPr>
        <w:t xml:space="preserve">qui </w:t>
      </w:r>
      <w:r w:rsidR="00B82936" w:rsidRPr="00EA2FE3">
        <w:rPr>
          <w:rFonts w:ascii="Times New Roman" w:hAnsi="Times New Roman"/>
        </w:rPr>
        <w:t>s’adresse</w:t>
      </w:r>
      <w:r w:rsidR="004D0C48" w:rsidRPr="00EA2FE3">
        <w:rPr>
          <w:rFonts w:ascii="Times New Roman" w:hAnsi="Times New Roman"/>
        </w:rPr>
        <w:t>nt</w:t>
      </w:r>
      <w:r w:rsidR="00E8029A" w:rsidRPr="00EA2FE3">
        <w:rPr>
          <w:rFonts w:ascii="Times New Roman" w:hAnsi="Times New Roman"/>
        </w:rPr>
        <w:t xml:space="preserve"> </w:t>
      </w:r>
      <w:r w:rsidR="00B82936" w:rsidRPr="00EA2FE3">
        <w:rPr>
          <w:rFonts w:ascii="Times New Roman" w:hAnsi="Times New Roman"/>
        </w:rPr>
        <w:t>aux travailleurs non-salariés</w:t>
      </w:r>
      <w:r w:rsidR="004D0C48" w:rsidRPr="00EA2FE3">
        <w:rPr>
          <w:rFonts w:ascii="Times New Roman" w:hAnsi="Times New Roman"/>
        </w:rPr>
        <w:t xml:space="preserve"> et qui</w:t>
      </w:r>
      <w:r w:rsidR="00B82936" w:rsidRPr="00EA2FE3">
        <w:rPr>
          <w:rFonts w:ascii="Times New Roman" w:hAnsi="Times New Roman"/>
        </w:rPr>
        <w:t xml:space="preserve"> couvre</w:t>
      </w:r>
      <w:r w:rsidR="004D0C48" w:rsidRPr="00EA2FE3">
        <w:rPr>
          <w:rFonts w:ascii="Times New Roman" w:hAnsi="Times New Roman"/>
        </w:rPr>
        <w:t>nt</w:t>
      </w:r>
      <w:r w:rsidR="00B82936" w:rsidRPr="00EA2FE3">
        <w:rPr>
          <w:rFonts w:ascii="Times New Roman" w:hAnsi="Times New Roman"/>
        </w:rPr>
        <w:t xml:space="preserve"> plusieurs produits : complémentaire retraite, prévoyance, frais de santé, chômage</w:t>
      </w:r>
      <w:r w:rsidR="00E8029A" w:rsidRPr="00EA2FE3">
        <w:rPr>
          <w:rFonts w:ascii="Times New Roman" w:hAnsi="Times New Roman"/>
        </w:rPr>
        <w:t>.</w:t>
      </w:r>
    </w:p>
    <w:p w:rsidR="00C9337E" w:rsidRPr="00EA2FE3" w:rsidRDefault="0010317D" w:rsidP="00E40BEE">
      <w:pPr>
        <w:pStyle w:val="newid"/>
        <w:numPr>
          <w:ilvl w:val="0"/>
          <w:numId w:val="14"/>
        </w:numPr>
        <w:rPr>
          <w:rFonts w:ascii="Times New Roman" w:hAnsi="Times New Roman"/>
        </w:rPr>
      </w:pPr>
      <w:r w:rsidRPr="00EA2FE3">
        <w:rPr>
          <w:rFonts w:ascii="Times New Roman" w:hAnsi="Times New Roman"/>
        </w:rPr>
        <w:t xml:space="preserve">Les </w:t>
      </w:r>
      <w:r w:rsidR="003170DF" w:rsidRPr="00EA2FE3">
        <w:rPr>
          <w:rFonts w:ascii="Times New Roman" w:hAnsi="Times New Roman"/>
        </w:rPr>
        <w:t xml:space="preserve">contrats collectifs relevant de l'article L. 441-1 mais ne relevant </w:t>
      </w:r>
      <w:r w:rsidR="003170DF" w:rsidRPr="00EA2FE3">
        <w:rPr>
          <w:rFonts w:ascii="Times New Roman" w:hAnsi="Times New Roman"/>
          <w:u w:val="single"/>
        </w:rPr>
        <w:t>pas</w:t>
      </w:r>
      <w:r w:rsidR="003170DF" w:rsidRPr="00EA2FE3">
        <w:rPr>
          <w:rFonts w:ascii="Times New Roman" w:hAnsi="Times New Roman"/>
        </w:rPr>
        <w:t xml:space="preserve"> des articles L. 143-1 et L. 144-2 </w:t>
      </w:r>
      <w:r w:rsidRPr="00EA2FE3">
        <w:rPr>
          <w:rFonts w:ascii="Times New Roman" w:hAnsi="Times New Roman"/>
        </w:rPr>
        <w:t xml:space="preserve"> (</w:t>
      </w:r>
      <w:r w:rsidRPr="00EA2FE3">
        <w:rPr>
          <w:rFonts w:ascii="Times New Roman" w:hAnsi="Times New Roman"/>
          <w:b/>
        </w:rPr>
        <w:t>catégorie 10</w:t>
      </w:r>
      <w:r w:rsidRPr="00EA2FE3">
        <w:rPr>
          <w:rFonts w:ascii="Times New Roman" w:hAnsi="Times New Roman"/>
        </w:rPr>
        <w:t>)</w:t>
      </w:r>
      <w:r w:rsidR="00C9337E" w:rsidRPr="00EA2FE3">
        <w:rPr>
          <w:rFonts w:ascii="Times New Roman" w:hAnsi="Times New Roman"/>
        </w:rPr>
        <w:t> concernent:</w:t>
      </w:r>
    </w:p>
    <w:p w:rsidR="001C1CB4" w:rsidRPr="00EA2FE3" w:rsidRDefault="00C9337E" w:rsidP="003840FC">
      <w:pPr>
        <w:pStyle w:val="newid"/>
        <w:numPr>
          <w:ilvl w:val="1"/>
          <w:numId w:val="14"/>
        </w:numPr>
        <w:rPr>
          <w:rFonts w:ascii="Times New Roman" w:hAnsi="Times New Roman"/>
        </w:rPr>
      </w:pPr>
      <w:r w:rsidRPr="00EA2FE3">
        <w:rPr>
          <w:rFonts w:ascii="Times New Roman" w:hAnsi="Times New Roman"/>
        </w:rPr>
        <w:t>l</w:t>
      </w:r>
      <w:r w:rsidR="0010317D" w:rsidRPr="00EA2FE3">
        <w:rPr>
          <w:rFonts w:ascii="Times New Roman" w:hAnsi="Times New Roman"/>
        </w:rPr>
        <w:t>es contrats de retraite par capitalisation en points</w:t>
      </w:r>
      <w:r w:rsidR="003170DF" w:rsidRPr="00EA2FE3">
        <w:rPr>
          <w:rFonts w:ascii="Times New Roman" w:hAnsi="Times New Roman"/>
        </w:rPr>
        <w:t xml:space="preserve"> dits </w:t>
      </w:r>
      <w:r w:rsidR="00E40BEE" w:rsidRPr="00EA2FE3">
        <w:rPr>
          <w:rFonts w:ascii="Times New Roman" w:hAnsi="Times New Roman"/>
        </w:rPr>
        <w:t xml:space="preserve">régimes </w:t>
      </w:r>
      <w:r w:rsidR="003170DF" w:rsidRPr="00EA2FE3">
        <w:rPr>
          <w:rFonts w:ascii="Times New Roman" w:hAnsi="Times New Roman"/>
        </w:rPr>
        <w:t>« Branche 26 » (hors RPS et hors PERP)</w:t>
      </w:r>
      <w:r w:rsidR="003840FC" w:rsidRPr="00EA2FE3">
        <w:rPr>
          <w:rFonts w:ascii="Times New Roman" w:hAnsi="Times New Roman"/>
        </w:rPr>
        <w:t>. L</w:t>
      </w:r>
      <w:r w:rsidR="0054568D" w:rsidRPr="00EA2FE3">
        <w:rPr>
          <w:rFonts w:ascii="Times New Roman" w:hAnsi="Times New Roman"/>
        </w:rPr>
        <w:t>es contrats dits « RPS » et « PERP » ne sont pas à renseigner dans cette catégorie</w:t>
      </w:r>
      <w:r w:rsidR="003840FC" w:rsidRPr="00EA2FE3">
        <w:rPr>
          <w:rFonts w:ascii="Times New Roman" w:hAnsi="Times New Roman"/>
        </w:rPr>
        <w:t>.</w:t>
      </w:r>
    </w:p>
    <w:p w:rsidR="0054568D" w:rsidRPr="00EA2FE3" w:rsidRDefault="00FB0F34" w:rsidP="00E40BEE">
      <w:pPr>
        <w:pStyle w:val="newid"/>
        <w:numPr>
          <w:ilvl w:val="1"/>
          <w:numId w:val="14"/>
        </w:numPr>
        <w:rPr>
          <w:rFonts w:ascii="Times New Roman" w:hAnsi="Times New Roman"/>
        </w:rPr>
      </w:pPr>
      <w:r w:rsidRPr="00EA2FE3">
        <w:rPr>
          <w:rFonts w:ascii="Times New Roman" w:hAnsi="Times New Roman"/>
        </w:rPr>
        <w:lastRenderedPageBreak/>
        <w:t>l</w:t>
      </w:r>
      <w:r w:rsidR="001C1CB4" w:rsidRPr="00EA2FE3">
        <w:rPr>
          <w:rFonts w:ascii="Times New Roman" w:hAnsi="Times New Roman"/>
        </w:rPr>
        <w:t>es contrats destinés aux fonctionnaires et élus locaux (PREFON, COREM, CRH, FONPEL, CAREL)</w:t>
      </w:r>
      <w:r w:rsidR="0054568D" w:rsidRPr="00EA2FE3">
        <w:rPr>
          <w:rFonts w:ascii="Times New Roman" w:hAnsi="Times New Roman"/>
        </w:rPr>
        <w:t>.</w:t>
      </w:r>
    </w:p>
    <w:p w:rsidR="003840FC" w:rsidRPr="00EA2FE3" w:rsidRDefault="0010317D" w:rsidP="003170DF">
      <w:pPr>
        <w:pStyle w:val="newid"/>
        <w:numPr>
          <w:ilvl w:val="0"/>
          <w:numId w:val="14"/>
        </w:numPr>
        <w:rPr>
          <w:rFonts w:ascii="Times New Roman" w:hAnsi="Times New Roman"/>
        </w:rPr>
      </w:pPr>
      <w:r w:rsidRPr="00EA2FE3">
        <w:rPr>
          <w:rFonts w:ascii="Times New Roman" w:hAnsi="Times New Roman"/>
        </w:rPr>
        <w:t xml:space="preserve">Les contrats relevant de l’article L 144-2 </w:t>
      </w:r>
      <w:r w:rsidR="003170DF" w:rsidRPr="00EA2FE3">
        <w:rPr>
          <w:rFonts w:ascii="Times New Roman" w:hAnsi="Times New Roman"/>
        </w:rPr>
        <w:t xml:space="preserve">mais ne relevant </w:t>
      </w:r>
      <w:r w:rsidR="003170DF" w:rsidRPr="00EA2FE3">
        <w:rPr>
          <w:rFonts w:ascii="Times New Roman" w:hAnsi="Times New Roman"/>
          <w:u w:val="single"/>
        </w:rPr>
        <w:t>pas</w:t>
      </w:r>
      <w:r w:rsidR="003170DF" w:rsidRPr="00EA2FE3">
        <w:rPr>
          <w:rFonts w:ascii="Times New Roman" w:hAnsi="Times New Roman"/>
        </w:rPr>
        <w:t xml:space="preserve"> de l'article L. 143-1 </w:t>
      </w:r>
      <w:r w:rsidRPr="00EA2FE3">
        <w:rPr>
          <w:rFonts w:ascii="Times New Roman" w:hAnsi="Times New Roman"/>
        </w:rPr>
        <w:t>(</w:t>
      </w:r>
      <w:r w:rsidRPr="00EA2FE3">
        <w:rPr>
          <w:rFonts w:ascii="Times New Roman" w:hAnsi="Times New Roman"/>
          <w:b/>
        </w:rPr>
        <w:t>catégorie 11</w:t>
      </w:r>
      <w:r w:rsidRPr="00EA2FE3">
        <w:rPr>
          <w:rFonts w:ascii="Times New Roman" w:hAnsi="Times New Roman"/>
        </w:rPr>
        <w:t xml:space="preserve">) correspondent aux </w:t>
      </w:r>
      <w:r w:rsidRPr="00EA2FE3">
        <w:rPr>
          <w:rFonts w:ascii="Times New Roman" w:hAnsi="Times New Roman"/>
          <w:b/>
        </w:rPr>
        <w:t>plans d’épargne retraite populaire (PERP</w:t>
      </w:r>
      <w:r w:rsidR="003170DF" w:rsidRPr="00EA2FE3">
        <w:rPr>
          <w:rFonts w:ascii="Times New Roman" w:hAnsi="Times New Roman"/>
          <w:b/>
        </w:rPr>
        <w:t xml:space="preserve"> - y compris Branche 26</w:t>
      </w:r>
      <w:r w:rsidRPr="00EA2FE3">
        <w:rPr>
          <w:rFonts w:ascii="Times New Roman" w:hAnsi="Times New Roman"/>
          <w:b/>
        </w:rPr>
        <w:t>)</w:t>
      </w:r>
      <w:r w:rsidRPr="00EA2FE3">
        <w:rPr>
          <w:rFonts w:ascii="Times New Roman" w:hAnsi="Times New Roman"/>
        </w:rPr>
        <w:t xml:space="preserve"> dont l’exécution est liée à la cessation d’activité professionnelle et qui a pour objet l’acquisition et la jouissance de droits viagers personnels payables à l’adhérent à compter au plus tôt de la date de liquidation de sa pension dans un régime obligatoire d’assurance vieillesse</w:t>
      </w:r>
      <w:r w:rsidR="00E8029A" w:rsidRPr="00EA2FE3">
        <w:rPr>
          <w:rFonts w:ascii="Times New Roman" w:hAnsi="Times New Roman"/>
        </w:rPr>
        <w:t xml:space="preserve">. </w:t>
      </w:r>
    </w:p>
    <w:p w:rsidR="0010317D" w:rsidRPr="00EA2FE3" w:rsidRDefault="00E40BEE" w:rsidP="003840FC">
      <w:pPr>
        <w:pStyle w:val="newid"/>
        <w:ind w:left="388" w:firstLine="0"/>
        <w:rPr>
          <w:rFonts w:ascii="Times New Roman" w:hAnsi="Times New Roman"/>
        </w:rPr>
      </w:pPr>
      <w:r w:rsidRPr="00EA2FE3">
        <w:rPr>
          <w:rFonts w:ascii="Times New Roman" w:hAnsi="Times New Roman"/>
        </w:rPr>
        <w:t>Cette catégorie  co</w:t>
      </w:r>
      <w:r w:rsidR="00C9337E" w:rsidRPr="00EA2FE3">
        <w:rPr>
          <w:rFonts w:ascii="Times New Roman" w:hAnsi="Times New Roman"/>
        </w:rPr>
        <w:t>ncerne</w:t>
      </w:r>
      <w:r w:rsidR="00E8029A" w:rsidRPr="00EA2FE3">
        <w:rPr>
          <w:rFonts w:ascii="Times New Roman" w:hAnsi="Times New Roman"/>
        </w:rPr>
        <w:t xml:space="preserve"> : </w:t>
      </w:r>
    </w:p>
    <w:p w:rsidR="00236615" w:rsidRPr="00EA2FE3" w:rsidRDefault="003840FC" w:rsidP="003170DF">
      <w:pPr>
        <w:pStyle w:val="newid"/>
        <w:numPr>
          <w:ilvl w:val="1"/>
          <w:numId w:val="14"/>
        </w:numPr>
        <w:rPr>
          <w:rFonts w:ascii="Times New Roman" w:hAnsi="Times New Roman"/>
        </w:rPr>
      </w:pPr>
      <w:r w:rsidRPr="00EA2FE3">
        <w:rPr>
          <w:rFonts w:ascii="Times New Roman" w:hAnsi="Times New Roman"/>
        </w:rPr>
        <w:t>l</w:t>
      </w:r>
      <w:r w:rsidR="00E8029A" w:rsidRPr="00EA2FE3">
        <w:rPr>
          <w:rFonts w:ascii="Times New Roman" w:hAnsi="Times New Roman"/>
        </w:rPr>
        <w:t xml:space="preserve">es contrats </w:t>
      </w:r>
      <w:r w:rsidRPr="00EA2FE3">
        <w:rPr>
          <w:rFonts w:ascii="Times New Roman" w:hAnsi="Times New Roman"/>
        </w:rPr>
        <w:t>« </w:t>
      </w:r>
      <w:r w:rsidR="00236615" w:rsidRPr="00EA2FE3">
        <w:rPr>
          <w:rFonts w:ascii="Times New Roman" w:hAnsi="Times New Roman"/>
        </w:rPr>
        <w:t>PERP</w:t>
      </w:r>
      <w:r w:rsidRPr="00EA2FE3">
        <w:rPr>
          <w:rFonts w:ascii="Times New Roman" w:hAnsi="Times New Roman"/>
        </w:rPr>
        <w:t> »,</w:t>
      </w:r>
      <w:r w:rsidR="00236615" w:rsidRPr="00EA2FE3">
        <w:rPr>
          <w:rFonts w:ascii="Times New Roman" w:hAnsi="Times New Roman"/>
        </w:rPr>
        <w:t xml:space="preserve"> qui ne sont pas dans un </w:t>
      </w:r>
      <w:r w:rsidR="00E8029A" w:rsidRPr="00EA2FE3">
        <w:rPr>
          <w:rFonts w:ascii="Times New Roman" w:hAnsi="Times New Roman"/>
        </w:rPr>
        <w:t xml:space="preserve">contrat </w:t>
      </w:r>
      <w:r w:rsidR="00E40BEE" w:rsidRPr="00EA2FE3">
        <w:rPr>
          <w:rFonts w:ascii="Times New Roman" w:hAnsi="Times New Roman"/>
        </w:rPr>
        <w:t>« </w:t>
      </w:r>
      <w:r w:rsidR="00236615" w:rsidRPr="00EA2FE3">
        <w:rPr>
          <w:rFonts w:ascii="Times New Roman" w:hAnsi="Times New Roman"/>
        </w:rPr>
        <w:t>RPS</w:t>
      </w:r>
      <w:r w:rsidR="00E40BEE" w:rsidRPr="00EA2FE3">
        <w:rPr>
          <w:rFonts w:ascii="Times New Roman" w:hAnsi="Times New Roman"/>
        </w:rPr>
        <w:t> »</w:t>
      </w:r>
      <w:r w:rsidR="00E8029A" w:rsidRPr="00EA2FE3">
        <w:rPr>
          <w:rFonts w:ascii="Times New Roman" w:hAnsi="Times New Roman"/>
        </w:rPr>
        <w:t> ;</w:t>
      </w:r>
    </w:p>
    <w:p w:rsidR="00E40BEE" w:rsidRPr="00EA2FE3" w:rsidRDefault="00E40BEE" w:rsidP="00E40BEE">
      <w:pPr>
        <w:pStyle w:val="newid"/>
        <w:numPr>
          <w:ilvl w:val="1"/>
          <w:numId w:val="14"/>
        </w:numPr>
        <w:rPr>
          <w:rFonts w:ascii="Times New Roman" w:hAnsi="Times New Roman"/>
        </w:rPr>
      </w:pPr>
      <w:r w:rsidRPr="00EA2FE3">
        <w:rPr>
          <w:rFonts w:ascii="Times New Roman" w:hAnsi="Times New Roman"/>
        </w:rPr>
        <w:t>des régimes « branches 26 » et des opérations prévoyant des engagements qui donnent lieu à la constitution d'une provision de diversification, et qui sont internalisés dans un PERP.</w:t>
      </w:r>
    </w:p>
    <w:p w:rsidR="0010317D" w:rsidRPr="00EA2FE3" w:rsidRDefault="0010317D" w:rsidP="0010317D">
      <w:pPr>
        <w:pStyle w:val="newid"/>
        <w:numPr>
          <w:ilvl w:val="0"/>
          <w:numId w:val="14"/>
        </w:numPr>
        <w:rPr>
          <w:rFonts w:ascii="Times New Roman" w:hAnsi="Times New Roman"/>
        </w:rPr>
      </w:pPr>
      <w:r w:rsidRPr="00EA2FE3">
        <w:rPr>
          <w:rFonts w:ascii="Times New Roman" w:hAnsi="Times New Roman"/>
        </w:rPr>
        <w:t>Les contrats de retraite professionnelle régis par l'article L. 143-1 (</w:t>
      </w:r>
      <w:r w:rsidRPr="00EA2FE3">
        <w:rPr>
          <w:rFonts w:ascii="Times New Roman" w:hAnsi="Times New Roman"/>
          <w:b/>
        </w:rPr>
        <w:t>catégorie 12</w:t>
      </w:r>
      <w:r w:rsidRPr="00EA2FE3">
        <w:rPr>
          <w:rFonts w:ascii="Times New Roman" w:hAnsi="Times New Roman"/>
        </w:rPr>
        <w:t xml:space="preserve">) correspondent à des </w:t>
      </w:r>
      <w:r w:rsidRPr="00EA2FE3">
        <w:rPr>
          <w:rFonts w:ascii="Times New Roman" w:hAnsi="Times New Roman"/>
          <w:b/>
        </w:rPr>
        <w:t>contrats de retraite professionnelle supplémentaire</w:t>
      </w:r>
      <w:r w:rsidR="00236615" w:rsidRPr="00EA2FE3">
        <w:rPr>
          <w:rFonts w:ascii="Times New Roman" w:hAnsi="Times New Roman"/>
          <w:b/>
        </w:rPr>
        <w:t xml:space="preserve"> (y compris Branche 26)</w:t>
      </w:r>
      <w:r w:rsidR="00433317" w:rsidRPr="00EA2FE3">
        <w:rPr>
          <w:rFonts w:ascii="Times New Roman" w:hAnsi="Times New Roman"/>
          <w:b/>
        </w:rPr>
        <w:t xml:space="preserve">, </w:t>
      </w:r>
      <w:r w:rsidR="00433317" w:rsidRPr="00EA2FE3">
        <w:rPr>
          <w:rFonts w:ascii="Times New Roman" w:hAnsi="Times New Roman"/>
        </w:rPr>
        <w:t>en particulier</w:t>
      </w:r>
      <w:r w:rsidR="00E8029A" w:rsidRPr="00EA2FE3">
        <w:rPr>
          <w:rFonts w:ascii="Times New Roman" w:hAnsi="Times New Roman"/>
        </w:rPr>
        <w:t> :</w:t>
      </w:r>
    </w:p>
    <w:p w:rsidR="00C9337E" w:rsidRPr="00EA2FE3" w:rsidRDefault="00C9337E" w:rsidP="00C9337E">
      <w:pPr>
        <w:pStyle w:val="newid"/>
        <w:numPr>
          <w:ilvl w:val="1"/>
          <w:numId w:val="14"/>
        </w:numPr>
        <w:rPr>
          <w:rFonts w:ascii="Times New Roman" w:hAnsi="Times New Roman"/>
        </w:rPr>
      </w:pPr>
      <w:r w:rsidRPr="00EA2FE3">
        <w:rPr>
          <w:rFonts w:ascii="Times New Roman" w:hAnsi="Times New Roman"/>
        </w:rPr>
        <w:t xml:space="preserve">Ne peuvent entrer dans cette catégorie que des contrats d'assurance sur la vie dont les prestations sont liées à la cessation d'activité professionnelle et sont versées en supplément des prestations servies par les régimes de base et complémentaires légalement obligatoires. Ces contrats sont souscrits : </w:t>
      </w:r>
    </w:p>
    <w:p w:rsidR="00C9337E" w:rsidRPr="00EA2FE3" w:rsidRDefault="00C9337E" w:rsidP="003840FC">
      <w:pPr>
        <w:pStyle w:val="newid"/>
        <w:numPr>
          <w:ilvl w:val="2"/>
          <w:numId w:val="14"/>
        </w:numPr>
        <w:rPr>
          <w:rFonts w:ascii="Times New Roman" w:hAnsi="Times New Roman"/>
        </w:rPr>
      </w:pPr>
      <w:r w:rsidRPr="00EA2FE3">
        <w:rPr>
          <w:rFonts w:ascii="Times New Roman" w:hAnsi="Times New Roman"/>
        </w:rPr>
        <w:t xml:space="preserve">Par un employeur ou un groupe d'employeurs au profit de leurs salariés ou anciens salariés, ou par un groupe professionnel représentatif d'employeurs au profit des salariés ou anciens salariés de ceux-ci. Ils revêtent un caractère collectif déterminé dans le cadre d'une des procédures mentionnées à l'article L. 911-1 du code de la sécurité sociale ; </w:t>
      </w:r>
    </w:p>
    <w:p w:rsidR="00C9337E" w:rsidRPr="00EA2FE3" w:rsidRDefault="00C9337E" w:rsidP="003840FC">
      <w:pPr>
        <w:pStyle w:val="newid"/>
        <w:numPr>
          <w:ilvl w:val="2"/>
          <w:numId w:val="14"/>
        </w:numPr>
        <w:rPr>
          <w:rFonts w:ascii="Times New Roman" w:hAnsi="Times New Roman"/>
        </w:rPr>
      </w:pPr>
      <w:r w:rsidRPr="00EA2FE3">
        <w:rPr>
          <w:rFonts w:ascii="Times New Roman" w:hAnsi="Times New Roman"/>
        </w:rPr>
        <w:t xml:space="preserve">Ou par une association mentionnée à l'article L. 144-1. </w:t>
      </w:r>
    </w:p>
    <w:p w:rsidR="003840FC" w:rsidRPr="00EA2FE3" w:rsidRDefault="003840FC" w:rsidP="003840FC">
      <w:pPr>
        <w:pStyle w:val="newid"/>
        <w:numPr>
          <w:ilvl w:val="1"/>
          <w:numId w:val="14"/>
        </w:numPr>
        <w:rPr>
          <w:rFonts w:ascii="Times New Roman" w:hAnsi="Times New Roman"/>
        </w:rPr>
      </w:pPr>
      <w:r w:rsidRPr="00EA2FE3">
        <w:rPr>
          <w:rFonts w:ascii="Times New Roman" w:hAnsi="Times New Roman"/>
        </w:rPr>
        <w:t xml:space="preserve">Cette catégorie concerne les régimes dits « RPS », c’est-à-dire des opérations pratiquées par les entreprises d'assurance dans le cadre de l'agrément administratif accordé pour les activités de retraite professionnelle supplémentaire. </w:t>
      </w:r>
    </w:p>
    <w:p w:rsidR="003840FC" w:rsidRPr="00EA2FE3" w:rsidRDefault="003840FC" w:rsidP="003840FC">
      <w:pPr>
        <w:pStyle w:val="newid"/>
        <w:numPr>
          <w:ilvl w:val="1"/>
          <w:numId w:val="14"/>
        </w:numPr>
        <w:rPr>
          <w:rFonts w:ascii="Times New Roman" w:hAnsi="Times New Roman"/>
        </w:rPr>
      </w:pPr>
      <w:r w:rsidRPr="00EA2FE3">
        <w:rPr>
          <w:rFonts w:ascii="Times New Roman" w:hAnsi="Times New Roman"/>
        </w:rPr>
        <w:t>Cette catégorie peut inclure des régimes branche 26 et théoriquement des PERP voire des contrats contenant des engagements qui donnent lieu à la constitution d'une provision de diversification (si caractère professionnel).</w:t>
      </w:r>
    </w:p>
    <w:p w:rsidR="003840FC" w:rsidRPr="00EA2FE3" w:rsidRDefault="003840FC" w:rsidP="003840FC">
      <w:pPr>
        <w:pStyle w:val="newid"/>
        <w:numPr>
          <w:ilvl w:val="1"/>
          <w:numId w:val="14"/>
        </w:numPr>
        <w:rPr>
          <w:rFonts w:ascii="Times New Roman" w:hAnsi="Times New Roman"/>
        </w:rPr>
      </w:pPr>
      <w:r w:rsidRPr="00EA2FE3">
        <w:rPr>
          <w:rFonts w:ascii="Times New Roman" w:hAnsi="Times New Roman"/>
        </w:rPr>
        <w:t>Elle peut contenir des engagements en euro et/ou UC relevant notamment de l’article 39 ou 83.</w:t>
      </w:r>
    </w:p>
    <w:p w:rsidR="0010317D" w:rsidRPr="00EA2FE3" w:rsidRDefault="0010317D" w:rsidP="00C9337E">
      <w:pPr>
        <w:pStyle w:val="newid"/>
        <w:numPr>
          <w:ilvl w:val="0"/>
          <w:numId w:val="14"/>
        </w:numPr>
        <w:rPr>
          <w:rFonts w:ascii="Times New Roman" w:hAnsi="Times New Roman"/>
        </w:rPr>
      </w:pPr>
      <w:r w:rsidRPr="00EA2FE3">
        <w:rPr>
          <w:rFonts w:ascii="Times New Roman" w:hAnsi="Times New Roman"/>
        </w:rPr>
        <w:t xml:space="preserve">Les contrats </w:t>
      </w:r>
      <w:r w:rsidR="00236615" w:rsidRPr="00EA2FE3">
        <w:rPr>
          <w:rFonts w:ascii="Times New Roman" w:hAnsi="Times New Roman"/>
        </w:rPr>
        <w:t>relevant de l'article L. 134-1 mais ne relevant pas des articles L. 143-1 et L. 144-2</w:t>
      </w:r>
      <w:r w:rsidR="00236615" w:rsidRPr="00EA2FE3" w:rsidDel="00236615">
        <w:rPr>
          <w:rFonts w:ascii="Times New Roman" w:hAnsi="Times New Roman"/>
        </w:rPr>
        <w:t xml:space="preserve"> </w:t>
      </w:r>
      <w:r w:rsidRPr="00EA2FE3">
        <w:rPr>
          <w:rFonts w:ascii="Times New Roman" w:hAnsi="Times New Roman"/>
        </w:rPr>
        <w:t>(</w:t>
      </w:r>
      <w:r w:rsidRPr="00EA2FE3">
        <w:rPr>
          <w:rFonts w:ascii="Times New Roman" w:hAnsi="Times New Roman"/>
          <w:b/>
        </w:rPr>
        <w:t>catégorie 13</w:t>
      </w:r>
      <w:r w:rsidRPr="00EA2FE3">
        <w:rPr>
          <w:rFonts w:ascii="Times New Roman" w:hAnsi="Times New Roman"/>
        </w:rPr>
        <w:t xml:space="preserve">) correspondent à des </w:t>
      </w:r>
      <w:r w:rsidR="00236615" w:rsidRPr="00EA2FE3">
        <w:rPr>
          <w:rFonts w:ascii="Times New Roman" w:hAnsi="Times New Roman"/>
          <w:b/>
        </w:rPr>
        <w:t>garanties donnant lieu à provision de diversification dit « </w:t>
      </w:r>
      <w:proofErr w:type="spellStart"/>
      <w:r w:rsidR="00236615" w:rsidRPr="00EA2FE3">
        <w:rPr>
          <w:rFonts w:ascii="Times New Roman" w:hAnsi="Times New Roman"/>
          <w:b/>
        </w:rPr>
        <w:t>Eurocroissance</w:t>
      </w:r>
      <w:proofErr w:type="spellEnd"/>
      <w:r w:rsidR="00236615" w:rsidRPr="00EA2FE3">
        <w:rPr>
          <w:rFonts w:ascii="Times New Roman" w:hAnsi="Times New Roman"/>
          <w:b/>
        </w:rPr>
        <w:t xml:space="preserve"> »</w:t>
      </w:r>
      <w:r w:rsidRPr="00EA2FE3">
        <w:rPr>
          <w:rFonts w:ascii="Times New Roman" w:hAnsi="Times New Roman"/>
        </w:rPr>
        <w:t>.</w:t>
      </w:r>
      <w:r w:rsidR="00236615" w:rsidRPr="00EA2FE3">
        <w:rPr>
          <w:rFonts w:ascii="Times New Roman" w:hAnsi="Times New Roman"/>
        </w:rPr>
        <w:t xml:space="preserve"> </w:t>
      </w:r>
      <w:r w:rsidR="00C9337E" w:rsidRPr="00EA2FE3">
        <w:rPr>
          <w:rFonts w:ascii="Times New Roman" w:hAnsi="Times New Roman"/>
        </w:rPr>
        <w:t xml:space="preserve">Cette catégorie inclut </w:t>
      </w:r>
      <w:r w:rsidR="00236615" w:rsidRPr="00EA2FE3">
        <w:rPr>
          <w:rFonts w:ascii="Times New Roman" w:hAnsi="Times New Roman"/>
        </w:rPr>
        <w:t>notamment :</w:t>
      </w:r>
    </w:p>
    <w:p w:rsidR="00236615" w:rsidRPr="00EA2FE3" w:rsidRDefault="00236615" w:rsidP="00236615">
      <w:pPr>
        <w:pStyle w:val="newid"/>
        <w:numPr>
          <w:ilvl w:val="1"/>
          <w:numId w:val="14"/>
        </w:numPr>
        <w:rPr>
          <w:rFonts w:ascii="Times New Roman" w:hAnsi="Times New Roman"/>
        </w:rPr>
      </w:pPr>
      <w:r w:rsidRPr="00EA2FE3">
        <w:rPr>
          <w:rFonts w:ascii="Times New Roman" w:hAnsi="Times New Roman"/>
        </w:rPr>
        <w:t xml:space="preserve">les engagements qui donnent lieu à la constitution d'une provision de diversification qui ne </w:t>
      </w:r>
      <w:r w:rsidR="00433317" w:rsidRPr="00EA2FE3">
        <w:rPr>
          <w:rFonts w:ascii="Times New Roman" w:hAnsi="Times New Roman"/>
        </w:rPr>
        <w:t xml:space="preserve">sont </w:t>
      </w:r>
      <w:r w:rsidRPr="00EA2FE3">
        <w:rPr>
          <w:rFonts w:ascii="Times New Roman" w:hAnsi="Times New Roman"/>
        </w:rPr>
        <w:t>pas dans un RPS ou un PERP ;</w:t>
      </w:r>
    </w:p>
    <w:p w:rsidR="00236615" w:rsidRPr="00EA2FE3" w:rsidRDefault="00236615" w:rsidP="00236615">
      <w:pPr>
        <w:pStyle w:val="newid"/>
        <w:numPr>
          <w:ilvl w:val="1"/>
          <w:numId w:val="14"/>
        </w:numPr>
        <w:rPr>
          <w:rFonts w:ascii="Times New Roman" w:hAnsi="Times New Roman"/>
        </w:rPr>
      </w:pPr>
      <w:r w:rsidRPr="00EA2FE3">
        <w:rPr>
          <w:rFonts w:ascii="Times New Roman" w:hAnsi="Times New Roman"/>
        </w:rPr>
        <w:lastRenderedPageBreak/>
        <w:t>les engagements qui donnent lieu à la constitution d'une provision de diversification qui peuvent être des engagements en cas de vie ou en cas de décès, à l'exception d'engagements d'assurance temporaire en cas de décès. Ces engagements peuvent comprendre la garantie d'une rente ou un capital à échéance dans des conditions précisées par un décret en Conseil d'</w:t>
      </w:r>
      <w:proofErr w:type="spellStart"/>
      <w:r w:rsidRPr="00EA2FE3">
        <w:rPr>
          <w:rFonts w:ascii="Times New Roman" w:hAnsi="Times New Roman"/>
        </w:rPr>
        <w:t>Etat</w:t>
      </w:r>
      <w:proofErr w:type="spellEnd"/>
      <w:r w:rsidRPr="00EA2FE3">
        <w:rPr>
          <w:rFonts w:ascii="Times New Roman" w:hAnsi="Times New Roman"/>
        </w:rPr>
        <w:t xml:space="preserve">. Ils donnent lieu à la constitution d'une provision de diversification destinée à absorber les fluctuations des actifs en représentation. La rente ou le capital garantis sont exprimés en euros et en parts de provisions de diversification ; </w:t>
      </w:r>
    </w:p>
    <w:p w:rsidR="00236615" w:rsidRPr="00EA2FE3" w:rsidRDefault="00236615" w:rsidP="00236615">
      <w:pPr>
        <w:pStyle w:val="newid"/>
        <w:numPr>
          <w:ilvl w:val="1"/>
          <w:numId w:val="14"/>
        </w:numPr>
        <w:rPr>
          <w:rFonts w:ascii="Times New Roman" w:hAnsi="Times New Roman"/>
        </w:rPr>
      </w:pPr>
      <w:r w:rsidRPr="00EA2FE3">
        <w:rPr>
          <w:rFonts w:ascii="Times New Roman" w:hAnsi="Times New Roman"/>
        </w:rPr>
        <w:t>le</w:t>
      </w:r>
      <w:r w:rsidR="004D0C48" w:rsidRPr="00EA2FE3">
        <w:rPr>
          <w:rFonts w:ascii="Times New Roman" w:hAnsi="Times New Roman"/>
        </w:rPr>
        <w:t>s</w:t>
      </w:r>
      <w:r w:rsidRPr="00EA2FE3">
        <w:rPr>
          <w:rFonts w:ascii="Times New Roman" w:hAnsi="Times New Roman"/>
        </w:rPr>
        <w:t xml:space="preserve"> versement</w:t>
      </w:r>
      <w:r w:rsidR="004D0C48" w:rsidRPr="00EA2FE3">
        <w:rPr>
          <w:rFonts w:ascii="Times New Roman" w:hAnsi="Times New Roman"/>
        </w:rPr>
        <w:t>s</w:t>
      </w:r>
      <w:r w:rsidRPr="00EA2FE3">
        <w:rPr>
          <w:rFonts w:ascii="Times New Roman" w:hAnsi="Times New Roman"/>
        </w:rPr>
        <w:t xml:space="preserve"> de primes au titre d'un contrat d'assurance sur la vie </w:t>
      </w:r>
      <w:r w:rsidR="004D0C48" w:rsidRPr="00EA2FE3">
        <w:rPr>
          <w:rFonts w:ascii="Times New Roman" w:hAnsi="Times New Roman"/>
        </w:rPr>
        <w:t xml:space="preserve">qui </w:t>
      </w:r>
      <w:r w:rsidRPr="00EA2FE3">
        <w:rPr>
          <w:rFonts w:ascii="Times New Roman" w:hAnsi="Times New Roman"/>
        </w:rPr>
        <w:t>peu</w:t>
      </w:r>
      <w:r w:rsidR="004D0C48" w:rsidRPr="00EA2FE3">
        <w:rPr>
          <w:rFonts w:ascii="Times New Roman" w:hAnsi="Times New Roman"/>
        </w:rPr>
        <w:t>ven</w:t>
      </w:r>
      <w:r w:rsidRPr="00EA2FE3">
        <w:rPr>
          <w:rFonts w:ascii="Times New Roman" w:hAnsi="Times New Roman"/>
        </w:rPr>
        <w:t xml:space="preserve">t donner lieu à la constatation d'engagements exprimés en euros, d'engagements exprimés en unités de compte et d'engagements donnant lieu à la constitution d'une provision de diversification ; </w:t>
      </w:r>
    </w:p>
    <w:p w:rsidR="00236615" w:rsidRPr="00EA2FE3" w:rsidRDefault="004D0C48" w:rsidP="00026B0D">
      <w:pPr>
        <w:pStyle w:val="newid"/>
        <w:numPr>
          <w:ilvl w:val="1"/>
          <w:numId w:val="14"/>
        </w:numPr>
        <w:rPr>
          <w:rFonts w:ascii="Times New Roman" w:hAnsi="Times New Roman"/>
        </w:rPr>
      </w:pPr>
      <w:r w:rsidRPr="00EA2FE3">
        <w:rPr>
          <w:rFonts w:ascii="Times New Roman" w:hAnsi="Times New Roman"/>
        </w:rPr>
        <w:t>les</w:t>
      </w:r>
      <w:r w:rsidR="00236615" w:rsidRPr="00EA2FE3">
        <w:rPr>
          <w:rFonts w:ascii="Times New Roman" w:hAnsi="Times New Roman"/>
        </w:rPr>
        <w:t xml:space="preserve"> engagements sous la forme de contrats de capitalisation</w:t>
      </w:r>
      <w:r w:rsidR="00026B0D" w:rsidRPr="00EA2FE3">
        <w:rPr>
          <w:rFonts w:ascii="Times New Roman" w:hAnsi="Times New Roman"/>
        </w:rPr>
        <w:t xml:space="preserve">, qui sont traités dans les mêmes conditions que les engagements inclus dans des contrats </w:t>
      </w:r>
      <w:r w:rsidR="00C9337E" w:rsidRPr="00EA2FE3">
        <w:rPr>
          <w:rFonts w:ascii="Times New Roman" w:hAnsi="Times New Roman"/>
        </w:rPr>
        <w:t>d'assurance sur la vie</w:t>
      </w:r>
      <w:r w:rsidR="008454DF" w:rsidRPr="00EA2FE3">
        <w:rPr>
          <w:rFonts w:ascii="Times New Roman" w:hAnsi="Times New Roman"/>
        </w:rPr>
        <w:t>.</w:t>
      </w:r>
      <w:r w:rsidR="00236615" w:rsidRPr="00EA2FE3">
        <w:rPr>
          <w:rFonts w:ascii="Times New Roman" w:hAnsi="Times New Roman"/>
        </w:rPr>
        <w:t xml:space="preserve"> </w:t>
      </w:r>
    </w:p>
    <w:p w:rsidR="00191C8B" w:rsidRPr="00EA2FE3" w:rsidRDefault="00026B0D" w:rsidP="004F3C46">
      <w:pPr>
        <w:pStyle w:val="newid"/>
        <w:numPr>
          <w:ilvl w:val="1"/>
          <w:numId w:val="14"/>
        </w:numPr>
        <w:rPr>
          <w:rFonts w:ascii="Times New Roman" w:hAnsi="Times New Roman"/>
        </w:rPr>
      </w:pPr>
      <w:r w:rsidRPr="00EA2FE3">
        <w:rPr>
          <w:rFonts w:ascii="Times New Roman" w:hAnsi="Times New Roman"/>
        </w:rPr>
        <w:t xml:space="preserve">En cas de contrats multi-supports, </w:t>
      </w:r>
      <w:r w:rsidR="008454DF" w:rsidRPr="00EA2FE3">
        <w:rPr>
          <w:rFonts w:ascii="Times New Roman" w:hAnsi="Times New Roman"/>
        </w:rPr>
        <w:t>est</w:t>
      </w:r>
      <w:r w:rsidR="00AD1B5C" w:rsidRPr="00EA2FE3">
        <w:rPr>
          <w:rFonts w:ascii="Times New Roman" w:hAnsi="Times New Roman"/>
        </w:rPr>
        <w:t xml:space="preserve"> inclu</w:t>
      </w:r>
      <w:r w:rsidR="008454DF" w:rsidRPr="00EA2FE3">
        <w:rPr>
          <w:rFonts w:ascii="Times New Roman" w:hAnsi="Times New Roman"/>
        </w:rPr>
        <w:t>s</w:t>
      </w:r>
      <w:r w:rsidR="00AD1B5C" w:rsidRPr="00EA2FE3">
        <w:rPr>
          <w:rFonts w:ascii="Times New Roman" w:hAnsi="Times New Roman"/>
        </w:rPr>
        <w:t xml:space="preserve"> uniquement l’engagement donnant lieu à la constitution d'une provision de diversification. L</w:t>
      </w:r>
      <w:r w:rsidRPr="00EA2FE3">
        <w:rPr>
          <w:rFonts w:ascii="Times New Roman" w:hAnsi="Times New Roman"/>
        </w:rPr>
        <w:t xml:space="preserve">es parties UC et euro </w:t>
      </w:r>
      <w:r w:rsidR="00AD1B5C" w:rsidRPr="00EA2FE3">
        <w:rPr>
          <w:rFonts w:ascii="Times New Roman" w:hAnsi="Times New Roman"/>
        </w:rPr>
        <w:t xml:space="preserve">classique </w:t>
      </w:r>
      <w:r w:rsidRPr="00EA2FE3">
        <w:rPr>
          <w:rFonts w:ascii="Times New Roman" w:hAnsi="Times New Roman"/>
        </w:rPr>
        <w:t>ne sont pas incluses dans cette catégorie</w:t>
      </w:r>
      <w:r w:rsidR="00AD1B5C" w:rsidRPr="00EA2FE3">
        <w:rPr>
          <w:rFonts w:ascii="Times New Roman" w:hAnsi="Times New Roman"/>
        </w:rPr>
        <w:t xml:space="preserve">. </w:t>
      </w:r>
    </w:p>
    <w:sectPr w:rsidR="00191C8B" w:rsidRPr="00EA2FE3" w:rsidSect="00E977BD">
      <w:pgSz w:w="11906" w:h="16838"/>
      <w:pgMar w:top="1417" w:right="1417" w:bottom="1417" w:left="1417"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113" w:rsidRDefault="00B75113" w:rsidP="007D16A8">
      <w:r>
        <w:separator/>
      </w:r>
    </w:p>
  </w:endnote>
  <w:endnote w:type="continuationSeparator" w:id="0">
    <w:p w:rsidR="00B75113" w:rsidRDefault="00B75113" w:rsidP="007D1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72141"/>
      <w:docPartObj>
        <w:docPartGallery w:val="Page Numbers (Bottom of Page)"/>
        <w:docPartUnique/>
      </w:docPartObj>
    </w:sdtPr>
    <w:sdtContent>
      <w:p w:rsidR="00B75113" w:rsidRDefault="00B75113" w:rsidP="006D663E">
        <w:pPr>
          <w:pStyle w:val="Pieddepage"/>
          <w:jc w:val="left"/>
        </w:pPr>
        <w:r>
          <w:rPr>
            <w:szCs w:val="18"/>
          </w:rPr>
          <w:t xml:space="preserve">Secrétariat général de l’Autorité de contrôle prudentiel et de résolution                                                                 </w:t>
        </w:r>
        <w:r>
          <w:fldChar w:fldCharType="begin"/>
        </w:r>
        <w:r>
          <w:instrText xml:space="preserve"> PAGE   \* MERGEFORMAT </w:instrText>
        </w:r>
        <w:r>
          <w:fldChar w:fldCharType="separate"/>
        </w:r>
        <w:r w:rsidR="00A000C4">
          <w:rPr>
            <w:noProof/>
          </w:rPr>
          <w:t>18</w:t>
        </w:r>
        <w:r>
          <w:rPr>
            <w:noProof/>
          </w:rPr>
          <w:fldChar w:fldCharType="end"/>
        </w:r>
      </w:p>
    </w:sdtContent>
  </w:sdt>
  <w:p w:rsidR="00B75113" w:rsidRDefault="00B7511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113" w:rsidRDefault="00B75113" w:rsidP="007D16A8">
      <w:r>
        <w:separator/>
      </w:r>
    </w:p>
  </w:footnote>
  <w:footnote w:type="continuationSeparator" w:id="0">
    <w:p w:rsidR="00B75113" w:rsidRDefault="00B75113" w:rsidP="007D16A8">
      <w:r>
        <w:continuationSeparator/>
      </w:r>
    </w:p>
  </w:footnote>
  <w:footnote w:id="1">
    <w:p w:rsidR="00B75113" w:rsidRDefault="00B75113" w:rsidP="004F3C46">
      <w:pPr>
        <w:pStyle w:val="Notedebasdepage"/>
        <w:ind w:right="0"/>
      </w:pPr>
      <w:r>
        <w:rPr>
          <w:rStyle w:val="Appelnotedebasdep"/>
        </w:rPr>
        <w:footnoteRef/>
      </w:r>
      <w:r>
        <w:t xml:space="preserve"> Les contrats ci-dessous ne sont pas exclusifs à la catégorie 7 et peuvent également se retrouver dans d’autres catégories de contrats collectifs.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36DDE"/>
    <w:multiLevelType w:val="multilevel"/>
    <w:tmpl w:val="60F06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8C7F05"/>
    <w:multiLevelType w:val="hybridMultilevel"/>
    <w:tmpl w:val="706A16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9B50FA3"/>
    <w:multiLevelType w:val="hybridMultilevel"/>
    <w:tmpl w:val="35E8565E"/>
    <w:lvl w:ilvl="0" w:tplc="0E7C2224">
      <w:numFmt w:val="bullet"/>
      <w:lvlText w:val="-"/>
      <w:lvlJc w:val="left"/>
      <w:pPr>
        <w:ind w:left="0" w:hanging="360"/>
      </w:pPr>
      <w:rPr>
        <w:rFonts w:ascii="Times New Roman" w:eastAsiaTheme="majorEastAsia" w:hAnsi="Times New Roman" w:cs="Times New Roman"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3">
    <w:nsid w:val="0BCB0D6F"/>
    <w:multiLevelType w:val="hybridMultilevel"/>
    <w:tmpl w:val="02086AFC"/>
    <w:lvl w:ilvl="0" w:tplc="040C0001">
      <w:start w:val="1"/>
      <w:numFmt w:val="bullet"/>
      <w:lvlText w:val=""/>
      <w:lvlJc w:val="left"/>
      <w:pPr>
        <w:ind w:left="748" w:hanging="360"/>
      </w:pPr>
      <w:rPr>
        <w:rFonts w:ascii="Symbol" w:hAnsi="Symbol" w:hint="default"/>
      </w:rPr>
    </w:lvl>
    <w:lvl w:ilvl="1" w:tplc="040C0003" w:tentative="1">
      <w:start w:val="1"/>
      <w:numFmt w:val="bullet"/>
      <w:lvlText w:val="o"/>
      <w:lvlJc w:val="left"/>
      <w:pPr>
        <w:ind w:left="1468" w:hanging="360"/>
      </w:pPr>
      <w:rPr>
        <w:rFonts w:ascii="Courier New" w:hAnsi="Courier New" w:cs="Courier New"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4">
    <w:nsid w:val="0F735F2C"/>
    <w:multiLevelType w:val="hybridMultilevel"/>
    <w:tmpl w:val="0A222598"/>
    <w:lvl w:ilvl="0" w:tplc="BA944696">
      <w:start w:val="1"/>
      <w:numFmt w:val="bullet"/>
      <w:pStyle w:val="question"/>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42C17E4"/>
    <w:multiLevelType w:val="hybridMultilevel"/>
    <w:tmpl w:val="8CB2EB4A"/>
    <w:lvl w:ilvl="0" w:tplc="0E7C2224">
      <w:numFmt w:val="bullet"/>
      <w:lvlText w:val="-"/>
      <w:lvlJc w:val="left"/>
      <w:pPr>
        <w:ind w:left="1004" w:hanging="360"/>
      </w:pPr>
      <w:rPr>
        <w:rFonts w:ascii="Times New Roman" w:eastAsiaTheme="majorEastAsia" w:hAnsi="Times New Roman"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
    <w:nsid w:val="1652022B"/>
    <w:multiLevelType w:val="hybridMultilevel"/>
    <w:tmpl w:val="03485CCA"/>
    <w:lvl w:ilvl="0" w:tplc="39B648B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8C91E20"/>
    <w:multiLevelType w:val="hybridMultilevel"/>
    <w:tmpl w:val="EEAC05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9DD5064"/>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D1B242C"/>
    <w:multiLevelType w:val="hybridMultilevel"/>
    <w:tmpl w:val="A288D304"/>
    <w:lvl w:ilvl="0" w:tplc="040C0001">
      <w:start w:val="1"/>
      <w:numFmt w:val="bullet"/>
      <w:lvlText w:val=""/>
      <w:lvlJc w:val="left"/>
      <w:pPr>
        <w:ind w:left="388" w:hanging="360"/>
      </w:pPr>
      <w:rPr>
        <w:rFonts w:ascii="Symbol" w:hAnsi="Symbol" w:hint="default"/>
      </w:rPr>
    </w:lvl>
    <w:lvl w:ilvl="1" w:tplc="040C0003">
      <w:start w:val="1"/>
      <w:numFmt w:val="bullet"/>
      <w:lvlText w:val="o"/>
      <w:lvlJc w:val="left"/>
      <w:pPr>
        <w:ind w:left="1108" w:hanging="360"/>
      </w:pPr>
      <w:rPr>
        <w:rFonts w:ascii="Courier New" w:hAnsi="Courier New" w:cs="Courier New" w:hint="default"/>
      </w:rPr>
    </w:lvl>
    <w:lvl w:ilvl="2" w:tplc="040C0005">
      <w:start w:val="1"/>
      <w:numFmt w:val="bullet"/>
      <w:lvlText w:val=""/>
      <w:lvlJc w:val="left"/>
      <w:pPr>
        <w:ind w:left="1828" w:hanging="360"/>
      </w:pPr>
      <w:rPr>
        <w:rFonts w:ascii="Wingdings" w:hAnsi="Wingdings" w:hint="default"/>
      </w:rPr>
    </w:lvl>
    <w:lvl w:ilvl="3" w:tplc="040C0001">
      <w:start w:val="1"/>
      <w:numFmt w:val="bullet"/>
      <w:lvlText w:val=""/>
      <w:lvlJc w:val="left"/>
      <w:pPr>
        <w:ind w:left="2548" w:hanging="360"/>
      </w:pPr>
      <w:rPr>
        <w:rFonts w:ascii="Symbol" w:hAnsi="Symbol" w:hint="default"/>
      </w:rPr>
    </w:lvl>
    <w:lvl w:ilvl="4" w:tplc="040C0003" w:tentative="1">
      <w:start w:val="1"/>
      <w:numFmt w:val="bullet"/>
      <w:lvlText w:val="o"/>
      <w:lvlJc w:val="left"/>
      <w:pPr>
        <w:ind w:left="3268" w:hanging="360"/>
      </w:pPr>
      <w:rPr>
        <w:rFonts w:ascii="Courier New" w:hAnsi="Courier New" w:cs="Courier New" w:hint="default"/>
      </w:rPr>
    </w:lvl>
    <w:lvl w:ilvl="5" w:tplc="040C0005" w:tentative="1">
      <w:start w:val="1"/>
      <w:numFmt w:val="bullet"/>
      <w:lvlText w:val=""/>
      <w:lvlJc w:val="left"/>
      <w:pPr>
        <w:ind w:left="3988" w:hanging="360"/>
      </w:pPr>
      <w:rPr>
        <w:rFonts w:ascii="Wingdings" w:hAnsi="Wingdings" w:hint="default"/>
      </w:rPr>
    </w:lvl>
    <w:lvl w:ilvl="6" w:tplc="040C0001" w:tentative="1">
      <w:start w:val="1"/>
      <w:numFmt w:val="bullet"/>
      <w:lvlText w:val=""/>
      <w:lvlJc w:val="left"/>
      <w:pPr>
        <w:ind w:left="4708" w:hanging="360"/>
      </w:pPr>
      <w:rPr>
        <w:rFonts w:ascii="Symbol" w:hAnsi="Symbol" w:hint="default"/>
      </w:rPr>
    </w:lvl>
    <w:lvl w:ilvl="7" w:tplc="040C0003" w:tentative="1">
      <w:start w:val="1"/>
      <w:numFmt w:val="bullet"/>
      <w:lvlText w:val="o"/>
      <w:lvlJc w:val="left"/>
      <w:pPr>
        <w:ind w:left="5428" w:hanging="360"/>
      </w:pPr>
      <w:rPr>
        <w:rFonts w:ascii="Courier New" w:hAnsi="Courier New" w:cs="Courier New" w:hint="default"/>
      </w:rPr>
    </w:lvl>
    <w:lvl w:ilvl="8" w:tplc="040C0005" w:tentative="1">
      <w:start w:val="1"/>
      <w:numFmt w:val="bullet"/>
      <w:lvlText w:val=""/>
      <w:lvlJc w:val="left"/>
      <w:pPr>
        <w:ind w:left="6148" w:hanging="360"/>
      </w:pPr>
      <w:rPr>
        <w:rFonts w:ascii="Wingdings" w:hAnsi="Wingdings" w:hint="default"/>
      </w:rPr>
    </w:lvl>
  </w:abstractNum>
  <w:abstractNum w:abstractNumId="10">
    <w:nsid w:val="35303C70"/>
    <w:multiLevelType w:val="hybridMultilevel"/>
    <w:tmpl w:val="AFAA95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C24788E"/>
    <w:multiLevelType w:val="hybridMultilevel"/>
    <w:tmpl w:val="606218D6"/>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2">
    <w:nsid w:val="3D094590"/>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DF648C1"/>
    <w:multiLevelType w:val="hybridMultilevel"/>
    <w:tmpl w:val="B308C1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4984D29"/>
    <w:multiLevelType w:val="hybridMultilevel"/>
    <w:tmpl w:val="D46A6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6376BF6"/>
    <w:multiLevelType w:val="multilevel"/>
    <w:tmpl w:val="C0B68616"/>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10000" w:hanging="360"/>
      </w:pPr>
      <w:rPr>
        <w:rFonts w:cs="Arial" w:hint="default"/>
      </w:rPr>
    </w:lvl>
    <w:lvl w:ilvl="2">
      <w:start w:val="1"/>
      <w:numFmt w:val="decimal"/>
      <w:isLgl/>
      <w:lvlText w:val="%1.%2.%3"/>
      <w:lvlJc w:val="left"/>
      <w:pPr>
        <w:ind w:left="1770" w:hanging="720"/>
      </w:pPr>
      <w:rPr>
        <w:rFonts w:cs="Arial" w:hint="default"/>
      </w:rPr>
    </w:lvl>
    <w:lvl w:ilvl="3">
      <w:start w:val="1"/>
      <w:numFmt w:val="decimal"/>
      <w:isLgl/>
      <w:lvlText w:val="%1.%2.%3.%4"/>
      <w:lvlJc w:val="left"/>
      <w:pPr>
        <w:ind w:left="2115" w:hanging="720"/>
      </w:pPr>
      <w:rPr>
        <w:rFonts w:cs="Arial" w:hint="default"/>
      </w:rPr>
    </w:lvl>
    <w:lvl w:ilvl="4">
      <w:start w:val="1"/>
      <w:numFmt w:val="decimal"/>
      <w:isLgl/>
      <w:lvlText w:val="%1.%2.%3.%4.%5"/>
      <w:lvlJc w:val="left"/>
      <w:pPr>
        <w:ind w:left="2820" w:hanging="1080"/>
      </w:pPr>
      <w:rPr>
        <w:rFonts w:cs="Arial" w:hint="default"/>
      </w:rPr>
    </w:lvl>
    <w:lvl w:ilvl="5">
      <w:start w:val="1"/>
      <w:numFmt w:val="decimal"/>
      <w:isLgl/>
      <w:lvlText w:val="%1.%2.%3.%4.%5.%6"/>
      <w:lvlJc w:val="left"/>
      <w:pPr>
        <w:ind w:left="3165" w:hanging="1080"/>
      </w:pPr>
      <w:rPr>
        <w:rFonts w:cs="Arial" w:hint="default"/>
      </w:rPr>
    </w:lvl>
    <w:lvl w:ilvl="6">
      <w:start w:val="1"/>
      <w:numFmt w:val="decimal"/>
      <w:isLgl/>
      <w:lvlText w:val="%1.%2.%3.%4.%5.%6.%7"/>
      <w:lvlJc w:val="left"/>
      <w:pPr>
        <w:ind w:left="3870" w:hanging="1440"/>
      </w:pPr>
      <w:rPr>
        <w:rFonts w:cs="Arial" w:hint="default"/>
      </w:rPr>
    </w:lvl>
    <w:lvl w:ilvl="7">
      <w:start w:val="1"/>
      <w:numFmt w:val="decimal"/>
      <w:isLgl/>
      <w:lvlText w:val="%1.%2.%3.%4.%5.%6.%7.%8"/>
      <w:lvlJc w:val="left"/>
      <w:pPr>
        <w:ind w:left="4215" w:hanging="1440"/>
      </w:pPr>
      <w:rPr>
        <w:rFonts w:cs="Arial" w:hint="default"/>
      </w:rPr>
    </w:lvl>
    <w:lvl w:ilvl="8">
      <w:start w:val="1"/>
      <w:numFmt w:val="decimal"/>
      <w:isLgl/>
      <w:lvlText w:val="%1.%2.%3.%4.%5.%6.%7.%8.%9"/>
      <w:lvlJc w:val="left"/>
      <w:pPr>
        <w:ind w:left="4560" w:hanging="1440"/>
      </w:pPr>
      <w:rPr>
        <w:rFonts w:cs="Arial" w:hint="default"/>
      </w:rPr>
    </w:lvl>
  </w:abstractNum>
  <w:abstractNum w:abstractNumId="16">
    <w:nsid w:val="48192946"/>
    <w:multiLevelType w:val="multilevel"/>
    <w:tmpl w:val="384AD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0325990"/>
    <w:multiLevelType w:val="multilevel"/>
    <w:tmpl w:val="46D81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A5958BD"/>
    <w:multiLevelType w:val="hybridMultilevel"/>
    <w:tmpl w:val="5F1E7FF6"/>
    <w:lvl w:ilvl="0" w:tplc="1D34D92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nsid w:val="68D329E9"/>
    <w:multiLevelType w:val="multilevel"/>
    <w:tmpl w:val="CF3CDE36"/>
    <w:lvl w:ilvl="0">
      <w:start w:val="1"/>
      <w:numFmt w:val="decimal"/>
      <w:pStyle w:val="Titre10"/>
      <w:suff w:val="space"/>
      <w:lvlText w:val="%1."/>
      <w:lvlJc w:val="left"/>
      <w:pPr>
        <w:ind w:left="0" w:firstLine="0"/>
      </w:pPr>
    </w:lvl>
    <w:lvl w:ilvl="1">
      <w:start w:val="1"/>
      <w:numFmt w:val="decimal"/>
      <w:pStyle w:val="Titre20"/>
      <w:suff w:val="space"/>
      <w:lvlText w:val="%1.%2."/>
      <w:lvlJc w:val="left"/>
      <w:pPr>
        <w:ind w:left="0" w:firstLine="0"/>
      </w:pPr>
    </w:lvl>
    <w:lvl w:ilvl="2">
      <w:start w:val="1"/>
      <w:numFmt w:val="decimal"/>
      <w:pStyle w:val="Titre3"/>
      <w:suff w:val="space"/>
      <w:lvlText w:val="%1.%2.%3."/>
      <w:lvlJc w:val="left"/>
      <w:pPr>
        <w:ind w:left="0" w:firstLine="0"/>
      </w:pPr>
    </w:lvl>
    <w:lvl w:ilvl="3">
      <w:start w:val="1"/>
      <w:numFmt w:val="decimal"/>
      <w:pStyle w:val="Titre4"/>
      <w:suff w:val="space"/>
      <w:lvlText w:val="%1.%2.%3.%4."/>
      <w:lvlJc w:val="left"/>
      <w:pPr>
        <w:ind w:left="0" w:firstLine="0"/>
      </w:pPr>
    </w:lvl>
    <w:lvl w:ilvl="4">
      <w:start w:val="1"/>
      <w:numFmt w:val="none"/>
      <w:pStyle w:val="Titre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21">
    <w:nsid w:val="726564FA"/>
    <w:multiLevelType w:val="multilevel"/>
    <w:tmpl w:val="36A0F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9366C3E"/>
    <w:multiLevelType w:val="hybridMultilevel"/>
    <w:tmpl w:val="50BA7A66"/>
    <w:lvl w:ilvl="0" w:tplc="B9F216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B0E17A1"/>
    <w:multiLevelType w:val="hybridMultilevel"/>
    <w:tmpl w:val="64407D2C"/>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BFB1C52"/>
    <w:multiLevelType w:val="multilevel"/>
    <w:tmpl w:val="4D0AD404"/>
    <w:lvl w:ilvl="0">
      <w:start w:val="4"/>
      <w:numFmt w:val="decimal"/>
      <w:lvlText w:val="%1"/>
      <w:lvlJc w:val="left"/>
      <w:pPr>
        <w:ind w:left="360" w:hanging="360"/>
      </w:pPr>
      <w:rPr>
        <w:rFonts w:hint="default"/>
      </w:rPr>
    </w:lvl>
    <w:lvl w:ilvl="1">
      <w:start w:val="3"/>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000" w:hanging="1440"/>
      </w:pPr>
      <w:rPr>
        <w:rFonts w:hint="default"/>
      </w:rPr>
    </w:lvl>
  </w:abstractNum>
  <w:num w:numId="1">
    <w:abstractNumId w:val="20"/>
  </w:num>
  <w:num w:numId="2">
    <w:abstractNumId w:val="20"/>
  </w:num>
  <w:num w:numId="3">
    <w:abstractNumId w:val="20"/>
  </w:num>
  <w:num w:numId="4">
    <w:abstractNumId w:val="20"/>
  </w:num>
  <w:num w:numId="5">
    <w:abstractNumId w:val="20"/>
  </w:num>
  <w:num w:numId="6">
    <w:abstractNumId w:val="8"/>
  </w:num>
  <w:num w:numId="7">
    <w:abstractNumId w:val="15"/>
  </w:num>
  <w:num w:numId="8">
    <w:abstractNumId w:val="2"/>
  </w:num>
  <w:num w:numId="9">
    <w:abstractNumId w:val="4"/>
  </w:num>
  <w:num w:numId="10">
    <w:abstractNumId w:val="18"/>
  </w:num>
  <w:num w:numId="11">
    <w:abstractNumId w:val="14"/>
  </w:num>
  <w:num w:numId="12">
    <w:abstractNumId w:val="6"/>
  </w:num>
  <w:num w:numId="13">
    <w:abstractNumId w:val="3"/>
  </w:num>
  <w:num w:numId="14">
    <w:abstractNumId w:val="9"/>
  </w:num>
  <w:num w:numId="15">
    <w:abstractNumId w:val="1"/>
  </w:num>
  <w:num w:numId="16">
    <w:abstractNumId w:val="19"/>
  </w:num>
  <w:num w:numId="17">
    <w:abstractNumId w:val="5"/>
  </w:num>
  <w:num w:numId="18">
    <w:abstractNumId w:val="7"/>
  </w:num>
  <w:num w:numId="19">
    <w:abstractNumId w:val="11"/>
  </w:num>
  <w:num w:numId="20">
    <w:abstractNumId w:val="13"/>
  </w:num>
  <w:num w:numId="21">
    <w:abstractNumId w:val="23"/>
  </w:num>
  <w:num w:numId="22">
    <w:abstractNumId w:val="10"/>
  </w:num>
  <w:num w:numId="23">
    <w:abstractNumId w:val="12"/>
  </w:num>
  <w:num w:numId="24">
    <w:abstractNumId w:val="24"/>
  </w:num>
  <w:num w:numId="25">
    <w:abstractNumId w:val="22"/>
  </w:num>
  <w:num w:numId="26">
    <w:abstractNumId w:val="21"/>
  </w:num>
  <w:num w:numId="27">
    <w:abstractNumId w:val="16"/>
  </w:num>
  <w:num w:numId="28">
    <w:abstractNumId w:val="17"/>
  </w:num>
  <w:num w:numId="29">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7B124D"/>
    <w:rsid w:val="00005501"/>
    <w:rsid w:val="00005557"/>
    <w:rsid w:val="00016A04"/>
    <w:rsid w:val="00026B0D"/>
    <w:rsid w:val="00034AE3"/>
    <w:rsid w:val="00057A42"/>
    <w:rsid w:val="00057C94"/>
    <w:rsid w:val="000617D0"/>
    <w:rsid w:val="000617ED"/>
    <w:rsid w:val="00072300"/>
    <w:rsid w:val="0007358B"/>
    <w:rsid w:val="000739AF"/>
    <w:rsid w:val="00082E9B"/>
    <w:rsid w:val="000838EC"/>
    <w:rsid w:val="00087C68"/>
    <w:rsid w:val="000934C4"/>
    <w:rsid w:val="00093B80"/>
    <w:rsid w:val="000A048D"/>
    <w:rsid w:val="000A642C"/>
    <w:rsid w:val="000B0226"/>
    <w:rsid w:val="000C3928"/>
    <w:rsid w:val="000C571B"/>
    <w:rsid w:val="000C5D28"/>
    <w:rsid w:val="000C68DC"/>
    <w:rsid w:val="000C7241"/>
    <w:rsid w:val="000C7C92"/>
    <w:rsid w:val="000D483F"/>
    <w:rsid w:val="000D7BF5"/>
    <w:rsid w:val="000E0969"/>
    <w:rsid w:val="000E175C"/>
    <w:rsid w:val="000E6073"/>
    <w:rsid w:val="000F7834"/>
    <w:rsid w:val="00100E54"/>
    <w:rsid w:val="0010317D"/>
    <w:rsid w:val="00103686"/>
    <w:rsid w:val="0010621A"/>
    <w:rsid w:val="00110DD2"/>
    <w:rsid w:val="0011149D"/>
    <w:rsid w:val="0011746D"/>
    <w:rsid w:val="001234B7"/>
    <w:rsid w:val="00124DE1"/>
    <w:rsid w:val="001270C9"/>
    <w:rsid w:val="001325D5"/>
    <w:rsid w:val="00134781"/>
    <w:rsid w:val="00135918"/>
    <w:rsid w:val="00136B03"/>
    <w:rsid w:val="00143B5A"/>
    <w:rsid w:val="00146177"/>
    <w:rsid w:val="00146E52"/>
    <w:rsid w:val="00154D6F"/>
    <w:rsid w:val="00155E25"/>
    <w:rsid w:val="001567AC"/>
    <w:rsid w:val="001677EE"/>
    <w:rsid w:val="001751D8"/>
    <w:rsid w:val="00175E8F"/>
    <w:rsid w:val="00176BE4"/>
    <w:rsid w:val="00181206"/>
    <w:rsid w:val="00182299"/>
    <w:rsid w:val="00182302"/>
    <w:rsid w:val="001825C4"/>
    <w:rsid w:val="00182606"/>
    <w:rsid w:val="0018506E"/>
    <w:rsid w:val="001862B1"/>
    <w:rsid w:val="00191C8B"/>
    <w:rsid w:val="00193024"/>
    <w:rsid w:val="001B40E5"/>
    <w:rsid w:val="001B42F5"/>
    <w:rsid w:val="001C0B2D"/>
    <w:rsid w:val="001C1CB4"/>
    <w:rsid w:val="001C345A"/>
    <w:rsid w:val="001D1D2D"/>
    <w:rsid w:val="001D2CA7"/>
    <w:rsid w:val="001D305C"/>
    <w:rsid w:val="001E4226"/>
    <w:rsid w:val="001E5140"/>
    <w:rsid w:val="001F12B6"/>
    <w:rsid w:val="001F4B5A"/>
    <w:rsid w:val="001F7A8F"/>
    <w:rsid w:val="00205A3A"/>
    <w:rsid w:val="00205B33"/>
    <w:rsid w:val="002128E9"/>
    <w:rsid w:val="00213AD3"/>
    <w:rsid w:val="00222E94"/>
    <w:rsid w:val="0022486B"/>
    <w:rsid w:val="00230E88"/>
    <w:rsid w:val="00232C20"/>
    <w:rsid w:val="00234D00"/>
    <w:rsid w:val="00236615"/>
    <w:rsid w:val="00236705"/>
    <w:rsid w:val="0024094F"/>
    <w:rsid w:val="0024322A"/>
    <w:rsid w:val="00251CE6"/>
    <w:rsid w:val="00252C42"/>
    <w:rsid w:val="00253679"/>
    <w:rsid w:val="0026525A"/>
    <w:rsid w:val="002669B3"/>
    <w:rsid w:val="00272CF7"/>
    <w:rsid w:val="002815F5"/>
    <w:rsid w:val="002870A6"/>
    <w:rsid w:val="00291617"/>
    <w:rsid w:val="002934CC"/>
    <w:rsid w:val="00297AE6"/>
    <w:rsid w:val="002A2FDB"/>
    <w:rsid w:val="002A4D6C"/>
    <w:rsid w:val="002B45C8"/>
    <w:rsid w:val="002B674C"/>
    <w:rsid w:val="002C5232"/>
    <w:rsid w:val="002C681D"/>
    <w:rsid w:val="002D156C"/>
    <w:rsid w:val="002E1985"/>
    <w:rsid w:val="002F66B5"/>
    <w:rsid w:val="002F75BF"/>
    <w:rsid w:val="003035EF"/>
    <w:rsid w:val="00303EDB"/>
    <w:rsid w:val="0030437F"/>
    <w:rsid w:val="003043A6"/>
    <w:rsid w:val="00304E30"/>
    <w:rsid w:val="003125A8"/>
    <w:rsid w:val="0031663E"/>
    <w:rsid w:val="003170DF"/>
    <w:rsid w:val="00322617"/>
    <w:rsid w:val="00327BB6"/>
    <w:rsid w:val="00332B0B"/>
    <w:rsid w:val="00332C3F"/>
    <w:rsid w:val="00343147"/>
    <w:rsid w:val="00343ED9"/>
    <w:rsid w:val="003474B1"/>
    <w:rsid w:val="00351834"/>
    <w:rsid w:val="00352009"/>
    <w:rsid w:val="003520DF"/>
    <w:rsid w:val="003520F2"/>
    <w:rsid w:val="00352387"/>
    <w:rsid w:val="0035549E"/>
    <w:rsid w:val="00364820"/>
    <w:rsid w:val="00365E13"/>
    <w:rsid w:val="00381BF9"/>
    <w:rsid w:val="003840FC"/>
    <w:rsid w:val="00392270"/>
    <w:rsid w:val="00396B2C"/>
    <w:rsid w:val="003A1178"/>
    <w:rsid w:val="003A5C83"/>
    <w:rsid w:val="003A6543"/>
    <w:rsid w:val="003B437F"/>
    <w:rsid w:val="003B4C70"/>
    <w:rsid w:val="003C20B6"/>
    <w:rsid w:val="003C3EDE"/>
    <w:rsid w:val="003C60BE"/>
    <w:rsid w:val="003C6A91"/>
    <w:rsid w:val="003D257B"/>
    <w:rsid w:val="003D5407"/>
    <w:rsid w:val="003E1149"/>
    <w:rsid w:val="003E641A"/>
    <w:rsid w:val="003F04AA"/>
    <w:rsid w:val="003F47DC"/>
    <w:rsid w:val="00403ACF"/>
    <w:rsid w:val="00403EEE"/>
    <w:rsid w:val="00417476"/>
    <w:rsid w:val="00424D0C"/>
    <w:rsid w:val="00425C36"/>
    <w:rsid w:val="00430217"/>
    <w:rsid w:val="004320B8"/>
    <w:rsid w:val="00433317"/>
    <w:rsid w:val="0044015C"/>
    <w:rsid w:val="0044155E"/>
    <w:rsid w:val="00445A51"/>
    <w:rsid w:val="00453CB4"/>
    <w:rsid w:val="00462AFD"/>
    <w:rsid w:val="004650E3"/>
    <w:rsid w:val="00466DD4"/>
    <w:rsid w:val="004703D9"/>
    <w:rsid w:val="00473AB2"/>
    <w:rsid w:val="00474009"/>
    <w:rsid w:val="0048358C"/>
    <w:rsid w:val="004873CE"/>
    <w:rsid w:val="00492654"/>
    <w:rsid w:val="004A334C"/>
    <w:rsid w:val="004A4B81"/>
    <w:rsid w:val="004A551E"/>
    <w:rsid w:val="004B2F7A"/>
    <w:rsid w:val="004B3206"/>
    <w:rsid w:val="004B445D"/>
    <w:rsid w:val="004B559B"/>
    <w:rsid w:val="004B63A8"/>
    <w:rsid w:val="004C341D"/>
    <w:rsid w:val="004C4AAE"/>
    <w:rsid w:val="004D0C48"/>
    <w:rsid w:val="004D6DCE"/>
    <w:rsid w:val="004E44DE"/>
    <w:rsid w:val="004F3423"/>
    <w:rsid w:val="004F3C46"/>
    <w:rsid w:val="004F5A68"/>
    <w:rsid w:val="004F6236"/>
    <w:rsid w:val="0050008F"/>
    <w:rsid w:val="00501B8F"/>
    <w:rsid w:val="00501CF3"/>
    <w:rsid w:val="00503068"/>
    <w:rsid w:val="005051CB"/>
    <w:rsid w:val="00505321"/>
    <w:rsid w:val="00506ED5"/>
    <w:rsid w:val="00517559"/>
    <w:rsid w:val="00521A1D"/>
    <w:rsid w:val="00521A34"/>
    <w:rsid w:val="00524395"/>
    <w:rsid w:val="005243FA"/>
    <w:rsid w:val="005274E6"/>
    <w:rsid w:val="00540EE5"/>
    <w:rsid w:val="0054568D"/>
    <w:rsid w:val="00546A61"/>
    <w:rsid w:val="00560B2E"/>
    <w:rsid w:val="00592B7F"/>
    <w:rsid w:val="00593530"/>
    <w:rsid w:val="005972FA"/>
    <w:rsid w:val="00597D44"/>
    <w:rsid w:val="005A0D25"/>
    <w:rsid w:val="005A1F96"/>
    <w:rsid w:val="005A59C9"/>
    <w:rsid w:val="005A617C"/>
    <w:rsid w:val="005A72C1"/>
    <w:rsid w:val="005A7475"/>
    <w:rsid w:val="005B136C"/>
    <w:rsid w:val="005B367E"/>
    <w:rsid w:val="005C11FF"/>
    <w:rsid w:val="005C23A7"/>
    <w:rsid w:val="005C5E7B"/>
    <w:rsid w:val="005E1767"/>
    <w:rsid w:val="005E2D17"/>
    <w:rsid w:val="005E574A"/>
    <w:rsid w:val="005E5AA9"/>
    <w:rsid w:val="005E5F57"/>
    <w:rsid w:val="005F074E"/>
    <w:rsid w:val="005F1412"/>
    <w:rsid w:val="005F1BCA"/>
    <w:rsid w:val="005F20D0"/>
    <w:rsid w:val="005F4530"/>
    <w:rsid w:val="005F4A90"/>
    <w:rsid w:val="006018D7"/>
    <w:rsid w:val="006022E0"/>
    <w:rsid w:val="00605476"/>
    <w:rsid w:val="006079BC"/>
    <w:rsid w:val="00610A44"/>
    <w:rsid w:val="0061247F"/>
    <w:rsid w:val="006208A6"/>
    <w:rsid w:val="00626400"/>
    <w:rsid w:val="00632008"/>
    <w:rsid w:val="00634ADB"/>
    <w:rsid w:val="0063591D"/>
    <w:rsid w:val="00636344"/>
    <w:rsid w:val="00637FD5"/>
    <w:rsid w:val="0064269F"/>
    <w:rsid w:val="006453F8"/>
    <w:rsid w:val="00654036"/>
    <w:rsid w:val="00661BC8"/>
    <w:rsid w:val="00662897"/>
    <w:rsid w:val="00662970"/>
    <w:rsid w:val="00665FBD"/>
    <w:rsid w:val="00671E56"/>
    <w:rsid w:val="006769F4"/>
    <w:rsid w:val="00677972"/>
    <w:rsid w:val="00684DB8"/>
    <w:rsid w:val="0068749F"/>
    <w:rsid w:val="00694797"/>
    <w:rsid w:val="006A60B0"/>
    <w:rsid w:val="006B0E32"/>
    <w:rsid w:val="006B229C"/>
    <w:rsid w:val="006B3103"/>
    <w:rsid w:val="006B4E99"/>
    <w:rsid w:val="006C136D"/>
    <w:rsid w:val="006C50B7"/>
    <w:rsid w:val="006C6022"/>
    <w:rsid w:val="006D0810"/>
    <w:rsid w:val="006D41ED"/>
    <w:rsid w:val="006D4703"/>
    <w:rsid w:val="006D574B"/>
    <w:rsid w:val="006D663E"/>
    <w:rsid w:val="006E07E2"/>
    <w:rsid w:val="006E5177"/>
    <w:rsid w:val="006E631E"/>
    <w:rsid w:val="006F48DE"/>
    <w:rsid w:val="0070163E"/>
    <w:rsid w:val="00721223"/>
    <w:rsid w:val="00722DE2"/>
    <w:rsid w:val="007273B2"/>
    <w:rsid w:val="00727BBC"/>
    <w:rsid w:val="00733456"/>
    <w:rsid w:val="007338AD"/>
    <w:rsid w:val="007342A9"/>
    <w:rsid w:val="00735962"/>
    <w:rsid w:val="0073663C"/>
    <w:rsid w:val="007405C3"/>
    <w:rsid w:val="00741C51"/>
    <w:rsid w:val="00760918"/>
    <w:rsid w:val="0076227F"/>
    <w:rsid w:val="007659C4"/>
    <w:rsid w:val="0077015F"/>
    <w:rsid w:val="0077330B"/>
    <w:rsid w:val="00777E90"/>
    <w:rsid w:val="0078417E"/>
    <w:rsid w:val="00793651"/>
    <w:rsid w:val="00794499"/>
    <w:rsid w:val="007A15AF"/>
    <w:rsid w:val="007A26EB"/>
    <w:rsid w:val="007A7A34"/>
    <w:rsid w:val="007A7CF7"/>
    <w:rsid w:val="007B124D"/>
    <w:rsid w:val="007C4DAE"/>
    <w:rsid w:val="007C56D1"/>
    <w:rsid w:val="007D16A8"/>
    <w:rsid w:val="007D2A28"/>
    <w:rsid w:val="007D3A9A"/>
    <w:rsid w:val="007D5472"/>
    <w:rsid w:val="007D60EC"/>
    <w:rsid w:val="007D6C8A"/>
    <w:rsid w:val="007E1ACB"/>
    <w:rsid w:val="007E6111"/>
    <w:rsid w:val="007E6B91"/>
    <w:rsid w:val="007F1B12"/>
    <w:rsid w:val="007F2377"/>
    <w:rsid w:val="007F51BF"/>
    <w:rsid w:val="007F5928"/>
    <w:rsid w:val="007F634C"/>
    <w:rsid w:val="00800272"/>
    <w:rsid w:val="00800C72"/>
    <w:rsid w:val="00802531"/>
    <w:rsid w:val="0081720C"/>
    <w:rsid w:val="008251C1"/>
    <w:rsid w:val="00836B68"/>
    <w:rsid w:val="00837782"/>
    <w:rsid w:val="008454DF"/>
    <w:rsid w:val="008556C2"/>
    <w:rsid w:val="008567A8"/>
    <w:rsid w:val="00856BC7"/>
    <w:rsid w:val="00862139"/>
    <w:rsid w:val="00864A07"/>
    <w:rsid w:val="008661E6"/>
    <w:rsid w:val="008714D6"/>
    <w:rsid w:val="00871BB8"/>
    <w:rsid w:val="00872256"/>
    <w:rsid w:val="00872261"/>
    <w:rsid w:val="00884F77"/>
    <w:rsid w:val="008860C6"/>
    <w:rsid w:val="00890E97"/>
    <w:rsid w:val="00891DB1"/>
    <w:rsid w:val="00896C16"/>
    <w:rsid w:val="008A0A35"/>
    <w:rsid w:val="008A4626"/>
    <w:rsid w:val="008A5217"/>
    <w:rsid w:val="008A62FA"/>
    <w:rsid w:val="008A7922"/>
    <w:rsid w:val="008B3834"/>
    <w:rsid w:val="008B551A"/>
    <w:rsid w:val="008C2A5E"/>
    <w:rsid w:val="008C31D5"/>
    <w:rsid w:val="008C3898"/>
    <w:rsid w:val="008C6973"/>
    <w:rsid w:val="008D166E"/>
    <w:rsid w:val="008D2AE6"/>
    <w:rsid w:val="008F03FD"/>
    <w:rsid w:val="008F0849"/>
    <w:rsid w:val="008F16CA"/>
    <w:rsid w:val="008F7CEA"/>
    <w:rsid w:val="008F7EDF"/>
    <w:rsid w:val="0090090F"/>
    <w:rsid w:val="0090121B"/>
    <w:rsid w:val="00904242"/>
    <w:rsid w:val="00906205"/>
    <w:rsid w:val="009107AC"/>
    <w:rsid w:val="0091190F"/>
    <w:rsid w:val="00914A91"/>
    <w:rsid w:val="0091655F"/>
    <w:rsid w:val="0091690F"/>
    <w:rsid w:val="00916BED"/>
    <w:rsid w:val="00922438"/>
    <w:rsid w:val="0092762A"/>
    <w:rsid w:val="009329B8"/>
    <w:rsid w:val="00933963"/>
    <w:rsid w:val="00934E6B"/>
    <w:rsid w:val="0093565B"/>
    <w:rsid w:val="00935BEF"/>
    <w:rsid w:val="00940499"/>
    <w:rsid w:val="00941B99"/>
    <w:rsid w:val="0094426B"/>
    <w:rsid w:val="009526B3"/>
    <w:rsid w:val="00955170"/>
    <w:rsid w:val="009661A9"/>
    <w:rsid w:val="009700BD"/>
    <w:rsid w:val="00971148"/>
    <w:rsid w:val="0097307C"/>
    <w:rsid w:val="0097476D"/>
    <w:rsid w:val="009751CC"/>
    <w:rsid w:val="0097620A"/>
    <w:rsid w:val="00984B31"/>
    <w:rsid w:val="009864B2"/>
    <w:rsid w:val="00990364"/>
    <w:rsid w:val="00997CAE"/>
    <w:rsid w:val="009A3373"/>
    <w:rsid w:val="009A4B92"/>
    <w:rsid w:val="009A6A5C"/>
    <w:rsid w:val="009A6CCA"/>
    <w:rsid w:val="009A7178"/>
    <w:rsid w:val="009B0C6B"/>
    <w:rsid w:val="009B2279"/>
    <w:rsid w:val="009B346F"/>
    <w:rsid w:val="009B63FA"/>
    <w:rsid w:val="009B6E49"/>
    <w:rsid w:val="009C0DA8"/>
    <w:rsid w:val="009C0E37"/>
    <w:rsid w:val="009C2A0D"/>
    <w:rsid w:val="009D1F31"/>
    <w:rsid w:val="009D6E45"/>
    <w:rsid w:val="009D7561"/>
    <w:rsid w:val="009E290A"/>
    <w:rsid w:val="009E5206"/>
    <w:rsid w:val="009E6FE7"/>
    <w:rsid w:val="009F07E8"/>
    <w:rsid w:val="00A000C4"/>
    <w:rsid w:val="00A06D4D"/>
    <w:rsid w:val="00A076BB"/>
    <w:rsid w:val="00A10CFF"/>
    <w:rsid w:val="00A13D17"/>
    <w:rsid w:val="00A14C46"/>
    <w:rsid w:val="00A14D96"/>
    <w:rsid w:val="00A14FB9"/>
    <w:rsid w:val="00A25EA7"/>
    <w:rsid w:val="00A301E7"/>
    <w:rsid w:val="00A318E8"/>
    <w:rsid w:val="00A32377"/>
    <w:rsid w:val="00A33DBB"/>
    <w:rsid w:val="00A343F9"/>
    <w:rsid w:val="00A367A1"/>
    <w:rsid w:val="00A36D09"/>
    <w:rsid w:val="00A442A6"/>
    <w:rsid w:val="00A552E0"/>
    <w:rsid w:val="00A61D2B"/>
    <w:rsid w:val="00A63CDA"/>
    <w:rsid w:val="00A7136D"/>
    <w:rsid w:val="00A73C42"/>
    <w:rsid w:val="00A84A12"/>
    <w:rsid w:val="00A84EB2"/>
    <w:rsid w:val="00A909FF"/>
    <w:rsid w:val="00AB213C"/>
    <w:rsid w:val="00AC711B"/>
    <w:rsid w:val="00AC7DEC"/>
    <w:rsid w:val="00AD1B5C"/>
    <w:rsid w:val="00AD5033"/>
    <w:rsid w:val="00AD6654"/>
    <w:rsid w:val="00AE0C74"/>
    <w:rsid w:val="00AE2662"/>
    <w:rsid w:val="00AE300C"/>
    <w:rsid w:val="00AE43A0"/>
    <w:rsid w:val="00AE5F9E"/>
    <w:rsid w:val="00AF0E9C"/>
    <w:rsid w:val="00AF0F7D"/>
    <w:rsid w:val="00B007A4"/>
    <w:rsid w:val="00B110D1"/>
    <w:rsid w:val="00B11373"/>
    <w:rsid w:val="00B20DD7"/>
    <w:rsid w:val="00B23EF9"/>
    <w:rsid w:val="00B24D4B"/>
    <w:rsid w:val="00B271C8"/>
    <w:rsid w:val="00B278C8"/>
    <w:rsid w:val="00B300A0"/>
    <w:rsid w:val="00B34FED"/>
    <w:rsid w:val="00B35C87"/>
    <w:rsid w:val="00B53E8A"/>
    <w:rsid w:val="00B56A82"/>
    <w:rsid w:val="00B60262"/>
    <w:rsid w:val="00B6228E"/>
    <w:rsid w:val="00B67252"/>
    <w:rsid w:val="00B67C77"/>
    <w:rsid w:val="00B67D10"/>
    <w:rsid w:val="00B75113"/>
    <w:rsid w:val="00B771DA"/>
    <w:rsid w:val="00B810A0"/>
    <w:rsid w:val="00B82936"/>
    <w:rsid w:val="00B8685D"/>
    <w:rsid w:val="00B96F04"/>
    <w:rsid w:val="00BA4DF1"/>
    <w:rsid w:val="00BB0767"/>
    <w:rsid w:val="00BB0A15"/>
    <w:rsid w:val="00BB14E5"/>
    <w:rsid w:val="00BB6FF1"/>
    <w:rsid w:val="00BC1534"/>
    <w:rsid w:val="00BC232F"/>
    <w:rsid w:val="00BC613E"/>
    <w:rsid w:val="00BC6D77"/>
    <w:rsid w:val="00BC7A55"/>
    <w:rsid w:val="00BD00B8"/>
    <w:rsid w:val="00BD11D7"/>
    <w:rsid w:val="00BD3164"/>
    <w:rsid w:val="00BD5956"/>
    <w:rsid w:val="00BE3652"/>
    <w:rsid w:val="00BF2D25"/>
    <w:rsid w:val="00BF3314"/>
    <w:rsid w:val="00BF45C9"/>
    <w:rsid w:val="00BF7226"/>
    <w:rsid w:val="00BF7677"/>
    <w:rsid w:val="00C01177"/>
    <w:rsid w:val="00C02DA1"/>
    <w:rsid w:val="00C05DDD"/>
    <w:rsid w:val="00C10927"/>
    <w:rsid w:val="00C158D8"/>
    <w:rsid w:val="00C209FF"/>
    <w:rsid w:val="00C32DE7"/>
    <w:rsid w:val="00C33583"/>
    <w:rsid w:val="00C40EB8"/>
    <w:rsid w:val="00C415C2"/>
    <w:rsid w:val="00C4366B"/>
    <w:rsid w:val="00C44A70"/>
    <w:rsid w:val="00C502C6"/>
    <w:rsid w:val="00C51765"/>
    <w:rsid w:val="00C517C2"/>
    <w:rsid w:val="00C52838"/>
    <w:rsid w:val="00C540BA"/>
    <w:rsid w:val="00C544BA"/>
    <w:rsid w:val="00C54F5F"/>
    <w:rsid w:val="00C5777D"/>
    <w:rsid w:val="00C61A74"/>
    <w:rsid w:val="00C61C7D"/>
    <w:rsid w:val="00C62542"/>
    <w:rsid w:val="00C66FF7"/>
    <w:rsid w:val="00C671A5"/>
    <w:rsid w:val="00C729D1"/>
    <w:rsid w:val="00C7333E"/>
    <w:rsid w:val="00C74A74"/>
    <w:rsid w:val="00C84F91"/>
    <w:rsid w:val="00C87378"/>
    <w:rsid w:val="00C928ED"/>
    <w:rsid w:val="00C9337E"/>
    <w:rsid w:val="00C93878"/>
    <w:rsid w:val="00C950AB"/>
    <w:rsid w:val="00CA47DC"/>
    <w:rsid w:val="00CA4C64"/>
    <w:rsid w:val="00CA5F13"/>
    <w:rsid w:val="00CB4307"/>
    <w:rsid w:val="00CB59A1"/>
    <w:rsid w:val="00CB6C3B"/>
    <w:rsid w:val="00CC3C57"/>
    <w:rsid w:val="00CC5EE1"/>
    <w:rsid w:val="00CE054E"/>
    <w:rsid w:val="00CE1C4B"/>
    <w:rsid w:val="00CE44FA"/>
    <w:rsid w:val="00CF176E"/>
    <w:rsid w:val="00CF4335"/>
    <w:rsid w:val="00D0080A"/>
    <w:rsid w:val="00D00CDB"/>
    <w:rsid w:val="00D03E6D"/>
    <w:rsid w:val="00D05B53"/>
    <w:rsid w:val="00D103E9"/>
    <w:rsid w:val="00D12D62"/>
    <w:rsid w:val="00D13C89"/>
    <w:rsid w:val="00D15160"/>
    <w:rsid w:val="00D275A5"/>
    <w:rsid w:val="00D4205B"/>
    <w:rsid w:val="00D42BB9"/>
    <w:rsid w:val="00D43B2A"/>
    <w:rsid w:val="00D502DD"/>
    <w:rsid w:val="00D537F5"/>
    <w:rsid w:val="00D61D28"/>
    <w:rsid w:val="00D63AED"/>
    <w:rsid w:val="00D664D4"/>
    <w:rsid w:val="00D66FBB"/>
    <w:rsid w:val="00D70291"/>
    <w:rsid w:val="00D702B0"/>
    <w:rsid w:val="00D7196D"/>
    <w:rsid w:val="00D76EB6"/>
    <w:rsid w:val="00D7760E"/>
    <w:rsid w:val="00D93190"/>
    <w:rsid w:val="00D95AEB"/>
    <w:rsid w:val="00D978F5"/>
    <w:rsid w:val="00DA09DB"/>
    <w:rsid w:val="00DB0D1B"/>
    <w:rsid w:val="00DB17B5"/>
    <w:rsid w:val="00DB3C04"/>
    <w:rsid w:val="00DB4C16"/>
    <w:rsid w:val="00DB5035"/>
    <w:rsid w:val="00DC3E94"/>
    <w:rsid w:val="00DC5492"/>
    <w:rsid w:val="00DE0220"/>
    <w:rsid w:val="00DE09F9"/>
    <w:rsid w:val="00DE14F7"/>
    <w:rsid w:val="00DE24D0"/>
    <w:rsid w:val="00DE55E1"/>
    <w:rsid w:val="00E0561D"/>
    <w:rsid w:val="00E07654"/>
    <w:rsid w:val="00E10B97"/>
    <w:rsid w:val="00E308E6"/>
    <w:rsid w:val="00E33A8F"/>
    <w:rsid w:val="00E33D15"/>
    <w:rsid w:val="00E366F5"/>
    <w:rsid w:val="00E36875"/>
    <w:rsid w:val="00E40BEE"/>
    <w:rsid w:val="00E473E7"/>
    <w:rsid w:val="00E53AEE"/>
    <w:rsid w:val="00E54822"/>
    <w:rsid w:val="00E61F1A"/>
    <w:rsid w:val="00E62A7E"/>
    <w:rsid w:val="00E633C0"/>
    <w:rsid w:val="00E71342"/>
    <w:rsid w:val="00E733A4"/>
    <w:rsid w:val="00E7438A"/>
    <w:rsid w:val="00E74F0A"/>
    <w:rsid w:val="00E8029A"/>
    <w:rsid w:val="00E80677"/>
    <w:rsid w:val="00E81464"/>
    <w:rsid w:val="00E84E32"/>
    <w:rsid w:val="00E92248"/>
    <w:rsid w:val="00E977BD"/>
    <w:rsid w:val="00EA2FE3"/>
    <w:rsid w:val="00EA3F8C"/>
    <w:rsid w:val="00EA4F6C"/>
    <w:rsid w:val="00EB6FC7"/>
    <w:rsid w:val="00EC04E8"/>
    <w:rsid w:val="00EC0F03"/>
    <w:rsid w:val="00ED75E2"/>
    <w:rsid w:val="00EE2C07"/>
    <w:rsid w:val="00EE707C"/>
    <w:rsid w:val="00EE754D"/>
    <w:rsid w:val="00EF6502"/>
    <w:rsid w:val="00EF72D0"/>
    <w:rsid w:val="00F013E9"/>
    <w:rsid w:val="00F02D79"/>
    <w:rsid w:val="00F0730D"/>
    <w:rsid w:val="00F10C4E"/>
    <w:rsid w:val="00F130EB"/>
    <w:rsid w:val="00F1377A"/>
    <w:rsid w:val="00F15E0B"/>
    <w:rsid w:val="00F229E7"/>
    <w:rsid w:val="00F2679D"/>
    <w:rsid w:val="00F310D0"/>
    <w:rsid w:val="00F31281"/>
    <w:rsid w:val="00F31AD0"/>
    <w:rsid w:val="00F34017"/>
    <w:rsid w:val="00F34843"/>
    <w:rsid w:val="00F42A3A"/>
    <w:rsid w:val="00F464B5"/>
    <w:rsid w:val="00F47F15"/>
    <w:rsid w:val="00F50EF3"/>
    <w:rsid w:val="00F5724F"/>
    <w:rsid w:val="00F57E90"/>
    <w:rsid w:val="00F67EFC"/>
    <w:rsid w:val="00F848A8"/>
    <w:rsid w:val="00F86927"/>
    <w:rsid w:val="00F87C49"/>
    <w:rsid w:val="00F902DC"/>
    <w:rsid w:val="00F91780"/>
    <w:rsid w:val="00F92A3C"/>
    <w:rsid w:val="00F9680B"/>
    <w:rsid w:val="00FA1DE5"/>
    <w:rsid w:val="00FA1FC5"/>
    <w:rsid w:val="00FB08AA"/>
    <w:rsid w:val="00FB0F34"/>
    <w:rsid w:val="00FB53F2"/>
    <w:rsid w:val="00FB77F3"/>
    <w:rsid w:val="00FB7B33"/>
    <w:rsid w:val="00FC5BAC"/>
    <w:rsid w:val="00FD72FE"/>
    <w:rsid w:val="00FD7F47"/>
    <w:rsid w:val="00FE085A"/>
    <w:rsid w:val="00FE5C9E"/>
    <w:rsid w:val="00FE77D0"/>
    <w:rsid w:val="00FF00E5"/>
    <w:rsid w:val="00FF1ED6"/>
    <w:rsid w:val="00FF3757"/>
    <w:rsid w:val="00FF4FAE"/>
    <w:rsid w:val="00FF76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7E90"/>
    <w:pPr>
      <w:jc w:val="both"/>
    </w:pPr>
    <w:rPr>
      <w:sz w:val="22"/>
    </w:rPr>
  </w:style>
  <w:style w:type="paragraph" w:styleId="Titre10">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Titre20">
    <w:name w:val="heading 2"/>
    <w:basedOn w:val="Titre10"/>
    <w:next w:val="Normal"/>
    <w:qFormat/>
    <w:rsid w:val="0061247F"/>
    <w:pPr>
      <w:numPr>
        <w:ilvl w:val="1"/>
        <w:numId w:val="2"/>
      </w:numPr>
      <w:spacing w:before="360" w:after="120"/>
      <w:ind w:left="624" w:hanging="624"/>
      <w:outlineLvl w:val="1"/>
    </w:pPr>
    <w:rPr>
      <w:b w:val="0"/>
      <w:sz w:val="32"/>
    </w:rPr>
  </w:style>
  <w:style w:type="paragraph" w:styleId="Titre3">
    <w:name w:val="heading 3"/>
    <w:basedOn w:val="Titre20"/>
    <w:next w:val="Normal"/>
    <w:qFormat/>
    <w:rsid w:val="0061247F"/>
    <w:pPr>
      <w:numPr>
        <w:ilvl w:val="2"/>
        <w:numId w:val="3"/>
      </w:numPr>
      <w:ind w:left="680" w:hanging="680"/>
      <w:outlineLvl w:val="2"/>
    </w:pPr>
    <w:rPr>
      <w:b/>
      <w:sz w:val="24"/>
    </w:rPr>
  </w:style>
  <w:style w:type="paragraph" w:styleId="Titre4">
    <w:name w:val="heading 4"/>
    <w:basedOn w:val="Titre3"/>
    <w:next w:val="Normal"/>
    <w:qFormat/>
    <w:rsid w:val="0061247F"/>
    <w:pPr>
      <w:numPr>
        <w:ilvl w:val="3"/>
        <w:numId w:val="4"/>
      </w:numPr>
      <w:spacing w:before="240"/>
      <w:ind w:left="794" w:hanging="794"/>
      <w:outlineLvl w:val="3"/>
    </w:pPr>
    <w:rPr>
      <w:b w:val="0"/>
      <w:sz w:val="22"/>
    </w:rPr>
  </w:style>
  <w:style w:type="paragraph" w:styleId="Titre5">
    <w:name w:val="heading 5"/>
    <w:basedOn w:val="Titre4"/>
    <w:qFormat/>
    <w:rsid w:val="0061247F"/>
    <w:pPr>
      <w:numPr>
        <w:ilvl w:val="4"/>
        <w:numId w:val="5"/>
      </w:numPr>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rsid w:val="0061247F"/>
    <w:rPr>
      <w:rFonts w:ascii="Times New Roman" w:hAnsi="Times New Roman"/>
      <w:position w:val="6"/>
      <w:sz w:val="12"/>
      <w:bdr w:val="none" w:sz="0" w:space="0" w:color="auto"/>
    </w:rPr>
  </w:style>
  <w:style w:type="paragraph" w:styleId="En-tte">
    <w:name w:val="header"/>
    <w:basedOn w:val="Normal"/>
    <w:rsid w:val="0061247F"/>
    <w:pPr>
      <w:pBdr>
        <w:bottom w:val="single" w:sz="6" w:space="2" w:color="auto"/>
      </w:pBdr>
      <w:tabs>
        <w:tab w:val="right" w:pos="8222"/>
      </w:tabs>
    </w:pPr>
    <w:rPr>
      <w:sz w:val="18"/>
    </w:rPr>
  </w:style>
  <w:style w:type="paragraph" w:styleId="Notedebasdepage">
    <w:name w:val="footnote text"/>
    <w:basedOn w:val="Normal"/>
    <w:link w:val="NotedebasdepageCar"/>
    <w:semiHidden/>
    <w:rsid w:val="0061247F"/>
    <w:pPr>
      <w:spacing w:before="40" w:after="40"/>
      <w:ind w:left="170" w:right="851" w:hanging="170"/>
    </w:pPr>
    <w:rPr>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C544BA"/>
    <w:rPr>
      <w:rFonts w:ascii="Arial" w:eastAsiaTheme="majorEastAsia" w:hAnsi="Arial" w:cstheme="majorBidi"/>
      <w:color w:val="17365D" w:themeColor="text2" w:themeShade="BF"/>
      <w:spacing w:val="5"/>
      <w:kern w:val="28"/>
      <w:sz w:val="52"/>
      <w:szCs w:val="52"/>
    </w:rPr>
  </w:style>
  <w:style w:type="paragraph" w:styleId="Textedebulles">
    <w:name w:val="Balloon Text"/>
    <w:basedOn w:val="Normal"/>
    <w:link w:val="TextedebullesCar"/>
    <w:rsid w:val="007B124D"/>
    <w:rPr>
      <w:rFonts w:ascii="Tahoma" w:hAnsi="Tahoma" w:cs="Tahoma"/>
      <w:sz w:val="16"/>
      <w:szCs w:val="16"/>
    </w:rPr>
  </w:style>
  <w:style w:type="character" w:customStyle="1" w:styleId="TextedebullesCar">
    <w:name w:val="Texte de bulles Car"/>
    <w:basedOn w:val="Policepardfaut"/>
    <w:link w:val="Textedebulles"/>
    <w:rsid w:val="007B124D"/>
    <w:rPr>
      <w:rFonts w:ascii="Tahoma" w:hAnsi="Tahoma" w:cs="Tahoma"/>
      <w:sz w:val="16"/>
      <w:szCs w:val="16"/>
    </w:rPr>
  </w:style>
  <w:style w:type="paragraph" w:customStyle="1" w:styleId="Default">
    <w:name w:val="Default"/>
    <w:rsid w:val="007B124D"/>
    <w:pPr>
      <w:autoSpaceDE w:val="0"/>
      <w:autoSpaceDN w:val="0"/>
      <w:adjustRightInd w:val="0"/>
    </w:pPr>
    <w:rPr>
      <w:rFonts w:ascii="Arial" w:hAnsi="Arial" w:cs="Arial"/>
      <w:color w:val="000000"/>
      <w:sz w:val="24"/>
      <w:szCs w:val="24"/>
    </w:rPr>
  </w:style>
  <w:style w:type="character" w:customStyle="1" w:styleId="PieddepageCar">
    <w:name w:val="Pied de page Car"/>
    <w:basedOn w:val="Policepardfaut"/>
    <w:link w:val="Pieddepage"/>
    <w:uiPriority w:val="99"/>
    <w:rsid w:val="007D16A8"/>
    <w:rPr>
      <w:rFonts w:ascii="Arial" w:hAnsi="Arial"/>
      <w:sz w:val="18"/>
    </w:rPr>
  </w:style>
  <w:style w:type="paragraph" w:styleId="Paragraphedeliste">
    <w:name w:val="List Paragraph"/>
    <w:basedOn w:val="Normal"/>
    <w:link w:val="ParagraphedelisteCar"/>
    <w:uiPriority w:val="34"/>
    <w:qFormat/>
    <w:rsid w:val="006D663E"/>
    <w:pPr>
      <w:ind w:left="720"/>
      <w:contextualSpacing/>
    </w:pPr>
    <w:rPr>
      <w:rFonts w:ascii="Arial" w:eastAsia="Cambria" w:hAnsi="Arial"/>
      <w:sz w:val="20"/>
      <w:szCs w:val="24"/>
      <w:lang w:eastAsia="en-US"/>
    </w:rPr>
  </w:style>
  <w:style w:type="character" w:customStyle="1" w:styleId="Style2">
    <w:name w:val="Style2"/>
    <w:basedOn w:val="Policepardfaut"/>
    <w:rsid w:val="006D663E"/>
    <w:rPr>
      <w:rFonts w:ascii="Arial" w:hAnsi="Arial"/>
      <w:sz w:val="18"/>
    </w:rPr>
  </w:style>
  <w:style w:type="character" w:customStyle="1" w:styleId="hps">
    <w:name w:val="hps"/>
    <w:basedOn w:val="Policepardfaut"/>
    <w:rsid w:val="006D663E"/>
  </w:style>
  <w:style w:type="character" w:customStyle="1" w:styleId="ParagraphedelisteCar">
    <w:name w:val="Paragraphe de liste Car"/>
    <w:basedOn w:val="Policepardfaut"/>
    <w:link w:val="Paragraphedeliste"/>
    <w:uiPriority w:val="34"/>
    <w:locked/>
    <w:rsid w:val="006D663E"/>
    <w:rPr>
      <w:rFonts w:ascii="Arial" w:eastAsia="Cambria" w:hAnsi="Arial"/>
      <w:szCs w:val="24"/>
      <w:lang w:eastAsia="en-US"/>
    </w:rPr>
  </w:style>
  <w:style w:type="character" w:styleId="Lienhypertexte">
    <w:name w:val="Hyperlink"/>
    <w:basedOn w:val="Policepardfaut"/>
    <w:unhideWhenUsed/>
    <w:rsid w:val="00F92A3C"/>
    <w:rPr>
      <w:color w:val="0000FF"/>
      <w:u w:val="single"/>
    </w:rPr>
  </w:style>
  <w:style w:type="character" w:styleId="Emphaseintense">
    <w:name w:val="Intense Emphasis"/>
    <w:basedOn w:val="Policepardfaut"/>
    <w:uiPriority w:val="21"/>
    <w:qFormat/>
    <w:rsid w:val="008A7922"/>
    <w:rPr>
      <w:b/>
      <w:bCs/>
      <w:i/>
      <w:iCs/>
      <w:color w:val="4F81BD" w:themeColor="accent1"/>
    </w:rPr>
  </w:style>
  <w:style w:type="paragraph" w:customStyle="1" w:styleId="para">
    <w:name w:val="para"/>
    <w:basedOn w:val="Normal"/>
    <w:link w:val="paraCar"/>
    <w:qFormat/>
    <w:rsid w:val="002D156C"/>
    <w:pPr>
      <w:autoSpaceDE w:val="0"/>
      <w:autoSpaceDN w:val="0"/>
      <w:adjustRightInd w:val="0"/>
      <w:spacing w:line="276" w:lineRule="auto"/>
      <w:ind w:left="176" w:firstLine="425"/>
    </w:pPr>
    <w:rPr>
      <w:rFonts w:ascii="Palatino Linotype" w:eastAsia="Arial Unicode MS" w:hAnsi="Palatino Linotype"/>
      <w:szCs w:val="22"/>
    </w:rPr>
  </w:style>
  <w:style w:type="character" w:customStyle="1" w:styleId="paraCar">
    <w:name w:val="para Car"/>
    <w:basedOn w:val="Policepardfaut"/>
    <w:link w:val="para"/>
    <w:rsid w:val="002D156C"/>
    <w:rPr>
      <w:rFonts w:ascii="Palatino Linotype" w:eastAsia="Arial Unicode MS" w:hAnsi="Palatino Linotype"/>
      <w:sz w:val="22"/>
      <w:szCs w:val="22"/>
    </w:rPr>
  </w:style>
  <w:style w:type="paragraph" w:customStyle="1" w:styleId="nbdp">
    <w:name w:val="nbdp"/>
    <w:basedOn w:val="Notedebasdepage"/>
    <w:link w:val="nbdpCar"/>
    <w:qFormat/>
    <w:rsid w:val="002D156C"/>
    <w:pPr>
      <w:spacing w:before="0" w:after="0"/>
      <w:ind w:left="0" w:right="0" w:firstLine="0"/>
    </w:pPr>
    <w:rPr>
      <w:rFonts w:ascii="Palatino Linotype" w:hAnsi="Palatino Linotype"/>
      <w:sz w:val="18"/>
      <w:szCs w:val="18"/>
    </w:rPr>
  </w:style>
  <w:style w:type="character" w:customStyle="1" w:styleId="nbdpCar">
    <w:name w:val="nbdp Car"/>
    <w:basedOn w:val="Policepardfaut"/>
    <w:link w:val="nbdp"/>
    <w:rsid w:val="002D156C"/>
    <w:rPr>
      <w:rFonts w:ascii="Palatino Linotype" w:hAnsi="Palatino Linotype"/>
      <w:sz w:val="18"/>
      <w:szCs w:val="18"/>
    </w:rPr>
  </w:style>
  <w:style w:type="paragraph" w:customStyle="1" w:styleId="Titre1">
    <w:name w:val="Titre1"/>
    <w:basedOn w:val="Titre"/>
    <w:qFormat/>
    <w:rsid w:val="001D1D2D"/>
    <w:pPr>
      <w:keepNext/>
      <w:keepLines/>
      <w:numPr>
        <w:numId w:val="7"/>
      </w:numPr>
      <w:pBdr>
        <w:bottom w:val="none" w:sz="0" w:space="0" w:color="auto"/>
      </w:pBdr>
      <w:spacing w:before="480" w:after="120"/>
      <w:contextualSpacing w:val="0"/>
      <w:jc w:val="center"/>
      <w:outlineLvl w:val="0"/>
    </w:pPr>
    <w:rPr>
      <w:rFonts w:ascii="Times New Roman" w:hAnsi="Times New Roman" w:cs="Times New Roman"/>
      <w:b/>
      <w:bCs/>
      <w:color w:val="4F81BD" w:themeColor="accent1"/>
      <w:spacing w:val="0"/>
      <w:kern w:val="0"/>
      <w:sz w:val="28"/>
      <w:szCs w:val="28"/>
      <w:lang w:eastAsia="en-US"/>
    </w:rPr>
  </w:style>
  <w:style w:type="paragraph" w:customStyle="1" w:styleId="Titre2">
    <w:name w:val="Titre2"/>
    <w:basedOn w:val="Titre20"/>
    <w:link w:val="Titre2Car"/>
    <w:qFormat/>
    <w:rsid w:val="001D1D2D"/>
    <w:pPr>
      <w:keepLines/>
      <w:numPr>
        <w:numId w:val="7"/>
      </w:numPr>
      <w:spacing w:before="200"/>
      <w:jc w:val="both"/>
    </w:pPr>
    <w:rPr>
      <w:rFonts w:ascii="Times New Roman" w:eastAsiaTheme="majorEastAsia" w:hAnsi="Times New Roman" w:cs="Arial"/>
      <w:b/>
      <w:bCs/>
      <w:color w:val="4F81BD" w:themeColor="accent1"/>
      <w:sz w:val="22"/>
      <w:szCs w:val="22"/>
      <w:lang w:eastAsia="en-US"/>
    </w:rPr>
  </w:style>
  <w:style w:type="character" w:customStyle="1" w:styleId="Titre2Car">
    <w:name w:val="Titre2 Car"/>
    <w:basedOn w:val="Policepardfaut"/>
    <w:link w:val="Titre2"/>
    <w:rsid w:val="001D1D2D"/>
    <w:rPr>
      <w:rFonts w:eastAsiaTheme="majorEastAsia" w:cs="Arial"/>
      <w:b/>
      <w:bCs/>
      <w:color w:val="4F81BD" w:themeColor="accent1"/>
      <w:sz w:val="22"/>
      <w:szCs w:val="22"/>
      <w:lang w:eastAsia="en-US"/>
    </w:rPr>
  </w:style>
  <w:style w:type="paragraph" w:customStyle="1" w:styleId="newid">
    <w:name w:val="newid"/>
    <w:basedOn w:val="para"/>
    <w:link w:val="newidCar"/>
    <w:qFormat/>
    <w:rsid w:val="001D1D2D"/>
    <w:pPr>
      <w:spacing w:before="180"/>
    </w:pPr>
  </w:style>
  <w:style w:type="character" w:customStyle="1" w:styleId="newidCar">
    <w:name w:val="newid Car"/>
    <w:basedOn w:val="paraCar"/>
    <w:link w:val="newid"/>
    <w:rsid w:val="001D1D2D"/>
    <w:rPr>
      <w:rFonts w:ascii="Palatino Linotype" w:eastAsia="Arial Unicode MS" w:hAnsi="Palatino Linotype"/>
      <w:sz w:val="22"/>
      <w:szCs w:val="22"/>
    </w:rPr>
  </w:style>
  <w:style w:type="paragraph" w:customStyle="1" w:styleId="tititre">
    <w:name w:val="tititre"/>
    <w:basedOn w:val="Normal"/>
    <w:link w:val="tititreCar"/>
    <w:qFormat/>
    <w:rsid w:val="001D1D2D"/>
    <w:pPr>
      <w:spacing w:before="240" w:after="120" w:line="360" w:lineRule="auto"/>
      <w:ind w:hanging="680"/>
    </w:pPr>
    <w:rPr>
      <w:rFonts w:ascii="Palatino Linotype" w:hAnsi="Palatino Linotype" w:cs="Arial"/>
      <w:szCs w:val="22"/>
      <w:u w:val="single"/>
    </w:rPr>
  </w:style>
  <w:style w:type="character" w:customStyle="1" w:styleId="tititreCar">
    <w:name w:val="tititre Car"/>
    <w:basedOn w:val="Policepardfaut"/>
    <w:link w:val="tititre"/>
    <w:rsid w:val="001D1D2D"/>
    <w:rPr>
      <w:rFonts w:ascii="Palatino Linotype" w:hAnsi="Palatino Linotype" w:cs="Arial"/>
      <w:sz w:val="22"/>
      <w:szCs w:val="22"/>
      <w:u w:val="single"/>
    </w:rPr>
  </w:style>
  <w:style w:type="character" w:customStyle="1" w:styleId="apple-converted-space">
    <w:name w:val="apple-converted-space"/>
    <w:basedOn w:val="Policepardfaut"/>
    <w:rsid w:val="00C502C6"/>
  </w:style>
  <w:style w:type="character" w:customStyle="1" w:styleId="surligne">
    <w:name w:val="surligne"/>
    <w:basedOn w:val="Policepardfaut"/>
    <w:rsid w:val="003B4C70"/>
  </w:style>
  <w:style w:type="character" w:styleId="Marquedecommentaire">
    <w:name w:val="annotation reference"/>
    <w:basedOn w:val="Policepardfaut"/>
    <w:uiPriority w:val="99"/>
    <w:rsid w:val="00A36D09"/>
    <w:rPr>
      <w:sz w:val="16"/>
      <w:szCs w:val="16"/>
    </w:rPr>
  </w:style>
  <w:style w:type="paragraph" w:styleId="Commentaire">
    <w:name w:val="annotation text"/>
    <w:basedOn w:val="Normal"/>
    <w:link w:val="CommentaireCar"/>
    <w:rsid w:val="00A36D09"/>
    <w:rPr>
      <w:sz w:val="20"/>
    </w:rPr>
  </w:style>
  <w:style w:type="character" w:customStyle="1" w:styleId="CommentaireCar">
    <w:name w:val="Commentaire Car"/>
    <w:basedOn w:val="Policepardfaut"/>
    <w:link w:val="Commentaire"/>
    <w:rsid w:val="00A36D09"/>
  </w:style>
  <w:style w:type="paragraph" w:styleId="Objetducommentaire">
    <w:name w:val="annotation subject"/>
    <w:basedOn w:val="Commentaire"/>
    <w:next w:val="Commentaire"/>
    <w:link w:val="ObjetducommentaireCar"/>
    <w:rsid w:val="00A36D09"/>
    <w:rPr>
      <w:b/>
      <w:bCs/>
    </w:rPr>
  </w:style>
  <w:style w:type="character" w:customStyle="1" w:styleId="ObjetducommentaireCar">
    <w:name w:val="Objet du commentaire Car"/>
    <w:basedOn w:val="CommentaireCar"/>
    <w:link w:val="Objetducommentaire"/>
    <w:rsid w:val="00A36D09"/>
    <w:rPr>
      <w:b/>
      <w:bCs/>
    </w:rPr>
  </w:style>
  <w:style w:type="character" w:styleId="Lienhypertextesuivivisit">
    <w:name w:val="FollowedHyperlink"/>
    <w:basedOn w:val="Policepardfaut"/>
    <w:rsid w:val="00E36875"/>
    <w:rPr>
      <w:color w:val="800080" w:themeColor="followedHyperlink"/>
      <w:u w:val="single"/>
    </w:rPr>
  </w:style>
  <w:style w:type="character" w:customStyle="1" w:styleId="NotedebasdepageCar">
    <w:name w:val="Note de bas de page Car"/>
    <w:basedOn w:val="Policepardfaut"/>
    <w:link w:val="Notedebasdepage"/>
    <w:semiHidden/>
    <w:rsid w:val="00AC7DEC"/>
    <w:rPr>
      <w:sz w:val="16"/>
    </w:rPr>
  </w:style>
  <w:style w:type="paragraph" w:styleId="Notedefin">
    <w:name w:val="endnote text"/>
    <w:basedOn w:val="Normal"/>
    <w:link w:val="NotedefinCar"/>
    <w:rsid w:val="001B40E5"/>
    <w:rPr>
      <w:sz w:val="20"/>
    </w:rPr>
  </w:style>
  <w:style w:type="character" w:customStyle="1" w:styleId="NotedefinCar">
    <w:name w:val="Note de fin Car"/>
    <w:basedOn w:val="Policepardfaut"/>
    <w:link w:val="Notedefin"/>
    <w:rsid w:val="001B40E5"/>
  </w:style>
  <w:style w:type="character" w:styleId="Appeldenotedefin">
    <w:name w:val="endnote reference"/>
    <w:basedOn w:val="Policepardfaut"/>
    <w:rsid w:val="001B40E5"/>
    <w:rPr>
      <w:vertAlign w:val="superscript"/>
    </w:rPr>
  </w:style>
  <w:style w:type="paragraph" w:customStyle="1" w:styleId="question">
    <w:name w:val="question"/>
    <w:basedOn w:val="newid"/>
    <w:link w:val="questionCar"/>
    <w:qFormat/>
    <w:rsid w:val="00424D0C"/>
    <w:pPr>
      <w:numPr>
        <w:numId w:val="9"/>
      </w:numPr>
    </w:pPr>
    <w:rPr>
      <w:rFonts w:eastAsia="Cambria"/>
      <w:color w:val="548DD4" w:themeColor="text2" w:themeTint="99"/>
      <w:lang w:eastAsia="en-US"/>
    </w:rPr>
  </w:style>
  <w:style w:type="paragraph" w:customStyle="1" w:styleId="rponse">
    <w:name w:val="réponse"/>
    <w:basedOn w:val="para"/>
    <w:link w:val="rponseCar"/>
    <w:qFormat/>
    <w:rsid w:val="00424D0C"/>
    <w:pPr>
      <w:ind w:firstLine="533"/>
    </w:pPr>
  </w:style>
  <w:style w:type="character" w:customStyle="1" w:styleId="questionCar">
    <w:name w:val="question Car"/>
    <w:basedOn w:val="newidCar"/>
    <w:link w:val="question"/>
    <w:rsid w:val="00424D0C"/>
    <w:rPr>
      <w:rFonts w:ascii="Palatino Linotype" w:eastAsia="Cambria" w:hAnsi="Palatino Linotype"/>
      <w:color w:val="548DD4" w:themeColor="text2" w:themeTint="99"/>
      <w:sz w:val="22"/>
      <w:szCs w:val="22"/>
      <w:lang w:eastAsia="en-US"/>
    </w:rPr>
  </w:style>
  <w:style w:type="character" w:customStyle="1" w:styleId="rponseCar">
    <w:name w:val="réponse Car"/>
    <w:basedOn w:val="paraCar"/>
    <w:link w:val="rponse"/>
    <w:rsid w:val="00424D0C"/>
    <w:rPr>
      <w:rFonts w:ascii="Palatino Linotype" w:eastAsia="Arial Unicode MS" w:hAnsi="Palatino Linotype"/>
      <w:sz w:val="22"/>
      <w:szCs w:val="22"/>
    </w:rPr>
  </w:style>
  <w:style w:type="paragraph" w:customStyle="1" w:styleId="NormalSansRetrait">
    <w:name w:val="NormalSansRetrait"/>
    <w:basedOn w:val="Normal"/>
    <w:rsid w:val="00D66FBB"/>
    <w:pPr>
      <w:keepLines/>
      <w:tabs>
        <w:tab w:val="left" w:pos="170"/>
        <w:tab w:val="left" w:pos="340"/>
        <w:tab w:val="left" w:pos="510"/>
      </w:tabs>
      <w:spacing w:before="40"/>
    </w:pPr>
    <w:rPr>
      <w:rFonts w:ascii="Arial" w:hAnsi="Arial"/>
      <w:sz w:val="16"/>
    </w:rPr>
  </w:style>
  <w:style w:type="paragraph" w:styleId="NormalWeb">
    <w:name w:val="Normal (Web)"/>
    <w:basedOn w:val="Normal"/>
    <w:uiPriority w:val="99"/>
    <w:unhideWhenUsed/>
    <w:rsid w:val="00800C72"/>
    <w:pPr>
      <w:spacing w:before="100" w:beforeAutospacing="1" w:after="100" w:afterAutospacing="1"/>
      <w:jc w:val="left"/>
    </w:pPr>
    <w:rPr>
      <w:sz w:val="24"/>
      <w:szCs w:val="24"/>
    </w:rPr>
  </w:style>
  <w:style w:type="character" w:customStyle="1" w:styleId="liensartnonresolu">
    <w:name w:val="liensartnonresolu"/>
    <w:basedOn w:val="Policepardfaut"/>
    <w:rsid w:val="006769F4"/>
  </w:style>
  <w:style w:type="paragraph" w:styleId="Rvision">
    <w:name w:val="Revision"/>
    <w:hidden/>
    <w:uiPriority w:val="99"/>
    <w:semiHidden/>
    <w:rsid w:val="0068749F"/>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7E90"/>
    <w:pPr>
      <w:jc w:val="both"/>
    </w:pPr>
    <w:rPr>
      <w:sz w:val="22"/>
    </w:rPr>
  </w:style>
  <w:style w:type="paragraph" w:styleId="Titre10">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Titre20">
    <w:name w:val="heading 2"/>
    <w:basedOn w:val="Titre10"/>
    <w:next w:val="Normal"/>
    <w:qFormat/>
    <w:rsid w:val="0061247F"/>
    <w:pPr>
      <w:numPr>
        <w:ilvl w:val="1"/>
        <w:numId w:val="2"/>
      </w:numPr>
      <w:spacing w:before="360" w:after="120"/>
      <w:ind w:left="624" w:hanging="624"/>
      <w:outlineLvl w:val="1"/>
    </w:pPr>
    <w:rPr>
      <w:b w:val="0"/>
      <w:sz w:val="32"/>
    </w:rPr>
  </w:style>
  <w:style w:type="paragraph" w:styleId="Titre3">
    <w:name w:val="heading 3"/>
    <w:basedOn w:val="Titre20"/>
    <w:next w:val="Normal"/>
    <w:qFormat/>
    <w:rsid w:val="0061247F"/>
    <w:pPr>
      <w:numPr>
        <w:ilvl w:val="2"/>
        <w:numId w:val="3"/>
      </w:numPr>
      <w:ind w:left="680" w:hanging="680"/>
      <w:outlineLvl w:val="2"/>
    </w:pPr>
    <w:rPr>
      <w:b/>
      <w:sz w:val="24"/>
    </w:rPr>
  </w:style>
  <w:style w:type="paragraph" w:styleId="Titre4">
    <w:name w:val="heading 4"/>
    <w:basedOn w:val="Titre3"/>
    <w:next w:val="Normal"/>
    <w:qFormat/>
    <w:rsid w:val="0061247F"/>
    <w:pPr>
      <w:numPr>
        <w:ilvl w:val="3"/>
        <w:numId w:val="4"/>
      </w:numPr>
      <w:spacing w:before="240"/>
      <w:ind w:left="794" w:hanging="794"/>
      <w:outlineLvl w:val="3"/>
    </w:pPr>
    <w:rPr>
      <w:b w:val="0"/>
      <w:sz w:val="22"/>
    </w:rPr>
  </w:style>
  <w:style w:type="paragraph" w:styleId="Titre5">
    <w:name w:val="heading 5"/>
    <w:basedOn w:val="Titre4"/>
    <w:qFormat/>
    <w:rsid w:val="0061247F"/>
    <w:pPr>
      <w:numPr>
        <w:ilvl w:val="4"/>
        <w:numId w:val="5"/>
      </w:numPr>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rsid w:val="0061247F"/>
    <w:rPr>
      <w:rFonts w:ascii="Times New Roman" w:hAnsi="Times New Roman"/>
      <w:position w:val="6"/>
      <w:sz w:val="12"/>
      <w:bdr w:val="none" w:sz="0" w:space="0" w:color="auto"/>
    </w:rPr>
  </w:style>
  <w:style w:type="paragraph" w:styleId="En-tte">
    <w:name w:val="header"/>
    <w:basedOn w:val="Normal"/>
    <w:rsid w:val="0061247F"/>
    <w:pPr>
      <w:pBdr>
        <w:bottom w:val="single" w:sz="6" w:space="2" w:color="auto"/>
      </w:pBdr>
      <w:tabs>
        <w:tab w:val="right" w:pos="8222"/>
      </w:tabs>
    </w:pPr>
    <w:rPr>
      <w:sz w:val="18"/>
    </w:rPr>
  </w:style>
  <w:style w:type="paragraph" w:styleId="Notedebasdepage">
    <w:name w:val="footnote text"/>
    <w:basedOn w:val="Normal"/>
    <w:link w:val="NotedebasdepageCar"/>
    <w:semiHidden/>
    <w:rsid w:val="0061247F"/>
    <w:pPr>
      <w:spacing w:before="40" w:after="40"/>
      <w:ind w:left="170" w:right="851" w:hanging="170"/>
    </w:pPr>
    <w:rPr>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C544BA"/>
    <w:rPr>
      <w:rFonts w:ascii="Arial" w:eastAsiaTheme="majorEastAsia" w:hAnsi="Arial" w:cstheme="majorBidi"/>
      <w:color w:val="17365D" w:themeColor="text2" w:themeShade="BF"/>
      <w:spacing w:val="5"/>
      <w:kern w:val="28"/>
      <w:sz w:val="52"/>
      <w:szCs w:val="52"/>
    </w:rPr>
  </w:style>
  <w:style w:type="paragraph" w:styleId="Textedebulles">
    <w:name w:val="Balloon Text"/>
    <w:basedOn w:val="Normal"/>
    <w:link w:val="TextedebullesCar"/>
    <w:rsid w:val="007B124D"/>
    <w:rPr>
      <w:rFonts w:ascii="Tahoma" w:hAnsi="Tahoma" w:cs="Tahoma"/>
      <w:sz w:val="16"/>
      <w:szCs w:val="16"/>
    </w:rPr>
  </w:style>
  <w:style w:type="character" w:customStyle="1" w:styleId="TextedebullesCar">
    <w:name w:val="Texte de bulles Car"/>
    <w:basedOn w:val="Policepardfaut"/>
    <w:link w:val="Textedebulles"/>
    <w:rsid w:val="007B124D"/>
    <w:rPr>
      <w:rFonts w:ascii="Tahoma" w:hAnsi="Tahoma" w:cs="Tahoma"/>
      <w:sz w:val="16"/>
      <w:szCs w:val="16"/>
    </w:rPr>
  </w:style>
  <w:style w:type="paragraph" w:customStyle="1" w:styleId="Default">
    <w:name w:val="Default"/>
    <w:rsid w:val="007B124D"/>
    <w:pPr>
      <w:autoSpaceDE w:val="0"/>
      <w:autoSpaceDN w:val="0"/>
      <w:adjustRightInd w:val="0"/>
    </w:pPr>
    <w:rPr>
      <w:rFonts w:ascii="Arial" w:hAnsi="Arial" w:cs="Arial"/>
      <w:color w:val="000000"/>
      <w:sz w:val="24"/>
      <w:szCs w:val="24"/>
    </w:rPr>
  </w:style>
  <w:style w:type="character" w:customStyle="1" w:styleId="PieddepageCar">
    <w:name w:val="Pied de page Car"/>
    <w:basedOn w:val="Policepardfaut"/>
    <w:link w:val="Pieddepage"/>
    <w:uiPriority w:val="99"/>
    <w:rsid w:val="007D16A8"/>
    <w:rPr>
      <w:rFonts w:ascii="Arial" w:hAnsi="Arial"/>
      <w:sz w:val="18"/>
    </w:rPr>
  </w:style>
  <w:style w:type="paragraph" w:styleId="Paragraphedeliste">
    <w:name w:val="List Paragraph"/>
    <w:basedOn w:val="Normal"/>
    <w:link w:val="ParagraphedelisteCar"/>
    <w:uiPriority w:val="34"/>
    <w:qFormat/>
    <w:rsid w:val="006D663E"/>
    <w:pPr>
      <w:ind w:left="720"/>
      <w:contextualSpacing/>
    </w:pPr>
    <w:rPr>
      <w:rFonts w:ascii="Arial" w:eastAsia="Cambria" w:hAnsi="Arial"/>
      <w:sz w:val="20"/>
      <w:szCs w:val="24"/>
      <w:lang w:eastAsia="en-US"/>
    </w:rPr>
  </w:style>
  <w:style w:type="character" w:customStyle="1" w:styleId="Style2">
    <w:name w:val="Style2"/>
    <w:basedOn w:val="Policepardfaut"/>
    <w:rsid w:val="006D663E"/>
    <w:rPr>
      <w:rFonts w:ascii="Arial" w:hAnsi="Arial"/>
      <w:sz w:val="18"/>
    </w:rPr>
  </w:style>
  <w:style w:type="character" w:customStyle="1" w:styleId="hps">
    <w:name w:val="hps"/>
    <w:basedOn w:val="Policepardfaut"/>
    <w:rsid w:val="006D663E"/>
  </w:style>
  <w:style w:type="character" w:customStyle="1" w:styleId="ParagraphedelisteCar">
    <w:name w:val="Paragraphe de liste Car"/>
    <w:basedOn w:val="Policepardfaut"/>
    <w:link w:val="Paragraphedeliste"/>
    <w:uiPriority w:val="34"/>
    <w:locked/>
    <w:rsid w:val="006D663E"/>
    <w:rPr>
      <w:rFonts w:ascii="Arial" w:eastAsia="Cambria" w:hAnsi="Arial"/>
      <w:szCs w:val="24"/>
      <w:lang w:eastAsia="en-US"/>
    </w:rPr>
  </w:style>
  <w:style w:type="character" w:styleId="Lienhypertexte">
    <w:name w:val="Hyperlink"/>
    <w:basedOn w:val="Policepardfaut"/>
    <w:unhideWhenUsed/>
    <w:rsid w:val="00F92A3C"/>
    <w:rPr>
      <w:color w:val="0000FF"/>
      <w:u w:val="single"/>
    </w:rPr>
  </w:style>
  <w:style w:type="character" w:styleId="Emphaseintense">
    <w:name w:val="Intense Emphasis"/>
    <w:basedOn w:val="Policepardfaut"/>
    <w:uiPriority w:val="21"/>
    <w:qFormat/>
    <w:rsid w:val="008A7922"/>
    <w:rPr>
      <w:b/>
      <w:bCs/>
      <w:i/>
      <w:iCs/>
      <w:color w:val="4F81BD" w:themeColor="accent1"/>
    </w:rPr>
  </w:style>
  <w:style w:type="paragraph" w:customStyle="1" w:styleId="para">
    <w:name w:val="para"/>
    <w:basedOn w:val="Normal"/>
    <w:link w:val="paraCar"/>
    <w:qFormat/>
    <w:rsid w:val="002D156C"/>
    <w:pPr>
      <w:autoSpaceDE w:val="0"/>
      <w:autoSpaceDN w:val="0"/>
      <w:adjustRightInd w:val="0"/>
      <w:spacing w:line="276" w:lineRule="auto"/>
      <w:ind w:left="176" w:firstLine="425"/>
    </w:pPr>
    <w:rPr>
      <w:rFonts w:ascii="Palatino Linotype" w:eastAsia="Arial Unicode MS" w:hAnsi="Palatino Linotype"/>
      <w:szCs w:val="22"/>
    </w:rPr>
  </w:style>
  <w:style w:type="character" w:customStyle="1" w:styleId="paraCar">
    <w:name w:val="para Car"/>
    <w:basedOn w:val="Policepardfaut"/>
    <w:link w:val="para"/>
    <w:rsid w:val="002D156C"/>
    <w:rPr>
      <w:rFonts w:ascii="Palatino Linotype" w:eastAsia="Arial Unicode MS" w:hAnsi="Palatino Linotype"/>
      <w:sz w:val="22"/>
      <w:szCs w:val="22"/>
    </w:rPr>
  </w:style>
  <w:style w:type="paragraph" w:customStyle="1" w:styleId="nbdp">
    <w:name w:val="nbdp"/>
    <w:basedOn w:val="Notedebasdepage"/>
    <w:link w:val="nbdpCar"/>
    <w:qFormat/>
    <w:rsid w:val="002D156C"/>
    <w:pPr>
      <w:spacing w:before="0" w:after="0"/>
      <w:ind w:left="0" w:right="0" w:firstLine="0"/>
    </w:pPr>
    <w:rPr>
      <w:rFonts w:ascii="Palatino Linotype" w:hAnsi="Palatino Linotype"/>
      <w:sz w:val="18"/>
      <w:szCs w:val="18"/>
    </w:rPr>
  </w:style>
  <w:style w:type="character" w:customStyle="1" w:styleId="nbdpCar">
    <w:name w:val="nbdp Car"/>
    <w:basedOn w:val="Policepardfaut"/>
    <w:link w:val="nbdp"/>
    <w:rsid w:val="002D156C"/>
    <w:rPr>
      <w:rFonts w:ascii="Palatino Linotype" w:hAnsi="Palatino Linotype"/>
      <w:sz w:val="18"/>
      <w:szCs w:val="18"/>
    </w:rPr>
  </w:style>
  <w:style w:type="paragraph" w:customStyle="1" w:styleId="Titre1">
    <w:name w:val="Titre1"/>
    <w:basedOn w:val="Titre"/>
    <w:qFormat/>
    <w:rsid w:val="001D1D2D"/>
    <w:pPr>
      <w:keepNext/>
      <w:keepLines/>
      <w:numPr>
        <w:numId w:val="7"/>
      </w:numPr>
      <w:pBdr>
        <w:bottom w:val="none" w:sz="0" w:space="0" w:color="auto"/>
      </w:pBdr>
      <w:spacing w:before="480" w:after="120"/>
      <w:contextualSpacing w:val="0"/>
      <w:jc w:val="center"/>
      <w:outlineLvl w:val="0"/>
    </w:pPr>
    <w:rPr>
      <w:rFonts w:ascii="Times New Roman" w:hAnsi="Times New Roman" w:cs="Times New Roman"/>
      <w:b/>
      <w:bCs/>
      <w:color w:val="4F81BD" w:themeColor="accent1"/>
      <w:spacing w:val="0"/>
      <w:kern w:val="0"/>
      <w:sz w:val="28"/>
      <w:szCs w:val="28"/>
      <w:lang w:eastAsia="en-US"/>
    </w:rPr>
  </w:style>
  <w:style w:type="paragraph" w:customStyle="1" w:styleId="Titre2">
    <w:name w:val="Titre2"/>
    <w:basedOn w:val="Titre20"/>
    <w:link w:val="Titre2Car"/>
    <w:qFormat/>
    <w:rsid w:val="001D1D2D"/>
    <w:pPr>
      <w:keepLines/>
      <w:numPr>
        <w:numId w:val="7"/>
      </w:numPr>
      <w:spacing w:before="200"/>
      <w:jc w:val="both"/>
    </w:pPr>
    <w:rPr>
      <w:rFonts w:ascii="Times New Roman" w:eastAsiaTheme="majorEastAsia" w:hAnsi="Times New Roman" w:cs="Arial"/>
      <w:b/>
      <w:bCs/>
      <w:color w:val="4F81BD" w:themeColor="accent1"/>
      <w:sz w:val="22"/>
      <w:szCs w:val="22"/>
      <w:lang w:eastAsia="en-US"/>
    </w:rPr>
  </w:style>
  <w:style w:type="character" w:customStyle="1" w:styleId="Titre2Car">
    <w:name w:val="Titre2 Car"/>
    <w:basedOn w:val="Policepardfaut"/>
    <w:link w:val="Titre2"/>
    <w:rsid w:val="001D1D2D"/>
    <w:rPr>
      <w:rFonts w:eastAsiaTheme="majorEastAsia" w:cs="Arial"/>
      <w:b/>
      <w:bCs/>
      <w:color w:val="4F81BD" w:themeColor="accent1"/>
      <w:sz w:val="22"/>
      <w:szCs w:val="22"/>
      <w:lang w:eastAsia="en-US"/>
    </w:rPr>
  </w:style>
  <w:style w:type="paragraph" w:customStyle="1" w:styleId="newid">
    <w:name w:val="newid"/>
    <w:basedOn w:val="para"/>
    <w:link w:val="newidCar"/>
    <w:qFormat/>
    <w:rsid w:val="001D1D2D"/>
    <w:pPr>
      <w:spacing w:before="180"/>
    </w:pPr>
  </w:style>
  <w:style w:type="character" w:customStyle="1" w:styleId="newidCar">
    <w:name w:val="newid Car"/>
    <w:basedOn w:val="paraCar"/>
    <w:link w:val="newid"/>
    <w:rsid w:val="001D1D2D"/>
    <w:rPr>
      <w:rFonts w:ascii="Palatino Linotype" w:eastAsia="Arial Unicode MS" w:hAnsi="Palatino Linotype"/>
      <w:sz w:val="22"/>
      <w:szCs w:val="22"/>
    </w:rPr>
  </w:style>
  <w:style w:type="paragraph" w:customStyle="1" w:styleId="tititre">
    <w:name w:val="tititre"/>
    <w:basedOn w:val="Normal"/>
    <w:link w:val="tititreCar"/>
    <w:qFormat/>
    <w:rsid w:val="001D1D2D"/>
    <w:pPr>
      <w:spacing w:before="240" w:after="120" w:line="360" w:lineRule="auto"/>
      <w:ind w:hanging="680"/>
    </w:pPr>
    <w:rPr>
      <w:rFonts w:ascii="Palatino Linotype" w:hAnsi="Palatino Linotype" w:cs="Arial"/>
      <w:szCs w:val="22"/>
      <w:u w:val="single"/>
    </w:rPr>
  </w:style>
  <w:style w:type="character" w:customStyle="1" w:styleId="tititreCar">
    <w:name w:val="tititre Car"/>
    <w:basedOn w:val="Policepardfaut"/>
    <w:link w:val="tititre"/>
    <w:rsid w:val="001D1D2D"/>
    <w:rPr>
      <w:rFonts w:ascii="Palatino Linotype" w:hAnsi="Palatino Linotype" w:cs="Arial"/>
      <w:sz w:val="22"/>
      <w:szCs w:val="22"/>
      <w:u w:val="single"/>
    </w:rPr>
  </w:style>
  <w:style w:type="character" w:customStyle="1" w:styleId="apple-converted-space">
    <w:name w:val="apple-converted-space"/>
    <w:basedOn w:val="Policepardfaut"/>
    <w:rsid w:val="00C502C6"/>
  </w:style>
  <w:style w:type="character" w:customStyle="1" w:styleId="surligne">
    <w:name w:val="surligne"/>
    <w:basedOn w:val="Policepardfaut"/>
    <w:rsid w:val="003B4C70"/>
  </w:style>
  <w:style w:type="character" w:styleId="Marquedecommentaire">
    <w:name w:val="annotation reference"/>
    <w:basedOn w:val="Policepardfaut"/>
    <w:uiPriority w:val="99"/>
    <w:rsid w:val="00A36D09"/>
    <w:rPr>
      <w:sz w:val="16"/>
      <w:szCs w:val="16"/>
    </w:rPr>
  </w:style>
  <w:style w:type="paragraph" w:styleId="Commentaire">
    <w:name w:val="annotation text"/>
    <w:basedOn w:val="Normal"/>
    <w:link w:val="CommentaireCar"/>
    <w:rsid w:val="00A36D09"/>
    <w:rPr>
      <w:sz w:val="20"/>
    </w:rPr>
  </w:style>
  <w:style w:type="character" w:customStyle="1" w:styleId="CommentaireCar">
    <w:name w:val="Commentaire Car"/>
    <w:basedOn w:val="Policepardfaut"/>
    <w:link w:val="Commentaire"/>
    <w:rsid w:val="00A36D09"/>
  </w:style>
  <w:style w:type="paragraph" w:styleId="Objetducommentaire">
    <w:name w:val="annotation subject"/>
    <w:basedOn w:val="Commentaire"/>
    <w:next w:val="Commentaire"/>
    <w:link w:val="ObjetducommentaireCar"/>
    <w:rsid w:val="00A36D09"/>
    <w:rPr>
      <w:b/>
      <w:bCs/>
    </w:rPr>
  </w:style>
  <w:style w:type="character" w:customStyle="1" w:styleId="ObjetducommentaireCar">
    <w:name w:val="Objet du commentaire Car"/>
    <w:basedOn w:val="CommentaireCar"/>
    <w:link w:val="Objetducommentaire"/>
    <w:rsid w:val="00A36D09"/>
    <w:rPr>
      <w:b/>
      <w:bCs/>
    </w:rPr>
  </w:style>
  <w:style w:type="character" w:styleId="Lienhypertextesuivivisit">
    <w:name w:val="FollowedHyperlink"/>
    <w:basedOn w:val="Policepardfaut"/>
    <w:rsid w:val="00E36875"/>
    <w:rPr>
      <w:color w:val="800080" w:themeColor="followedHyperlink"/>
      <w:u w:val="single"/>
    </w:rPr>
  </w:style>
  <w:style w:type="character" w:customStyle="1" w:styleId="NotedebasdepageCar">
    <w:name w:val="Note de bas de page Car"/>
    <w:basedOn w:val="Policepardfaut"/>
    <w:link w:val="Notedebasdepage"/>
    <w:semiHidden/>
    <w:rsid w:val="00AC7DEC"/>
    <w:rPr>
      <w:sz w:val="16"/>
    </w:rPr>
  </w:style>
  <w:style w:type="paragraph" w:styleId="Notedefin">
    <w:name w:val="endnote text"/>
    <w:basedOn w:val="Normal"/>
    <w:link w:val="NotedefinCar"/>
    <w:rsid w:val="001B40E5"/>
    <w:rPr>
      <w:sz w:val="20"/>
    </w:rPr>
  </w:style>
  <w:style w:type="character" w:customStyle="1" w:styleId="NotedefinCar">
    <w:name w:val="Note de fin Car"/>
    <w:basedOn w:val="Policepardfaut"/>
    <w:link w:val="Notedefin"/>
    <w:rsid w:val="001B40E5"/>
  </w:style>
  <w:style w:type="character" w:styleId="Appeldenotedefin">
    <w:name w:val="endnote reference"/>
    <w:basedOn w:val="Policepardfaut"/>
    <w:rsid w:val="001B40E5"/>
    <w:rPr>
      <w:vertAlign w:val="superscript"/>
    </w:rPr>
  </w:style>
  <w:style w:type="paragraph" w:customStyle="1" w:styleId="question">
    <w:name w:val="question"/>
    <w:basedOn w:val="newid"/>
    <w:link w:val="questionCar"/>
    <w:qFormat/>
    <w:rsid w:val="00424D0C"/>
    <w:pPr>
      <w:numPr>
        <w:numId w:val="9"/>
      </w:numPr>
    </w:pPr>
    <w:rPr>
      <w:rFonts w:eastAsia="Cambria"/>
      <w:color w:val="548DD4" w:themeColor="text2" w:themeTint="99"/>
      <w:lang w:eastAsia="en-US"/>
    </w:rPr>
  </w:style>
  <w:style w:type="paragraph" w:customStyle="1" w:styleId="rponse">
    <w:name w:val="réponse"/>
    <w:basedOn w:val="para"/>
    <w:link w:val="rponseCar"/>
    <w:qFormat/>
    <w:rsid w:val="00424D0C"/>
    <w:pPr>
      <w:ind w:firstLine="533"/>
    </w:pPr>
  </w:style>
  <w:style w:type="character" w:customStyle="1" w:styleId="questionCar">
    <w:name w:val="question Car"/>
    <w:basedOn w:val="newidCar"/>
    <w:link w:val="question"/>
    <w:rsid w:val="00424D0C"/>
    <w:rPr>
      <w:rFonts w:ascii="Palatino Linotype" w:eastAsia="Cambria" w:hAnsi="Palatino Linotype"/>
      <w:color w:val="548DD4" w:themeColor="text2" w:themeTint="99"/>
      <w:sz w:val="22"/>
      <w:szCs w:val="22"/>
      <w:lang w:eastAsia="en-US"/>
    </w:rPr>
  </w:style>
  <w:style w:type="character" w:customStyle="1" w:styleId="rponseCar">
    <w:name w:val="réponse Car"/>
    <w:basedOn w:val="paraCar"/>
    <w:link w:val="rponse"/>
    <w:rsid w:val="00424D0C"/>
    <w:rPr>
      <w:rFonts w:ascii="Palatino Linotype" w:eastAsia="Arial Unicode MS" w:hAnsi="Palatino Linotype"/>
      <w:sz w:val="22"/>
      <w:szCs w:val="22"/>
    </w:rPr>
  </w:style>
  <w:style w:type="paragraph" w:customStyle="1" w:styleId="NormalSansRetrait">
    <w:name w:val="NormalSansRetrait"/>
    <w:basedOn w:val="Normal"/>
    <w:rsid w:val="00D66FBB"/>
    <w:pPr>
      <w:keepLines/>
      <w:tabs>
        <w:tab w:val="left" w:pos="170"/>
        <w:tab w:val="left" w:pos="340"/>
        <w:tab w:val="left" w:pos="510"/>
      </w:tabs>
      <w:spacing w:before="40"/>
    </w:pPr>
    <w:rPr>
      <w:rFonts w:ascii="Arial" w:hAnsi="Arial"/>
      <w:sz w:val="16"/>
    </w:rPr>
  </w:style>
  <w:style w:type="paragraph" w:styleId="NormalWeb">
    <w:name w:val="Normal (Web)"/>
    <w:basedOn w:val="Normal"/>
    <w:uiPriority w:val="99"/>
    <w:unhideWhenUsed/>
    <w:rsid w:val="00800C72"/>
    <w:pPr>
      <w:spacing w:before="100" w:beforeAutospacing="1" w:after="100" w:afterAutospacing="1"/>
      <w:jc w:val="left"/>
    </w:pPr>
    <w:rPr>
      <w:sz w:val="24"/>
      <w:szCs w:val="24"/>
    </w:rPr>
  </w:style>
  <w:style w:type="character" w:customStyle="1" w:styleId="liensartnonresolu">
    <w:name w:val="liensartnonresolu"/>
    <w:basedOn w:val="Policepardfaut"/>
    <w:rsid w:val="006769F4"/>
  </w:style>
  <w:style w:type="paragraph" w:styleId="Rvision">
    <w:name w:val="Revision"/>
    <w:hidden/>
    <w:uiPriority w:val="99"/>
    <w:semiHidden/>
    <w:rsid w:val="0068749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0594">
      <w:bodyDiv w:val="1"/>
      <w:marLeft w:val="0"/>
      <w:marRight w:val="0"/>
      <w:marTop w:val="0"/>
      <w:marBottom w:val="0"/>
      <w:divBdr>
        <w:top w:val="none" w:sz="0" w:space="0" w:color="auto"/>
        <w:left w:val="none" w:sz="0" w:space="0" w:color="auto"/>
        <w:bottom w:val="none" w:sz="0" w:space="0" w:color="auto"/>
        <w:right w:val="none" w:sz="0" w:space="0" w:color="auto"/>
      </w:divBdr>
    </w:div>
    <w:div w:id="62677145">
      <w:bodyDiv w:val="1"/>
      <w:marLeft w:val="0"/>
      <w:marRight w:val="0"/>
      <w:marTop w:val="0"/>
      <w:marBottom w:val="0"/>
      <w:divBdr>
        <w:top w:val="none" w:sz="0" w:space="0" w:color="auto"/>
        <w:left w:val="none" w:sz="0" w:space="0" w:color="auto"/>
        <w:bottom w:val="none" w:sz="0" w:space="0" w:color="auto"/>
        <w:right w:val="none" w:sz="0" w:space="0" w:color="auto"/>
      </w:divBdr>
    </w:div>
    <w:div w:id="78067855">
      <w:bodyDiv w:val="1"/>
      <w:marLeft w:val="0"/>
      <w:marRight w:val="0"/>
      <w:marTop w:val="0"/>
      <w:marBottom w:val="0"/>
      <w:divBdr>
        <w:top w:val="none" w:sz="0" w:space="0" w:color="auto"/>
        <w:left w:val="none" w:sz="0" w:space="0" w:color="auto"/>
        <w:bottom w:val="none" w:sz="0" w:space="0" w:color="auto"/>
        <w:right w:val="none" w:sz="0" w:space="0" w:color="auto"/>
      </w:divBdr>
    </w:div>
    <w:div w:id="156314219">
      <w:bodyDiv w:val="1"/>
      <w:marLeft w:val="0"/>
      <w:marRight w:val="0"/>
      <w:marTop w:val="0"/>
      <w:marBottom w:val="0"/>
      <w:divBdr>
        <w:top w:val="none" w:sz="0" w:space="0" w:color="auto"/>
        <w:left w:val="none" w:sz="0" w:space="0" w:color="auto"/>
        <w:bottom w:val="none" w:sz="0" w:space="0" w:color="auto"/>
        <w:right w:val="none" w:sz="0" w:space="0" w:color="auto"/>
      </w:divBdr>
    </w:div>
    <w:div w:id="181937551">
      <w:bodyDiv w:val="1"/>
      <w:marLeft w:val="0"/>
      <w:marRight w:val="0"/>
      <w:marTop w:val="0"/>
      <w:marBottom w:val="0"/>
      <w:divBdr>
        <w:top w:val="none" w:sz="0" w:space="0" w:color="auto"/>
        <w:left w:val="none" w:sz="0" w:space="0" w:color="auto"/>
        <w:bottom w:val="none" w:sz="0" w:space="0" w:color="auto"/>
        <w:right w:val="none" w:sz="0" w:space="0" w:color="auto"/>
      </w:divBdr>
    </w:div>
    <w:div w:id="191916997">
      <w:bodyDiv w:val="1"/>
      <w:marLeft w:val="0"/>
      <w:marRight w:val="0"/>
      <w:marTop w:val="0"/>
      <w:marBottom w:val="0"/>
      <w:divBdr>
        <w:top w:val="none" w:sz="0" w:space="0" w:color="auto"/>
        <w:left w:val="none" w:sz="0" w:space="0" w:color="auto"/>
        <w:bottom w:val="none" w:sz="0" w:space="0" w:color="auto"/>
        <w:right w:val="none" w:sz="0" w:space="0" w:color="auto"/>
      </w:divBdr>
      <w:divsChild>
        <w:div w:id="1618566911">
          <w:marLeft w:val="0"/>
          <w:marRight w:val="0"/>
          <w:marTop w:val="0"/>
          <w:marBottom w:val="0"/>
          <w:divBdr>
            <w:top w:val="none" w:sz="0" w:space="0" w:color="auto"/>
            <w:left w:val="none" w:sz="0" w:space="0" w:color="auto"/>
            <w:bottom w:val="none" w:sz="0" w:space="0" w:color="auto"/>
            <w:right w:val="none" w:sz="0" w:space="0" w:color="auto"/>
          </w:divBdr>
          <w:divsChild>
            <w:div w:id="668212909">
              <w:marLeft w:val="0"/>
              <w:marRight w:val="0"/>
              <w:marTop w:val="0"/>
              <w:marBottom w:val="0"/>
              <w:divBdr>
                <w:top w:val="none" w:sz="0" w:space="0" w:color="auto"/>
                <w:left w:val="none" w:sz="0" w:space="0" w:color="auto"/>
                <w:bottom w:val="none" w:sz="0" w:space="0" w:color="auto"/>
                <w:right w:val="none" w:sz="0" w:space="0" w:color="auto"/>
              </w:divBdr>
              <w:divsChild>
                <w:div w:id="249235391">
                  <w:marLeft w:val="0"/>
                  <w:marRight w:val="0"/>
                  <w:marTop w:val="0"/>
                  <w:marBottom w:val="0"/>
                  <w:divBdr>
                    <w:top w:val="none" w:sz="0" w:space="0" w:color="auto"/>
                    <w:left w:val="none" w:sz="0" w:space="0" w:color="auto"/>
                    <w:bottom w:val="none" w:sz="0" w:space="0" w:color="auto"/>
                    <w:right w:val="none" w:sz="0" w:space="0" w:color="auto"/>
                  </w:divBdr>
                  <w:divsChild>
                    <w:div w:id="666250887">
                      <w:marLeft w:val="0"/>
                      <w:marRight w:val="0"/>
                      <w:marTop w:val="0"/>
                      <w:marBottom w:val="0"/>
                      <w:divBdr>
                        <w:top w:val="none" w:sz="0" w:space="0" w:color="auto"/>
                        <w:left w:val="none" w:sz="0" w:space="0" w:color="auto"/>
                        <w:bottom w:val="none" w:sz="0" w:space="0" w:color="auto"/>
                        <w:right w:val="none" w:sz="0" w:space="0" w:color="auto"/>
                      </w:divBdr>
                      <w:divsChild>
                        <w:div w:id="322123554">
                          <w:marLeft w:val="0"/>
                          <w:marRight w:val="0"/>
                          <w:marTop w:val="0"/>
                          <w:marBottom w:val="0"/>
                          <w:divBdr>
                            <w:top w:val="none" w:sz="0" w:space="0" w:color="auto"/>
                            <w:left w:val="none" w:sz="0" w:space="0" w:color="auto"/>
                            <w:bottom w:val="none" w:sz="0" w:space="0" w:color="auto"/>
                            <w:right w:val="none" w:sz="0" w:space="0" w:color="auto"/>
                          </w:divBdr>
                          <w:divsChild>
                            <w:div w:id="1757358070">
                              <w:marLeft w:val="0"/>
                              <w:marRight w:val="0"/>
                              <w:marTop w:val="0"/>
                              <w:marBottom w:val="0"/>
                              <w:divBdr>
                                <w:top w:val="none" w:sz="0" w:space="0" w:color="auto"/>
                                <w:left w:val="none" w:sz="0" w:space="0" w:color="auto"/>
                                <w:bottom w:val="none" w:sz="0" w:space="0" w:color="auto"/>
                                <w:right w:val="none" w:sz="0" w:space="0" w:color="auto"/>
                              </w:divBdr>
                              <w:divsChild>
                                <w:div w:id="1863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8485629">
      <w:bodyDiv w:val="1"/>
      <w:marLeft w:val="0"/>
      <w:marRight w:val="0"/>
      <w:marTop w:val="0"/>
      <w:marBottom w:val="0"/>
      <w:divBdr>
        <w:top w:val="none" w:sz="0" w:space="0" w:color="auto"/>
        <w:left w:val="none" w:sz="0" w:space="0" w:color="auto"/>
        <w:bottom w:val="none" w:sz="0" w:space="0" w:color="auto"/>
        <w:right w:val="none" w:sz="0" w:space="0" w:color="auto"/>
      </w:divBdr>
    </w:div>
    <w:div w:id="400955110">
      <w:bodyDiv w:val="1"/>
      <w:marLeft w:val="0"/>
      <w:marRight w:val="0"/>
      <w:marTop w:val="0"/>
      <w:marBottom w:val="0"/>
      <w:divBdr>
        <w:top w:val="none" w:sz="0" w:space="0" w:color="auto"/>
        <w:left w:val="none" w:sz="0" w:space="0" w:color="auto"/>
        <w:bottom w:val="none" w:sz="0" w:space="0" w:color="auto"/>
        <w:right w:val="none" w:sz="0" w:space="0" w:color="auto"/>
      </w:divBdr>
    </w:div>
    <w:div w:id="459808304">
      <w:bodyDiv w:val="1"/>
      <w:marLeft w:val="0"/>
      <w:marRight w:val="0"/>
      <w:marTop w:val="0"/>
      <w:marBottom w:val="0"/>
      <w:divBdr>
        <w:top w:val="none" w:sz="0" w:space="0" w:color="auto"/>
        <w:left w:val="none" w:sz="0" w:space="0" w:color="auto"/>
        <w:bottom w:val="none" w:sz="0" w:space="0" w:color="auto"/>
        <w:right w:val="none" w:sz="0" w:space="0" w:color="auto"/>
      </w:divBdr>
    </w:div>
    <w:div w:id="497502331">
      <w:bodyDiv w:val="1"/>
      <w:marLeft w:val="0"/>
      <w:marRight w:val="0"/>
      <w:marTop w:val="0"/>
      <w:marBottom w:val="0"/>
      <w:divBdr>
        <w:top w:val="none" w:sz="0" w:space="0" w:color="auto"/>
        <w:left w:val="none" w:sz="0" w:space="0" w:color="auto"/>
        <w:bottom w:val="none" w:sz="0" w:space="0" w:color="auto"/>
        <w:right w:val="none" w:sz="0" w:space="0" w:color="auto"/>
      </w:divBdr>
    </w:div>
    <w:div w:id="545291352">
      <w:bodyDiv w:val="1"/>
      <w:marLeft w:val="0"/>
      <w:marRight w:val="0"/>
      <w:marTop w:val="0"/>
      <w:marBottom w:val="0"/>
      <w:divBdr>
        <w:top w:val="none" w:sz="0" w:space="0" w:color="auto"/>
        <w:left w:val="none" w:sz="0" w:space="0" w:color="auto"/>
        <w:bottom w:val="none" w:sz="0" w:space="0" w:color="auto"/>
        <w:right w:val="none" w:sz="0" w:space="0" w:color="auto"/>
      </w:divBdr>
      <w:divsChild>
        <w:div w:id="1030448873">
          <w:marLeft w:val="0"/>
          <w:marRight w:val="0"/>
          <w:marTop w:val="0"/>
          <w:marBottom w:val="0"/>
          <w:divBdr>
            <w:top w:val="none" w:sz="0" w:space="0" w:color="auto"/>
            <w:left w:val="none" w:sz="0" w:space="0" w:color="auto"/>
            <w:bottom w:val="none" w:sz="0" w:space="0" w:color="auto"/>
            <w:right w:val="none" w:sz="0" w:space="0" w:color="auto"/>
          </w:divBdr>
          <w:divsChild>
            <w:div w:id="1707870087">
              <w:marLeft w:val="0"/>
              <w:marRight w:val="0"/>
              <w:marTop w:val="0"/>
              <w:marBottom w:val="0"/>
              <w:divBdr>
                <w:top w:val="none" w:sz="0" w:space="0" w:color="auto"/>
                <w:left w:val="none" w:sz="0" w:space="0" w:color="auto"/>
                <w:bottom w:val="none" w:sz="0" w:space="0" w:color="auto"/>
                <w:right w:val="none" w:sz="0" w:space="0" w:color="auto"/>
              </w:divBdr>
              <w:divsChild>
                <w:div w:id="1770349014">
                  <w:marLeft w:val="0"/>
                  <w:marRight w:val="0"/>
                  <w:marTop w:val="0"/>
                  <w:marBottom w:val="0"/>
                  <w:divBdr>
                    <w:top w:val="none" w:sz="0" w:space="0" w:color="auto"/>
                    <w:left w:val="none" w:sz="0" w:space="0" w:color="auto"/>
                    <w:bottom w:val="none" w:sz="0" w:space="0" w:color="auto"/>
                    <w:right w:val="none" w:sz="0" w:space="0" w:color="auto"/>
                  </w:divBdr>
                  <w:divsChild>
                    <w:div w:id="1264418521">
                      <w:marLeft w:val="0"/>
                      <w:marRight w:val="0"/>
                      <w:marTop w:val="0"/>
                      <w:marBottom w:val="0"/>
                      <w:divBdr>
                        <w:top w:val="none" w:sz="0" w:space="0" w:color="auto"/>
                        <w:left w:val="none" w:sz="0" w:space="0" w:color="auto"/>
                        <w:bottom w:val="none" w:sz="0" w:space="0" w:color="auto"/>
                        <w:right w:val="none" w:sz="0" w:space="0" w:color="auto"/>
                      </w:divBdr>
                      <w:divsChild>
                        <w:div w:id="257560979">
                          <w:marLeft w:val="0"/>
                          <w:marRight w:val="0"/>
                          <w:marTop w:val="0"/>
                          <w:marBottom w:val="0"/>
                          <w:divBdr>
                            <w:top w:val="none" w:sz="0" w:space="0" w:color="auto"/>
                            <w:left w:val="none" w:sz="0" w:space="0" w:color="auto"/>
                            <w:bottom w:val="none" w:sz="0" w:space="0" w:color="auto"/>
                            <w:right w:val="none" w:sz="0" w:space="0" w:color="auto"/>
                          </w:divBdr>
                          <w:divsChild>
                            <w:div w:id="1745640051">
                              <w:marLeft w:val="0"/>
                              <w:marRight w:val="0"/>
                              <w:marTop w:val="0"/>
                              <w:marBottom w:val="0"/>
                              <w:divBdr>
                                <w:top w:val="none" w:sz="0" w:space="0" w:color="auto"/>
                                <w:left w:val="none" w:sz="0" w:space="0" w:color="auto"/>
                                <w:bottom w:val="none" w:sz="0" w:space="0" w:color="auto"/>
                                <w:right w:val="none" w:sz="0" w:space="0" w:color="auto"/>
                              </w:divBdr>
                              <w:divsChild>
                                <w:div w:id="2128086616">
                                  <w:marLeft w:val="0"/>
                                  <w:marRight w:val="0"/>
                                  <w:marTop w:val="0"/>
                                  <w:marBottom w:val="0"/>
                                  <w:divBdr>
                                    <w:top w:val="none" w:sz="0" w:space="0" w:color="auto"/>
                                    <w:left w:val="none" w:sz="0" w:space="0" w:color="auto"/>
                                    <w:bottom w:val="none" w:sz="0" w:space="0" w:color="auto"/>
                                    <w:right w:val="none" w:sz="0" w:space="0" w:color="auto"/>
                                  </w:divBdr>
                                </w:div>
                                <w:div w:id="175107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8796226">
      <w:bodyDiv w:val="1"/>
      <w:marLeft w:val="0"/>
      <w:marRight w:val="0"/>
      <w:marTop w:val="0"/>
      <w:marBottom w:val="0"/>
      <w:divBdr>
        <w:top w:val="none" w:sz="0" w:space="0" w:color="auto"/>
        <w:left w:val="none" w:sz="0" w:space="0" w:color="auto"/>
        <w:bottom w:val="none" w:sz="0" w:space="0" w:color="auto"/>
        <w:right w:val="none" w:sz="0" w:space="0" w:color="auto"/>
      </w:divBdr>
    </w:div>
    <w:div w:id="726297247">
      <w:bodyDiv w:val="1"/>
      <w:marLeft w:val="0"/>
      <w:marRight w:val="0"/>
      <w:marTop w:val="0"/>
      <w:marBottom w:val="0"/>
      <w:divBdr>
        <w:top w:val="none" w:sz="0" w:space="0" w:color="auto"/>
        <w:left w:val="none" w:sz="0" w:space="0" w:color="auto"/>
        <w:bottom w:val="none" w:sz="0" w:space="0" w:color="auto"/>
        <w:right w:val="none" w:sz="0" w:space="0" w:color="auto"/>
      </w:divBdr>
    </w:div>
    <w:div w:id="753892910">
      <w:bodyDiv w:val="1"/>
      <w:marLeft w:val="0"/>
      <w:marRight w:val="0"/>
      <w:marTop w:val="0"/>
      <w:marBottom w:val="0"/>
      <w:divBdr>
        <w:top w:val="none" w:sz="0" w:space="0" w:color="auto"/>
        <w:left w:val="none" w:sz="0" w:space="0" w:color="auto"/>
        <w:bottom w:val="none" w:sz="0" w:space="0" w:color="auto"/>
        <w:right w:val="none" w:sz="0" w:space="0" w:color="auto"/>
      </w:divBdr>
    </w:div>
    <w:div w:id="763263656">
      <w:bodyDiv w:val="1"/>
      <w:marLeft w:val="0"/>
      <w:marRight w:val="0"/>
      <w:marTop w:val="0"/>
      <w:marBottom w:val="0"/>
      <w:divBdr>
        <w:top w:val="none" w:sz="0" w:space="0" w:color="auto"/>
        <w:left w:val="none" w:sz="0" w:space="0" w:color="auto"/>
        <w:bottom w:val="none" w:sz="0" w:space="0" w:color="auto"/>
        <w:right w:val="none" w:sz="0" w:space="0" w:color="auto"/>
      </w:divBdr>
    </w:div>
    <w:div w:id="777024655">
      <w:bodyDiv w:val="1"/>
      <w:marLeft w:val="0"/>
      <w:marRight w:val="0"/>
      <w:marTop w:val="0"/>
      <w:marBottom w:val="0"/>
      <w:divBdr>
        <w:top w:val="none" w:sz="0" w:space="0" w:color="auto"/>
        <w:left w:val="none" w:sz="0" w:space="0" w:color="auto"/>
        <w:bottom w:val="none" w:sz="0" w:space="0" w:color="auto"/>
        <w:right w:val="none" w:sz="0" w:space="0" w:color="auto"/>
      </w:divBdr>
    </w:div>
    <w:div w:id="852301465">
      <w:bodyDiv w:val="1"/>
      <w:marLeft w:val="0"/>
      <w:marRight w:val="0"/>
      <w:marTop w:val="0"/>
      <w:marBottom w:val="0"/>
      <w:divBdr>
        <w:top w:val="none" w:sz="0" w:space="0" w:color="auto"/>
        <w:left w:val="none" w:sz="0" w:space="0" w:color="auto"/>
        <w:bottom w:val="none" w:sz="0" w:space="0" w:color="auto"/>
        <w:right w:val="none" w:sz="0" w:space="0" w:color="auto"/>
      </w:divBdr>
    </w:div>
    <w:div w:id="887304525">
      <w:bodyDiv w:val="1"/>
      <w:marLeft w:val="0"/>
      <w:marRight w:val="0"/>
      <w:marTop w:val="0"/>
      <w:marBottom w:val="0"/>
      <w:divBdr>
        <w:top w:val="none" w:sz="0" w:space="0" w:color="auto"/>
        <w:left w:val="none" w:sz="0" w:space="0" w:color="auto"/>
        <w:bottom w:val="none" w:sz="0" w:space="0" w:color="auto"/>
        <w:right w:val="none" w:sz="0" w:space="0" w:color="auto"/>
      </w:divBdr>
    </w:div>
    <w:div w:id="1009675296">
      <w:bodyDiv w:val="1"/>
      <w:marLeft w:val="0"/>
      <w:marRight w:val="0"/>
      <w:marTop w:val="0"/>
      <w:marBottom w:val="0"/>
      <w:divBdr>
        <w:top w:val="none" w:sz="0" w:space="0" w:color="auto"/>
        <w:left w:val="none" w:sz="0" w:space="0" w:color="auto"/>
        <w:bottom w:val="none" w:sz="0" w:space="0" w:color="auto"/>
        <w:right w:val="none" w:sz="0" w:space="0" w:color="auto"/>
      </w:divBdr>
    </w:div>
    <w:div w:id="1013533014">
      <w:bodyDiv w:val="1"/>
      <w:marLeft w:val="0"/>
      <w:marRight w:val="0"/>
      <w:marTop w:val="0"/>
      <w:marBottom w:val="0"/>
      <w:divBdr>
        <w:top w:val="none" w:sz="0" w:space="0" w:color="auto"/>
        <w:left w:val="none" w:sz="0" w:space="0" w:color="auto"/>
        <w:bottom w:val="none" w:sz="0" w:space="0" w:color="auto"/>
        <w:right w:val="none" w:sz="0" w:space="0" w:color="auto"/>
      </w:divBdr>
    </w:div>
    <w:div w:id="1025979927">
      <w:bodyDiv w:val="1"/>
      <w:marLeft w:val="0"/>
      <w:marRight w:val="0"/>
      <w:marTop w:val="0"/>
      <w:marBottom w:val="0"/>
      <w:divBdr>
        <w:top w:val="none" w:sz="0" w:space="0" w:color="auto"/>
        <w:left w:val="none" w:sz="0" w:space="0" w:color="auto"/>
        <w:bottom w:val="none" w:sz="0" w:space="0" w:color="auto"/>
        <w:right w:val="none" w:sz="0" w:space="0" w:color="auto"/>
      </w:divBdr>
      <w:divsChild>
        <w:div w:id="184251055">
          <w:marLeft w:val="0"/>
          <w:marRight w:val="0"/>
          <w:marTop w:val="0"/>
          <w:marBottom w:val="0"/>
          <w:divBdr>
            <w:top w:val="none" w:sz="0" w:space="0" w:color="auto"/>
            <w:left w:val="none" w:sz="0" w:space="0" w:color="auto"/>
            <w:bottom w:val="none" w:sz="0" w:space="0" w:color="auto"/>
            <w:right w:val="none" w:sz="0" w:space="0" w:color="auto"/>
          </w:divBdr>
          <w:divsChild>
            <w:div w:id="619726930">
              <w:marLeft w:val="0"/>
              <w:marRight w:val="0"/>
              <w:marTop w:val="0"/>
              <w:marBottom w:val="0"/>
              <w:divBdr>
                <w:top w:val="none" w:sz="0" w:space="0" w:color="auto"/>
                <w:left w:val="none" w:sz="0" w:space="0" w:color="auto"/>
                <w:bottom w:val="none" w:sz="0" w:space="0" w:color="auto"/>
                <w:right w:val="none" w:sz="0" w:space="0" w:color="auto"/>
              </w:divBdr>
              <w:divsChild>
                <w:div w:id="1314018804">
                  <w:marLeft w:val="0"/>
                  <w:marRight w:val="0"/>
                  <w:marTop w:val="0"/>
                  <w:marBottom w:val="0"/>
                  <w:divBdr>
                    <w:top w:val="none" w:sz="0" w:space="0" w:color="auto"/>
                    <w:left w:val="none" w:sz="0" w:space="0" w:color="auto"/>
                    <w:bottom w:val="none" w:sz="0" w:space="0" w:color="auto"/>
                    <w:right w:val="none" w:sz="0" w:space="0" w:color="auto"/>
                  </w:divBdr>
                  <w:divsChild>
                    <w:div w:id="1528526518">
                      <w:marLeft w:val="0"/>
                      <w:marRight w:val="0"/>
                      <w:marTop w:val="0"/>
                      <w:marBottom w:val="0"/>
                      <w:divBdr>
                        <w:top w:val="none" w:sz="0" w:space="0" w:color="auto"/>
                        <w:left w:val="none" w:sz="0" w:space="0" w:color="auto"/>
                        <w:bottom w:val="none" w:sz="0" w:space="0" w:color="auto"/>
                        <w:right w:val="none" w:sz="0" w:space="0" w:color="auto"/>
                      </w:divBdr>
                      <w:divsChild>
                        <w:div w:id="226384704">
                          <w:marLeft w:val="0"/>
                          <w:marRight w:val="0"/>
                          <w:marTop w:val="0"/>
                          <w:marBottom w:val="0"/>
                          <w:divBdr>
                            <w:top w:val="none" w:sz="0" w:space="0" w:color="auto"/>
                            <w:left w:val="none" w:sz="0" w:space="0" w:color="auto"/>
                            <w:bottom w:val="none" w:sz="0" w:space="0" w:color="auto"/>
                            <w:right w:val="none" w:sz="0" w:space="0" w:color="auto"/>
                          </w:divBdr>
                          <w:divsChild>
                            <w:div w:id="839393282">
                              <w:marLeft w:val="0"/>
                              <w:marRight w:val="0"/>
                              <w:marTop w:val="0"/>
                              <w:marBottom w:val="0"/>
                              <w:divBdr>
                                <w:top w:val="none" w:sz="0" w:space="0" w:color="auto"/>
                                <w:left w:val="none" w:sz="0" w:space="0" w:color="auto"/>
                                <w:bottom w:val="none" w:sz="0" w:space="0" w:color="auto"/>
                                <w:right w:val="none" w:sz="0" w:space="0" w:color="auto"/>
                              </w:divBdr>
                              <w:divsChild>
                                <w:div w:id="87762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831990">
      <w:bodyDiv w:val="1"/>
      <w:marLeft w:val="0"/>
      <w:marRight w:val="0"/>
      <w:marTop w:val="0"/>
      <w:marBottom w:val="0"/>
      <w:divBdr>
        <w:top w:val="none" w:sz="0" w:space="0" w:color="auto"/>
        <w:left w:val="none" w:sz="0" w:space="0" w:color="auto"/>
        <w:bottom w:val="none" w:sz="0" w:space="0" w:color="auto"/>
        <w:right w:val="none" w:sz="0" w:space="0" w:color="auto"/>
      </w:divBdr>
    </w:div>
    <w:div w:id="1218660869">
      <w:bodyDiv w:val="1"/>
      <w:marLeft w:val="0"/>
      <w:marRight w:val="0"/>
      <w:marTop w:val="0"/>
      <w:marBottom w:val="0"/>
      <w:divBdr>
        <w:top w:val="none" w:sz="0" w:space="0" w:color="auto"/>
        <w:left w:val="none" w:sz="0" w:space="0" w:color="auto"/>
        <w:bottom w:val="none" w:sz="0" w:space="0" w:color="auto"/>
        <w:right w:val="none" w:sz="0" w:space="0" w:color="auto"/>
      </w:divBdr>
    </w:div>
    <w:div w:id="1236740047">
      <w:bodyDiv w:val="1"/>
      <w:marLeft w:val="0"/>
      <w:marRight w:val="0"/>
      <w:marTop w:val="0"/>
      <w:marBottom w:val="0"/>
      <w:divBdr>
        <w:top w:val="none" w:sz="0" w:space="0" w:color="auto"/>
        <w:left w:val="none" w:sz="0" w:space="0" w:color="auto"/>
        <w:bottom w:val="none" w:sz="0" w:space="0" w:color="auto"/>
        <w:right w:val="none" w:sz="0" w:space="0" w:color="auto"/>
      </w:divBdr>
    </w:div>
    <w:div w:id="1357386520">
      <w:bodyDiv w:val="1"/>
      <w:marLeft w:val="0"/>
      <w:marRight w:val="0"/>
      <w:marTop w:val="0"/>
      <w:marBottom w:val="0"/>
      <w:divBdr>
        <w:top w:val="none" w:sz="0" w:space="0" w:color="auto"/>
        <w:left w:val="none" w:sz="0" w:space="0" w:color="auto"/>
        <w:bottom w:val="none" w:sz="0" w:space="0" w:color="auto"/>
        <w:right w:val="none" w:sz="0" w:space="0" w:color="auto"/>
      </w:divBdr>
    </w:div>
    <w:div w:id="1391032216">
      <w:bodyDiv w:val="1"/>
      <w:marLeft w:val="0"/>
      <w:marRight w:val="0"/>
      <w:marTop w:val="0"/>
      <w:marBottom w:val="0"/>
      <w:divBdr>
        <w:top w:val="none" w:sz="0" w:space="0" w:color="auto"/>
        <w:left w:val="none" w:sz="0" w:space="0" w:color="auto"/>
        <w:bottom w:val="none" w:sz="0" w:space="0" w:color="auto"/>
        <w:right w:val="none" w:sz="0" w:space="0" w:color="auto"/>
      </w:divBdr>
      <w:divsChild>
        <w:div w:id="1627656452">
          <w:marLeft w:val="0"/>
          <w:marRight w:val="0"/>
          <w:marTop w:val="0"/>
          <w:marBottom w:val="0"/>
          <w:divBdr>
            <w:top w:val="none" w:sz="0" w:space="0" w:color="auto"/>
            <w:left w:val="none" w:sz="0" w:space="0" w:color="auto"/>
            <w:bottom w:val="none" w:sz="0" w:space="0" w:color="auto"/>
            <w:right w:val="none" w:sz="0" w:space="0" w:color="auto"/>
          </w:divBdr>
          <w:divsChild>
            <w:div w:id="248580216">
              <w:marLeft w:val="0"/>
              <w:marRight w:val="0"/>
              <w:marTop w:val="0"/>
              <w:marBottom w:val="0"/>
              <w:divBdr>
                <w:top w:val="none" w:sz="0" w:space="0" w:color="auto"/>
                <w:left w:val="none" w:sz="0" w:space="0" w:color="auto"/>
                <w:bottom w:val="none" w:sz="0" w:space="0" w:color="auto"/>
                <w:right w:val="none" w:sz="0" w:space="0" w:color="auto"/>
              </w:divBdr>
              <w:divsChild>
                <w:div w:id="1819153149">
                  <w:marLeft w:val="0"/>
                  <w:marRight w:val="0"/>
                  <w:marTop w:val="0"/>
                  <w:marBottom w:val="0"/>
                  <w:divBdr>
                    <w:top w:val="none" w:sz="0" w:space="0" w:color="auto"/>
                    <w:left w:val="none" w:sz="0" w:space="0" w:color="auto"/>
                    <w:bottom w:val="none" w:sz="0" w:space="0" w:color="auto"/>
                    <w:right w:val="none" w:sz="0" w:space="0" w:color="auto"/>
                  </w:divBdr>
                  <w:divsChild>
                    <w:div w:id="1222984791">
                      <w:marLeft w:val="0"/>
                      <w:marRight w:val="0"/>
                      <w:marTop w:val="0"/>
                      <w:marBottom w:val="0"/>
                      <w:divBdr>
                        <w:top w:val="none" w:sz="0" w:space="0" w:color="auto"/>
                        <w:left w:val="none" w:sz="0" w:space="0" w:color="auto"/>
                        <w:bottom w:val="none" w:sz="0" w:space="0" w:color="auto"/>
                        <w:right w:val="none" w:sz="0" w:space="0" w:color="auto"/>
                      </w:divBdr>
                      <w:divsChild>
                        <w:div w:id="342244978">
                          <w:marLeft w:val="0"/>
                          <w:marRight w:val="0"/>
                          <w:marTop w:val="0"/>
                          <w:marBottom w:val="0"/>
                          <w:divBdr>
                            <w:top w:val="none" w:sz="0" w:space="0" w:color="auto"/>
                            <w:left w:val="none" w:sz="0" w:space="0" w:color="auto"/>
                            <w:bottom w:val="none" w:sz="0" w:space="0" w:color="auto"/>
                            <w:right w:val="none" w:sz="0" w:space="0" w:color="auto"/>
                          </w:divBdr>
                          <w:divsChild>
                            <w:div w:id="25372598">
                              <w:marLeft w:val="0"/>
                              <w:marRight w:val="0"/>
                              <w:marTop w:val="0"/>
                              <w:marBottom w:val="0"/>
                              <w:divBdr>
                                <w:top w:val="none" w:sz="0" w:space="0" w:color="auto"/>
                                <w:left w:val="none" w:sz="0" w:space="0" w:color="auto"/>
                                <w:bottom w:val="none" w:sz="0" w:space="0" w:color="auto"/>
                                <w:right w:val="none" w:sz="0" w:space="0" w:color="auto"/>
                              </w:divBdr>
                              <w:divsChild>
                                <w:div w:id="52848259">
                                  <w:marLeft w:val="0"/>
                                  <w:marRight w:val="0"/>
                                  <w:marTop w:val="0"/>
                                  <w:marBottom w:val="0"/>
                                  <w:divBdr>
                                    <w:top w:val="none" w:sz="0" w:space="0" w:color="auto"/>
                                    <w:left w:val="none" w:sz="0" w:space="0" w:color="auto"/>
                                    <w:bottom w:val="none" w:sz="0" w:space="0" w:color="auto"/>
                                    <w:right w:val="none" w:sz="0" w:space="0" w:color="auto"/>
                                  </w:divBdr>
                                </w:div>
                                <w:div w:id="113017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2554395">
      <w:bodyDiv w:val="1"/>
      <w:marLeft w:val="0"/>
      <w:marRight w:val="0"/>
      <w:marTop w:val="0"/>
      <w:marBottom w:val="0"/>
      <w:divBdr>
        <w:top w:val="none" w:sz="0" w:space="0" w:color="auto"/>
        <w:left w:val="none" w:sz="0" w:space="0" w:color="auto"/>
        <w:bottom w:val="none" w:sz="0" w:space="0" w:color="auto"/>
        <w:right w:val="none" w:sz="0" w:space="0" w:color="auto"/>
      </w:divBdr>
      <w:divsChild>
        <w:div w:id="2072651527">
          <w:marLeft w:val="0"/>
          <w:marRight w:val="0"/>
          <w:marTop w:val="0"/>
          <w:marBottom w:val="0"/>
          <w:divBdr>
            <w:top w:val="none" w:sz="0" w:space="0" w:color="auto"/>
            <w:left w:val="none" w:sz="0" w:space="0" w:color="auto"/>
            <w:bottom w:val="none" w:sz="0" w:space="0" w:color="auto"/>
            <w:right w:val="none" w:sz="0" w:space="0" w:color="auto"/>
          </w:divBdr>
          <w:divsChild>
            <w:div w:id="617762207">
              <w:marLeft w:val="0"/>
              <w:marRight w:val="0"/>
              <w:marTop w:val="0"/>
              <w:marBottom w:val="0"/>
              <w:divBdr>
                <w:top w:val="none" w:sz="0" w:space="0" w:color="auto"/>
                <w:left w:val="none" w:sz="0" w:space="0" w:color="auto"/>
                <w:bottom w:val="none" w:sz="0" w:space="0" w:color="auto"/>
                <w:right w:val="none" w:sz="0" w:space="0" w:color="auto"/>
              </w:divBdr>
              <w:divsChild>
                <w:div w:id="43062978">
                  <w:marLeft w:val="0"/>
                  <w:marRight w:val="0"/>
                  <w:marTop w:val="0"/>
                  <w:marBottom w:val="0"/>
                  <w:divBdr>
                    <w:top w:val="none" w:sz="0" w:space="0" w:color="auto"/>
                    <w:left w:val="none" w:sz="0" w:space="0" w:color="auto"/>
                    <w:bottom w:val="none" w:sz="0" w:space="0" w:color="auto"/>
                    <w:right w:val="none" w:sz="0" w:space="0" w:color="auto"/>
                  </w:divBdr>
                  <w:divsChild>
                    <w:div w:id="663431144">
                      <w:marLeft w:val="0"/>
                      <w:marRight w:val="0"/>
                      <w:marTop w:val="0"/>
                      <w:marBottom w:val="0"/>
                      <w:divBdr>
                        <w:top w:val="none" w:sz="0" w:space="0" w:color="auto"/>
                        <w:left w:val="none" w:sz="0" w:space="0" w:color="auto"/>
                        <w:bottom w:val="none" w:sz="0" w:space="0" w:color="auto"/>
                        <w:right w:val="none" w:sz="0" w:space="0" w:color="auto"/>
                      </w:divBdr>
                      <w:divsChild>
                        <w:div w:id="250553224">
                          <w:marLeft w:val="0"/>
                          <w:marRight w:val="0"/>
                          <w:marTop w:val="0"/>
                          <w:marBottom w:val="0"/>
                          <w:divBdr>
                            <w:top w:val="none" w:sz="0" w:space="0" w:color="auto"/>
                            <w:left w:val="none" w:sz="0" w:space="0" w:color="auto"/>
                            <w:bottom w:val="none" w:sz="0" w:space="0" w:color="auto"/>
                            <w:right w:val="none" w:sz="0" w:space="0" w:color="auto"/>
                          </w:divBdr>
                          <w:divsChild>
                            <w:div w:id="1859729272">
                              <w:marLeft w:val="0"/>
                              <w:marRight w:val="0"/>
                              <w:marTop w:val="0"/>
                              <w:marBottom w:val="0"/>
                              <w:divBdr>
                                <w:top w:val="none" w:sz="0" w:space="0" w:color="auto"/>
                                <w:left w:val="none" w:sz="0" w:space="0" w:color="auto"/>
                                <w:bottom w:val="none" w:sz="0" w:space="0" w:color="auto"/>
                                <w:right w:val="none" w:sz="0" w:space="0" w:color="auto"/>
                              </w:divBdr>
                              <w:divsChild>
                                <w:div w:id="447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0089937">
      <w:bodyDiv w:val="1"/>
      <w:marLeft w:val="0"/>
      <w:marRight w:val="0"/>
      <w:marTop w:val="0"/>
      <w:marBottom w:val="0"/>
      <w:divBdr>
        <w:top w:val="none" w:sz="0" w:space="0" w:color="auto"/>
        <w:left w:val="none" w:sz="0" w:space="0" w:color="auto"/>
        <w:bottom w:val="none" w:sz="0" w:space="0" w:color="auto"/>
        <w:right w:val="none" w:sz="0" w:space="0" w:color="auto"/>
      </w:divBdr>
    </w:div>
    <w:div w:id="1565219185">
      <w:bodyDiv w:val="1"/>
      <w:marLeft w:val="0"/>
      <w:marRight w:val="0"/>
      <w:marTop w:val="0"/>
      <w:marBottom w:val="0"/>
      <w:divBdr>
        <w:top w:val="none" w:sz="0" w:space="0" w:color="auto"/>
        <w:left w:val="none" w:sz="0" w:space="0" w:color="auto"/>
        <w:bottom w:val="none" w:sz="0" w:space="0" w:color="auto"/>
        <w:right w:val="none" w:sz="0" w:space="0" w:color="auto"/>
      </w:divBdr>
    </w:div>
    <w:div w:id="1583023790">
      <w:bodyDiv w:val="1"/>
      <w:marLeft w:val="0"/>
      <w:marRight w:val="0"/>
      <w:marTop w:val="0"/>
      <w:marBottom w:val="0"/>
      <w:divBdr>
        <w:top w:val="none" w:sz="0" w:space="0" w:color="auto"/>
        <w:left w:val="none" w:sz="0" w:space="0" w:color="auto"/>
        <w:bottom w:val="none" w:sz="0" w:space="0" w:color="auto"/>
        <w:right w:val="none" w:sz="0" w:space="0" w:color="auto"/>
      </w:divBdr>
    </w:div>
    <w:div w:id="1631008659">
      <w:bodyDiv w:val="1"/>
      <w:marLeft w:val="0"/>
      <w:marRight w:val="0"/>
      <w:marTop w:val="0"/>
      <w:marBottom w:val="0"/>
      <w:divBdr>
        <w:top w:val="none" w:sz="0" w:space="0" w:color="auto"/>
        <w:left w:val="none" w:sz="0" w:space="0" w:color="auto"/>
        <w:bottom w:val="none" w:sz="0" w:space="0" w:color="auto"/>
        <w:right w:val="none" w:sz="0" w:space="0" w:color="auto"/>
      </w:divBdr>
      <w:divsChild>
        <w:div w:id="1073235218">
          <w:marLeft w:val="0"/>
          <w:marRight w:val="0"/>
          <w:marTop w:val="0"/>
          <w:marBottom w:val="0"/>
          <w:divBdr>
            <w:top w:val="none" w:sz="0" w:space="0" w:color="auto"/>
            <w:left w:val="none" w:sz="0" w:space="0" w:color="auto"/>
            <w:bottom w:val="none" w:sz="0" w:space="0" w:color="auto"/>
            <w:right w:val="none" w:sz="0" w:space="0" w:color="auto"/>
          </w:divBdr>
          <w:divsChild>
            <w:div w:id="1844128859">
              <w:marLeft w:val="0"/>
              <w:marRight w:val="0"/>
              <w:marTop w:val="0"/>
              <w:marBottom w:val="0"/>
              <w:divBdr>
                <w:top w:val="none" w:sz="0" w:space="0" w:color="auto"/>
                <w:left w:val="none" w:sz="0" w:space="0" w:color="auto"/>
                <w:bottom w:val="none" w:sz="0" w:space="0" w:color="auto"/>
                <w:right w:val="none" w:sz="0" w:space="0" w:color="auto"/>
              </w:divBdr>
              <w:divsChild>
                <w:div w:id="1163856509">
                  <w:marLeft w:val="0"/>
                  <w:marRight w:val="0"/>
                  <w:marTop w:val="0"/>
                  <w:marBottom w:val="0"/>
                  <w:divBdr>
                    <w:top w:val="none" w:sz="0" w:space="0" w:color="auto"/>
                    <w:left w:val="none" w:sz="0" w:space="0" w:color="auto"/>
                    <w:bottom w:val="none" w:sz="0" w:space="0" w:color="auto"/>
                    <w:right w:val="none" w:sz="0" w:space="0" w:color="auto"/>
                  </w:divBdr>
                  <w:divsChild>
                    <w:div w:id="2024277895">
                      <w:marLeft w:val="0"/>
                      <w:marRight w:val="0"/>
                      <w:marTop w:val="0"/>
                      <w:marBottom w:val="0"/>
                      <w:divBdr>
                        <w:top w:val="none" w:sz="0" w:space="0" w:color="auto"/>
                        <w:left w:val="none" w:sz="0" w:space="0" w:color="auto"/>
                        <w:bottom w:val="none" w:sz="0" w:space="0" w:color="auto"/>
                        <w:right w:val="none" w:sz="0" w:space="0" w:color="auto"/>
                      </w:divBdr>
                      <w:divsChild>
                        <w:div w:id="1961959469">
                          <w:marLeft w:val="0"/>
                          <w:marRight w:val="0"/>
                          <w:marTop w:val="0"/>
                          <w:marBottom w:val="0"/>
                          <w:divBdr>
                            <w:top w:val="none" w:sz="0" w:space="0" w:color="auto"/>
                            <w:left w:val="none" w:sz="0" w:space="0" w:color="auto"/>
                            <w:bottom w:val="none" w:sz="0" w:space="0" w:color="auto"/>
                            <w:right w:val="none" w:sz="0" w:space="0" w:color="auto"/>
                          </w:divBdr>
                          <w:divsChild>
                            <w:div w:id="1995138632">
                              <w:marLeft w:val="0"/>
                              <w:marRight w:val="0"/>
                              <w:marTop w:val="0"/>
                              <w:marBottom w:val="0"/>
                              <w:divBdr>
                                <w:top w:val="none" w:sz="0" w:space="0" w:color="auto"/>
                                <w:left w:val="none" w:sz="0" w:space="0" w:color="auto"/>
                                <w:bottom w:val="none" w:sz="0" w:space="0" w:color="auto"/>
                                <w:right w:val="none" w:sz="0" w:space="0" w:color="auto"/>
                              </w:divBdr>
                              <w:divsChild>
                                <w:div w:id="50575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620929">
      <w:bodyDiv w:val="1"/>
      <w:marLeft w:val="0"/>
      <w:marRight w:val="0"/>
      <w:marTop w:val="0"/>
      <w:marBottom w:val="0"/>
      <w:divBdr>
        <w:top w:val="none" w:sz="0" w:space="0" w:color="auto"/>
        <w:left w:val="none" w:sz="0" w:space="0" w:color="auto"/>
        <w:bottom w:val="none" w:sz="0" w:space="0" w:color="auto"/>
        <w:right w:val="none" w:sz="0" w:space="0" w:color="auto"/>
      </w:divBdr>
    </w:div>
    <w:div w:id="1775247954">
      <w:bodyDiv w:val="1"/>
      <w:marLeft w:val="0"/>
      <w:marRight w:val="0"/>
      <w:marTop w:val="0"/>
      <w:marBottom w:val="0"/>
      <w:divBdr>
        <w:top w:val="none" w:sz="0" w:space="0" w:color="auto"/>
        <w:left w:val="none" w:sz="0" w:space="0" w:color="auto"/>
        <w:bottom w:val="none" w:sz="0" w:space="0" w:color="auto"/>
        <w:right w:val="none" w:sz="0" w:space="0" w:color="auto"/>
      </w:divBdr>
    </w:div>
    <w:div w:id="1787772333">
      <w:bodyDiv w:val="1"/>
      <w:marLeft w:val="0"/>
      <w:marRight w:val="0"/>
      <w:marTop w:val="0"/>
      <w:marBottom w:val="0"/>
      <w:divBdr>
        <w:top w:val="none" w:sz="0" w:space="0" w:color="auto"/>
        <w:left w:val="none" w:sz="0" w:space="0" w:color="auto"/>
        <w:bottom w:val="none" w:sz="0" w:space="0" w:color="auto"/>
        <w:right w:val="none" w:sz="0" w:space="0" w:color="auto"/>
      </w:divBdr>
    </w:div>
    <w:div w:id="1808013104">
      <w:bodyDiv w:val="1"/>
      <w:marLeft w:val="0"/>
      <w:marRight w:val="0"/>
      <w:marTop w:val="0"/>
      <w:marBottom w:val="0"/>
      <w:divBdr>
        <w:top w:val="none" w:sz="0" w:space="0" w:color="auto"/>
        <w:left w:val="none" w:sz="0" w:space="0" w:color="auto"/>
        <w:bottom w:val="none" w:sz="0" w:space="0" w:color="auto"/>
        <w:right w:val="none" w:sz="0" w:space="0" w:color="auto"/>
      </w:divBdr>
    </w:div>
    <w:div w:id="1882084582">
      <w:bodyDiv w:val="1"/>
      <w:marLeft w:val="0"/>
      <w:marRight w:val="0"/>
      <w:marTop w:val="0"/>
      <w:marBottom w:val="0"/>
      <w:divBdr>
        <w:top w:val="none" w:sz="0" w:space="0" w:color="auto"/>
        <w:left w:val="none" w:sz="0" w:space="0" w:color="auto"/>
        <w:bottom w:val="none" w:sz="0" w:space="0" w:color="auto"/>
        <w:right w:val="none" w:sz="0" w:space="0" w:color="auto"/>
      </w:divBdr>
      <w:divsChild>
        <w:div w:id="609049169">
          <w:marLeft w:val="0"/>
          <w:marRight w:val="0"/>
          <w:marTop w:val="0"/>
          <w:marBottom w:val="0"/>
          <w:divBdr>
            <w:top w:val="none" w:sz="0" w:space="0" w:color="auto"/>
            <w:left w:val="none" w:sz="0" w:space="0" w:color="auto"/>
            <w:bottom w:val="none" w:sz="0" w:space="0" w:color="auto"/>
            <w:right w:val="none" w:sz="0" w:space="0" w:color="auto"/>
          </w:divBdr>
          <w:divsChild>
            <w:div w:id="1115755052">
              <w:marLeft w:val="0"/>
              <w:marRight w:val="0"/>
              <w:marTop w:val="0"/>
              <w:marBottom w:val="0"/>
              <w:divBdr>
                <w:top w:val="none" w:sz="0" w:space="0" w:color="auto"/>
                <w:left w:val="none" w:sz="0" w:space="0" w:color="auto"/>
                <w:bottom w:val="none" w:sz="0" w:space="0" w:color="auto"/>
                <w:right w:val="none" w:sz="0" w:space="0" w:color="auto"/>
              </w:divBdr>
              <w:divsChild>
                <w:div w:id="1683975014">
                  <w:marLeft w:val="0"/>
                  <w:marRight w:val="0"/>
                  <w:marTop w:val="0"/>
                  <w:marBottom w:val="0"/>
                  <w:divBdr>
                    <w:top w:val="none" w:sz="0" w:space="0" w:color="auto"/>
                    <w:left w:val="none" w:sz="0" w:space="0" w:color="auto"/>
                    <w:bottom w:val="none" w:sz="0" w:space="0" w:color="auto"/>
                    <w:right w:val="none" w:sz="0" w:space="0" w:color="auto"/>
                  </w:divBdr>
                  <w:divsChild>
                    <w:div w:id="1864319834">
                      <w:marLeft w:val="0"/>
                      <w:marRight w:val="0"/>
                      <w:marTop w:val="0"/>
                      <w:marBottom w:val="0"/>
                      <w:divBdr>
                        <w:top w:val="none" w:sz="0" w:space="0" w:color="auto"/>
                        <w:left w:val="none" w:sz="0" w:space="0" w:color="auto"/>
                        <w:bottom w:val="none" w:sz="0" w:space="0" w:color="auto"/>
                        <w:right w:val="none" w:sz="0" w:space="0" w:color="auto"/>
                      </w:divBdr>
                      <w:divsChild>
                        <w:div w:id="743188836">
                          <w:marLeft w:val="0"/>
                          <w:marRight w:val="0"/>
                          <w:marTop w:val="0"/>
                          <w:marBottom w:val="0"/>
                          <w:divBdr>
                            <w:top w:val="none" w:sz="0" w:space="0" w:color="auto"/>
                            <w:left w:val="none" w:sz="0" w:space="0" w:color="auto"/>
                            <w:bottom w:val="none" w:sz="0" w:space="0" w:color="auto"/>
                            <w:right w:val="none" w:sz="0" w:space="0" w:color="auto"/>
                          </w:divBdr>
                          <w:divsChild>
                            <w:div w:id="1490637297">
                              <w:marLeft w:val="0"/>
                              <w:marRight w:val="0"/>
                              <w:marTop w:val="0"/>
                              <w:marBottom w:val="0"/>
                              <w:divBdr>
                                <w:top w:val="none" w:sz="0" w:space="0" w:color="auto"/>
                                <w:left w:val="none" w:sz="0" w:space="0" w:color="auto"/>
                                <w:bottom w:val="none" w:sz="0" w:space="0" w:color="auto"/>
                                <w:right w:val="none" w:sz="0" w:space="0" w:color="auto"/>
                              </w:divBdr>
                              <w:divsChild>
                                <w:div w:id="1095134084">
                                  <w:marLeft w:val="0"/>
                                  <w:marRight w:val="0"/>
                                  <w:marTop w:val="0"/>
                                  <w:marBottom w:val="0"/>
                                  <w:divBdr>
                                    <w:top w:val="none" w:sz="0" w:space="0" w:color="auto"/>
                                    <w:left w:val="none" w:sz="0" w:space="0" w:color="auto"/>
                                    <w:bottom w:val="none" w:sz="0" w:space="0" w:color="auto"/>
                                    <w:right w:val="none" w:sz="0" w:space="0" w:color="auto"/>
                                  </w:divBdr>
                                </w:div>
                                <w:div w:id="1869828584">
                                  <w:marLeft w:val="0"/>
                                  <w:marRight w:val="0"/>
                                  <w:marTop w:val="0"/>
                                  <w:marBottom w:val="0"/>
                                  <w:divBdr>
                                    <w:top w:val="none" w:sz="0" w:space="0" w:color="auto"/>
                                    <w:left w:val="none" w:sz="0" w:space="0" w:color="auto"/>
                                    <w:bottom w:val="none" w:sz="0" w:space="0" w:color="auto"/>
                                    <w:right w:val="none" w:sz="0" w:space="0" w:color="auto"/>
                                  </w:divBdr>
                                </w:div>
                                <w:div w:id="163606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5779561">
      <w:bodyDiv w:val="1"/>
      <w:marLeft w:val="0"/>
      <w:marRight w:val="0"/>
      <w:marTop w:val="0"/>
      <w:marBottom w:val="0"/>
      <w:divBdr>
        <w:top w:val="none" w:sz="0" w:space="0" w:color="auto"/>
        <w:left w:val="none" w:sz="0" w:space="0" w:color="auto"/>
        <w:bottom w:val="none" w:sz="0" w:space="0" w:color="auto"/>
        <w:right w:val="none" w:sz="0" w:space="0" w:color="auto"/>
      </w:divBdr>
      <w:divsChild>
        <w:div w:id="2095084885">
          <w:marLeft w:val="0"/>
          <w:marRight w:val="0"/>
          <w:marTop w:val="0"/>
          <w:marBottom w:val="0"/>
          <w:divBdr>
            <w:top w:val="none" w:sz="0" w:space="0" w:color="auto"/>
            <w:left w:val="none" w:sz="0" w:space="0" w:color="auto"/>
            <w:bottom w:val="none" w:sz="0" w:space="0" w:color="auto"/>
            <w:right w:val="none" w:sz="0" w:space="0" w:color="auto"/>
          </w:divBdr>
          <w:divsChild>
            <w:div w:id="689180483">
              <w:marLeft w:val="0"/>
              <w:marRight w:val="0"/>
              <w:marTop w:val="0"/>
              <w:marBottom w:val="0"/>
              <w:divBdr>
                <w:top w:val="none" w:sz="0" w:space="0" w:color="auto"/>
                <w:left w:val="none" w:sz="0" w:space="0" w:color="auto"/>
                <w:bottom w:val="none" w:sz="0" w:space="0" w:color="auto"/>
                <w:right w:val="none" w:sz="0" w:space="0" w:color="auto"/>
              </w:divBdr>
              <w:divsChild>
                <w:div w:id="392779880">
                  <w:marLeft w:val="0"/>
                  <w:marRight w:val="0"/>
                  <w:marTop w:val="0"/>
                  <w:marBottom w:val="0"/>
                  <w:divBdr>
                    <w:top w:val="none" w:sz="0" w:space="0" w:color="auto"/>
                    <w:left w:val="none" w:sz="0" w:space="0" w:color="auto"/>
                    <w:bottom w:val="none" w:sz="0" w:space="0" w:color="auto"/>
                    <w:right w:val="none" w:sz="0" w:space="0" w:color="auto"/>
                  </w:divBdr>
                  <w:divsChild>
                    <w:div w:id="1628244423">
                      <w:marLeft w:val="0"/>
                      <w:marRight w:val="0"/>
                      <w:marTop w:val="0"/>
                      <w:marBottom w:val="0"/>
                      <w:divBdr>
                        <w:top w:val="none" w:sz="0" w:space="0" w:color="auto"/>
                        <w:left w:val="none" w:sz="0" w:space="0" w:color="auto"/>
                        <w:bottom w:val="none" w:sz="0" w:space="0" w:color="auto"/>
                        <w:right w:val="none" w:sz="0" w:space="0" w:color="auto"/>
                      </w:divBdr>
                      <w:divsChild>
                        <w:div w:id="628248013">
                          <w:marLeft w:val="0"/>
                          <w:marRight w:val="0"/>
                          <w:marTop w:val="0"/>
                          <w:marBottom w:val="0"/>
                          <w:divBdr>
                            <w:top w:val="none" w:sz="0" w:space="0" w:color="auto"/>
                            <w:left w:val="none" w:sz="0" w:space="0" w:color="auto"/>
                            <w:bottom w:val="none" w:sz="0" w:space="0" w:color="auto"/>
                            <w:right w:val="none" w:sz="0" w:space="0" w:color="auto"/>
                          </w:divBdr>
                          <w:divsChild>
                            <w:div w:id="380637750">
                              <w:marLeft w:val="0"/>
                              <w:marRight w:val="0"/>
                              <w:marTop w:val="0"/>
                              <w:marBottom w:val="0"/>
                              <w:divBdr>
                                <w:top w:val="none" w:sz="0" w:space="0" w:color="auto"/>
                                <w:left w:val="none" w:sz="0" w:space="0" w:color="auto"/>
                                <w:bottom w:val="none" w:sz="0" w:space="0" w:color="auto"/>
                                <w:right w:val="none" w:sz="0" w:space="0" w:color="auto"/>
                              </w:divBdr>
                              <w:divsChild>
                                <w:div w:id="376979133">
                                  <w:marLeft w:val="0"/>
                                  <w:marRight w:val="0"/>
                                  <w:marTop w:val="0"/>
                                  <w:marBottom w:val="0"/>
                                  <w:divBdr>
                                    <w:top w:val="none" w:sz="0" w:space="0" w:color="auto"/>
                                    <w:left w:val="none" w:sz="0" w:space="0" w:color="auto"/>
                                    <w:bottom w:val="none" w:sz="0" w:space="0" w:color="auto"/>
                                    <w:right w:val="none" w:sz="0" w:space="0" w:color="auto"/>
                                  </w:divBdr>
                                </w:div>
                                <w:div w:id="1250192146">
                                  <w:marLeft w:val="0"/>
                                  <w:marRight w:val="0"/>
                                  <w:marTop w:val="0"/>
                                  <w:marBottom w:val="0"/>
                                  <w:divBdr>
                                    <w:top w:val="none" w:sz="0" w:space="0" w:color="auto"/>
                                    <w:left w:val="none" w:sz="0" w:space="0" w:color="auto"/>
                                    <w:bottom w:val="none" w:sz="0" w:space="0" w:color="auto"/>
                                    <w:right w:val="none" w:sz="0" w:space="0" w:color="auto"/>
                                  </w:divBdr>
                                </w:div>
                                <w:div w:id="118548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4416682">
      <w:bodyDiv w:val="1"/>
      <w:marLeft w:val="0"/>
      <w:marRight w:val="0"/>
      <w:marTop w:val="0"/>
      <w:marBottom w:val="0"/>
      <w:divBdr>
        <w:top w:val="none" w:sz="0" w:space="0" w:color="auto"/>
        <w:left w:val="none" w:sz="0" w:space="0" w:color="auto"/>
        <w:bottom w:val="none" w:sz="0" w:space="0" w:color="auto"/>
        <w:right w:val="none" w:sz="0" w:space="0" w:color="auto"/>
      </w:divBdr>
    </w:div>
    <w:div w:id="207920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CodeArticle.do?cidTexte=LEGITEXT000006073984&amp;idArticle=LEGIARTI000006803032&amp;dateTexte=&amp;categorieLien=cid" TargetMode="External"/><Relationship Id="rId18" Type="http://schemas.openxmlformats.org/officeDocument/2006/relationships/hyperlink" Target="http://www.legifrance.gouv.fr/affichCodeArticle.do?idArticle=LEGIARTI000006786141&amp;cidTexte=LEGITEXT000006073984&amp;dateTexte=20090619&amp;oldAction=rechCodeArticle" TargetMode="External"/><Relationship Id="rId26" Type="http://schemas.openxmlformats.org/officeDocument/2006/relationships/hyperlink" Target="https://www.legifrance.gouv.fr/affichCodeArticle.do?cidTexte=LEGITEXT000006073984&amp;idArticle=LEGIARTI000006803032&amp;dateTexte=&amp;categorieLien=cid" TargetMode="External"/><Relationship Id="rId39" Type="http://schemas.openxmlformats.org/officeDocument/2006/relationships/hyperlink" Target="https://www.legifrance.gouv.fr/affichCodeArticle.do?cidTexte=LEGITEXT000006073984&amp;idArticle=LEGIARTI000006788936&amp;dateTexte=&amp;categorieLien=cid" TargetMode="External"/><Relationship Id="rId3" Type="http://schemas.openxmlformats.org/officeDocument/2006/relationships/styles" Target="styles.xml"/><Relationship Id="rId21" Type="http://schemas.openxmlformats.org/officeDocument/2006/relationships/image" Target="media/image4.emf"/><Relationship Id="rId34" Type="http://schemas.openxmlformats.org/officeDocument/2006/relationships/hyperlink" Target="https://www.legifrance.gouv.fr/affichTexteArticle.do;jsessionid=60AB9E91160B849558AB4D26F7EEDC7A.tplgfr30s_1?cidTexte=JORFTEXT000035511666&amp;idArticle=LEGIARTI000035513387&amp;dateTexte=20171221&amp;categorieLien=id" TargetMode="External"/><Relationship Id="rId42" Type="http://schemas.openxmlformats.org/officeDocument/2006/relationships/hyperlink" Target="https://www.legifrance.gouv.fr/affichCodeArticle.do?cidTexte=LEGITEXT000006073984&amp;idArticle=LEGIARTI000006788936&amp;dateTexte=&amp;categorieLien=cid" TargetMode="External"/><Relationship Id="rId7" Type="http://schemas.openxmlformats.org/officeDocument/2006/relationships/footnotes" Target="footnotes.xml"/><Relationship Id="rId12" Type="http://schemas.openxmlformats.org/officeDocument/2006/relationships/hyperlink" Target="http://www.legifrance.com/affichCodeArticle.do?cidTexte=LEGITEXT000006073984&amp;idArticle=LEGIARTI000006788936&amp;dateTexte=&amp;categorieLien=cid" TargetMode="External"/><Relationship Id="rId17" Type="http://schemas.openxmlformats.org/officeDocument/2006/relationships/hyperlink" Target="http://www.legifrance.com/affichCodeArticle.do?cidTexte=LEGITEXT000006073984&amp;idArticle=LEGIARTI000006786107&amp;dateTexte=&amp;categorieLien=cid" TargetMode="External"/><Relationship Id="rId25" Type="http://schemas.openxmlformats.org/officeDocument/2006/relationships/hyperlink" Target="https://www.legifrance.gouv.fr/affichCodeArticle.do?cidTexte=LEGITEXT000006073984&amp;idArticle=LEGIARTI000034382862&amp;dateTexte=&amp;categorieLien=cid" TargetMode="External"/><Relationship Id="rId33" Type="http://schemas.openxmlformats.org/officeDocument/2006/relationships/hyperlink" Target="https://www.legifrance.gouv.fr/affichCodeArticle.do?cidTexte=LEGITEXT000006073984&amp;idArticle=LEGIARTI000034382862&amp;dateTexte=&amp;categorieLien=cid" TargetMode="External"/><Relationship Id="rId38" Type="http://schemas.openxmlformats.org/officeDocument/2006/relationships/hyperlink" Target="https://www.legifrance.gouv.fr/affichCodeArticle.do?cidTexte=LEGITEXT000006073984&amp;idArticle=LEGIARTI000035514622&amp;dateTexte=&amp;categorieLien=id" TargetMode="External"/><Relationship Id="rId2" Type="http://schemas.openxmlformats.org/officeDocument/2006/relationships/numbering" Target="numbering.xml"/><Relationship Id="rId16" Type="http://schemas.openxmlformats.org/officeDocument/2006/relationships/hyperlink" Target="https://www.legifrance.gouv.fr/affichCodeArticle.do?cidTexte=LEGITEXT000006073984&amp;idArticle=LEGIARTI000006793656&amp;dateTexte=&amp;categorieLien=cid" TargetMode="External"/><Relationship Id="rId20" Type="http://schemas.openxmlformats.org/officeDocument/2006/relationships/image" Target="media/image3.emf"/><Relationship Id="rId29" Type="http://schemas.openxmlformats.org/officeDocument/2006/relationships/hyperlink" Target="https://www.legifrance.gouv.fr/affichCodeArticle.do?cidTexte=LEGITEXT000006073984&amp;idArticle=LEGIARTI000006793656&amp;dateTexte=&amp;categorieLien=cid" TargetMode="External"/><Relationship Id="rId41" Type="http://schemas.openxmlformats.org/officeDocument/2006/relationships/hyperlink" Target="https://www.legifrance.gouv.fr/affichCodeArticle.do?cidTexte=LEGITEXT000006073984&amp;idArticle=LEGIARTI000006786121&amp;dateTexte=&amp;categorieLien=ci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www.legifrance.gouv.fr/affichCodeArticle.do?cidTexte=LEGITEXT000006073984&amp;idArticle=LEGIARTI000006796400&amp;dateTexte=&amp;categorieLien=cid" TargetMode="External"/><Relationship Id="rId32" Type="http://schemas.openxmlformats.org/officeDocument/2006/relationships/hyperlink" Target="https://www.legifrance.gouv.fr/affichCodeArticle.do?cidTexte=LEGITEXT000006073984&amp;idArticle=LEGIARTI000006793656&amp;dateTexte=&amp;categorieLien=cid" TargetMode="External"/><Relationship Id="rId37" Type="http://schemas.openxmlformats.org/officeDocument/2006/relationships/hyperlink" Target="https://www.legifrance.gouv.fr/affichTexteArticle.do;jsessionid=60AB9E91160B849558AB4D26F7EEDC7A.tplgfr30s_1?cidTexte=JORFTEXT000035511666&amp;idArticle=LEGIARTI000035513387&amp;dateTexte=20171221&amp;categorieLien=id" TargetMode="External"/><Relationship Id="rId40" Type="http://schemas.openxmlformats.org/officeDocument/2006/relationships/hyperlink" Target="https://www.legifrance.gouv.fr/affichCodeArticle.do?cidTexte=LEGITEXT000006073984&amp;idArticle=LEGIARTI000006786107&amp;dateTexte=&amp;categorieLien=cid" TargetMode="External"/><Relationship Id="rId5" Type="http://schemas.openxmlformats.org/officeDocument/2006/relationships/settings" Target="settings.xml"/><Relationship Id="rId15" Type="http://schemas.openxmlformats.org/officeDocument/2006/relationships/hyperlink" Target="https://www.legifrance.gouv.fr/affichCodeArticle.do?cidTexte=LEGITEXT000006073984&amp;idArticle=LEGIARTI000029141729&amp;dateTexte=&amp;categorieLien=cid" TargetMode="External"/><Relationship Id="rId23" Type="http://schemas.openxmlformats.org/officeDocument/2006/relationships/hyperlink" Target="https://www.legifrance.gouv.fr/affichCodeArticle.do?cidTexte=LEGITEXT000006073984&amp;idArticle=LEGIARTI000006796289&amp;dateTexte=&amp;categorieLien=cid" TargetMode="External"/><Relationship Id="rId28" Type="http://schemas.openxmlformats.org/officeDocument/2006/relationships/hyperlink" Target="https://www.legifrance.gouv.fr/affichCodeArticle.do?cidTexte=LEGITEXT000006073984&amp;idArticle=LEGIARTI000029141729&amp;dateTexte=&amp;categorieLien=cid" TargetMode="External"/><Relationship Id="rId36" Type="http://schemas.openxmlformats.org/officeDocument/2006/relationships/hyperlink" Target="https://www.legifrance.gouv.fr/affichCodeArticle.do?cidTexte=LEGITEXT000006073984&amp;idArticle=LEGIARTI000034382862&amp;dateTexte=&amp;categorieLien=cid" TargetMode="External"/><Relationship Id="rId10" Type="http://schemas.openxmlformats.org/officeDocument/2006/relationships/hyperlink" Target="mailto:revalotaux@acpr.banque-france.fr" TargetMode="External"/><Relationship Id="rId19" Type="http://schemas.openxmlformats.org/officeDocument/2006/relationships/image" Target="media/image2.png"/><Relationship Id="rId31" Type="http://schemas.openxmlformats.org/officeDocument/2006/relationships/hyperlink" Target="https://www.legifrance.gouv.fr/affichCodeArticle.do?cidTexte=LEGITEXT000006073984&amp;idArticle=LEGIARTI000006796289&amp;dateTexte=&amp;categorieLien=cid"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www.legifrance.gouv.fr/affichCodeArticle.do?cidTexte=LEGITEXT000006073984&amp;idArticle=LEGIARTI000006793783&amp;dateTexte=&amp;categorieLien=cid" TargetMode="External"/><Relationship Id="rId22" Type="http://schemas.openxmlformats.org/officeDocument/2006/relationships/hyperlink" Target="https://www.legifrance.gouv.fr/affichTexteArticle.do;jsessionid=60AB9E91160B849558AB4D26F7EEDC7A.tplgfr30s_1?cidTexte=JORFTEXT000035511666&amp;idArticle=LEGIARTI000035513391&amp;dateTexte=20171221&amp;categorieLien=id" TargetMode="External"/><Relationship Id="rId27" Type="http://schemas.openxmlformats.org/officeDocument/2006/relationships/hyperlink" Target="https://www.legifrance.gouv.fr/affichCodeArticle.do?cidTexte=LEGITEXT000006073984&amp;idArticle=LEGIARTI000006793783&amp;dateTexte=&amp;categorieLien=cid" TargetMode="External"/><Relationship Id="rId30" Type="http://schemas.openxmlformats.org/officeDocument/2006/relationships/hyperlink" Target="https://www.legifrance.gouv.fr/affichTexteArticle.do;jsessionid=60AB9E91160B849558AB4D26F7EEDC7A.tplgfr30s_1?cidTexte=JORFTEXT000035511666&amp;idArticle=LEGIARTI000035513387&amp;dateTexte=20171221&amp;categorieLien=id" TargetMode="External"/><Relationship Id="rId35" Type="http://schemas.openxmlformats.org/officeDocument/2006/relationships/hyperlink" Target="https://www.legifrance.gouv.fr/affichCodeArticle.do?cidTexte=LEGITEXT000006073984&amp;idArticle=LEGIARTI000006796289&amp;dateTexte=&amp;categorieLien=cid" TargetMode="External"/><Relationship Id="rId43"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85495-73FC-481C-A20B-1C0BCBF9D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982DE277.dotm</Template>
  <TotalTime>58</TotalTime>
  <Pages>28</Pages>
  <Words>7640</Words>
  <Characters>45343</Characters>
  <Application>Microsoft Office Word</Application>
  <DocSecurity>0</DocSecurity>
  <Lines>377</Lines>
  <Paragraphs>105</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52878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GANDOLPHE</dc:creator>
  <cp:lastModifiedBy>Gaëlle CAPITAINE</cp:lastModifiedBy>
  <cp:revision>5</cp:revision>
  <cp:lastPrinted>2018-08-09T11:57:00Z</cp:lastPrinted>
  <dcterms:created xsi:type="dcterms:W3CDTF">2018-08-09T10:08:00Z</dcterms:created>
  <dcterms:modified xsi:type="dcterms:W3CDTF">2018-08-09T12:45:00Z</dcterms:modified>
</cp:coreProperties>
</file>