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348" w:rsidRDefault="004D4348" w:rsidP="004D4348">
      <w:pPr>
        <w:jc w:val="both"/>
        <w:rPr>
          <w:rFonts w:ascii="Arial" w:hAnsi="Arial" w:cs="Arial"/>
          <w:b/>
          <w:color w:val="003B8E"/>
          <w:sz w:val="32"/>
          <w:szCs w:val="32"/>
        </w:rPr>
      </w:pPr>
      <w:r w:rsidRPr="004D4348">
        <w:rPr>
          <w:rFonts w:cs="Times New Roman"/>
          <w:noProof/>
          <w:lang w:eastAsia="fr-FR"/>
        </w:rPr>
        <w:drawing>
          <wp:inline distT="0" distB="0" distL="0" distR="0" wp14:anchorId="21D853E8" wp14:editId="0317B863">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9"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 xml:space="preserve">Utilisation de l’état </w:t>
      </w:r>
      <w:r w:rsidR="00A536DD">
        <w:rPr>
          <w:rFonts w:ascii="Times New Roman" w:hAnsi="Times New Roman" w:cs="Times New Roman"/>
          <w:b/>
          <w:color w:val="003B8E"/>
          <w:sz w:val="32"/>
          <w:szCs w:val="32"/>
        </w:rPr>
        <w:t>réserve de capitalisation</w:t>
      </w:r>
      <w:r w:rsidR="00E71AB6">
        <w:rPr>
          <w:rFonts w:ascii="Times New Roman" w:hAnsi="Times New Roman" w:cs="Times New Roman"/>
          <w:b/>
          <w:color w:val="003B8E"/>
          <w:sz w:val="32"/>
          <w:szCs w:val="32"/>
        </w:rPr>
        <w:t xml:space="preserve"> (FR.11.01)</w:t>
      </w:r>
    </w:p>
    <w:p w:rsidR="00E71AB6"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Le</w:t>
      </w:r>
      <w:r>
        <w:rPr>
          <w:rFonts w:ascii="Times New Roman" w:hAnsi="Times New Roman" w:cs="Times New Roman"/>
        </w:rPr>
        <w:t>s</w:t>
      </w:r>
      <w:r w:rsidRPr="00E71AB6">
        <w:rPr>
          <w:rFonts w:ascii="Times New Roman" w:hAnsi="Times New Roman" w:cs="Times New Roman"/>
        </w:rPr>
        <w:t xml:space="preserve"> tableau</w:t>
      </w:r>
      <w:r>
        <w:rPr>
          <w:rFonts w:ascii="Times New Roman" w:hAnsi="Times New Roman" w:cs="Times New Roman"/>
        </w:rPr>
        <w:t>x</w:t>
      </w:r>
      <w:r w:rsidRPr="00E71AB6">
        <w:rPr>
          <w:rFonts w:ascii="Times New Roman" w:hAnsi="Times New Roman" w:cs="Times New Roman"/>
        </w:rPr>
        <w:t xml:space="preserve"> de l’état FR.</w:t>
      </w:r>
      <w:r>
        <w:rPr>
          <w:rFonts w:ascii="Times New Roman" w:hAnsi="Times New Roman" w:cs="Times New Roman"/>
        </w:rPr>
        <w:t>11.01</w:t>
      </w:r>
      <w:r w:rsidRPr="00E71AB6">
        <w:rPr>
          <w:rFonts w:ascii="Times New Roman" w:hAnsi="Times New Roman" w:cs="Times New Roman"/>
        </w:rPr>
        <w:t xml:space="preserve"> </w:t>
      </w:r>
      <w:r>
        <w:rPr>
          <w:rFonts w:ascii="Times New Roman" w:hAnsi="Times New Roman" w:cs="Times New Roman"/>
        </w:rPr>
        <w:t>sont</w:t>
      </w:r>
      <w:r w:rsidRPr="00E71AB6">
        <w:rPr>
          <w:rFonts w:ascii="Times New Roman" w:hAnsi="Times New Roman" w:cs="Times New Roman"/>
        </w:rPr>
        <w:t xml:space="preserve"> à renseigner par les organismes d’assurance concernés en fonction de leur activité en application de </w:t>
      </w:r>
      <w:r>
        <w:rPr>
          <w:rFonts w:ascii="Times New Roman" w:hAnsi="Times New Roman" w:cs="Times New Roman"/>
        </w:rPr>
        <w:t>l’instruction</w:t>
      </w:r>
      <w:r w:rsidRPr="00E71AB6">
        <w:rPr>
          <w:rFonts w:ascii="Times New Roman" w:hAnsi="Times New Roman" w:cs="Times New Roman"/>
        </w:rPr>
        <w:t xml:space="preserve"> de l’ACPR n°2016-I-1</w:t>
      </w:r>
      <w:r>
        <w:rPr>
          <w:rFonts w:ascii="Times New Roman" w:hAnsi="Times New Roman" w:cs="Times New Roman"/>
        </w:rPr>
        <w:t xml:space="preserve">6 </w:t>
      </w:r>
      <w:r w:rsidRPr="00E71AB6">
        <w:rPr>
          <w:rFonts w:ascii="Times New Roman" w:hAnsi="Times New Roman" w:cs="Times New Roman"/>
        </w:rPr>
        <w:t>relative à la transmission à l’Autorité du contrôle prudentiel et de résolution de documents prudentiels annuels.</w:t>
      </w:r>
      <w:r w:rsidR="009871ED">
        <w:rPr>
          <w:rFonts w:ascii="Times New Roman" w:hAnsi="Times New Roman" w:cs="Times New Roman"/>
        </w:rPr>
        <w:t xml:space="preserve"> </w:t>
      </w:r>
      <w:r w:rsidR="009871ED" w:rsidRPr="009871ED">
        <w:rPr>
          <w:rFonts w:ascii="Times New Roman" w:hAnsi="Times New Roman" w:cs="Times New Roman"/>
        </w:rPr>
        <w:t>Les organismes relevant de l’instruction 2016-I-15 ne sont pas concernés.</w:t>
      </w:r>
    </w:p>
    <w:p w:rsidR="004A6097"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 xml:space="preserve">Les montants monétaires sont exprimés en euros </w:t>
      </w:r>
      <w:r>
        <w:rPr>
          <w:rFonts w:ascii="Times New Roman" w:hAnsi="Times New Roman" w:cs="Times New Roman"/>
        </w:rPr>
        <w:t xml:space="preserve">et les données transmises </w:t>
      </w:r>
      <w:r w:rsidRPr="00E71AB6">
        <w:rPr>
          <w:rFonts w:ascii="Times New Roman" w:hAnsi="Times New Roman" w:cs="Times New Roman"/>
        </w:rPr>
        <w:t>au format XBRL.</w:t>
      </w:r>
    </w:p>
    <w:p w:rsidR="0021474C"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Contexte :</w:t>
      </w:r>
      <w:bookmarkStart w:id="0" w:name="_GoBack"/>
      <w:bookmarkEnd w:id="0"/>
    </w:p>
    <w:p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351-2-1</w:t>
      </w:r>
      <w:r w:rsidR="000603E0" w:rsidRPr="00F40B18">
        <w:rPr>
          <w:rFonts w:ascii="Times New Roman" w:hAnsi="Times New Roman" w:cs="Times New Roman"/>
          <w:b/>
        </w:rPr>
        <w:t xml:space="preserve"> du code des assurances</w:t>
      </w:r>
    </w:p>
    <w:p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Pour les entreprises mentionnées à l’article L. 310-3-1 qui sont agréées pour pratiquer les opérations mentionnées au 1° de l’article L. 310-1, le calcul de la meilleure estimation visée au II de l’article R. 351-2 tient compte des versements et des prélèvements qui seraient effectués sur la réserve de capitalisation constituée à la date de calcul, conformément aux dispositions de l’article R. 343-14, pendant toute la durée des engagements d’assurance liés à des opérations mentionnées au 1° de l’article L. 310-1.</w:t>
      </w:r>
    </w:p>
    <w:p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 xml:space="preserve"> Le cas échéant, la valeur actuelle attendue, estimée sur la base de la courbe des taux sans risque pertinente, du montant de la réserve de capitalisation subsistant à l’issue de la durée des engagements mentionnés à l’alinéa précédent est intégrée à la réserve de réconciliation, au sens du </w:t>
      </w:r>
      <w:r w:rsidR="007F6578" w:rsidRPr="00F40B18">
        <w:rPr>
          <w:rFonts w:ascii="Times New Roman" w:hAnsi="Times New Roman" w:cs="Times New Roman"/>
        </w:rPr>
        <w:t>(</w:t>
      </w:r>
      <w:r w:rsidRPr="00F40B18">
        <w:rPr>
          <w:rFonts w:ascii="Times New Roman" w:hAnsi="Times New Roman" w:cs="Times New Roman"/>
        </w:rPr>
        <w:t>vi</w:t>
      </w:r>
      <w:r w:rsidR="007F6578" w:rsidRPr="00F40B18">
        <w:rPr>
          <w:rFonts w:ascii="Times New Roman" w:hAnsi="Times New Roman" w:cs="Times New Roman"/>
        </w:rPr>
        <w:t>)</w:t>
      </w:r>
      <w:r w:rsidRPr="00F40B18">
        <w:rPr>
          <w:rFonts w:ascii="Times New Roman" w:hAnsi="Times New Roman" w:cs="Times New Roman"/>
        </w:rPr>
        <w:t xml:space="preserve"> du </w:t>
      </w:r>
      <w:r w:rsidR="007F6578" w:rsidRPr="00F40B18">
        <w:rPr>
          <w:rFonts w:ascii="Times New Roman" w:hAnsi="Times New Roman" w:cs="Times New Roman"/>
        </w:rPr>
        <w:t>(</w:t>
      </w:r>
      <w:r w:rsidRPr="00F40B18">
        <w:rPr>
          <w:rFonts w:ascii="Times New Roman" w:hAnsi="Times New Roman" w:cs="Times New Roman"/>
        </w:rPr>
        <w:t>a</w:t>
      </w:r>
      <w:r w:rsidR="007F6578" w:rsidRPr="00F40B18">
        <w:rPr>
          <w:rFonts w:ascii="Times New Roman" w:hAnsi="Times New Roman" w:cs="Times New Roman"/>
        </w:rPr>
        <w:t>)</w:t>
      </w:r>
      <w:r w:rsidRPr="00F40B18">
        <w:rPr>
          <w:rFonts w:ascii="Times New Roman" w:hAnsi="Times New Roman" w:cs="Times New Roman"/>
        </w:rPr>
        <w:t xml:space="preserve"> de l’article 69 du règlement délégué (UE) n° 2015/35 de la Commission du 10 octobre 2014 et fait partie des éléments de fonds propres de base classés au niveau 1.</w:t>
      </w:r>
    </w:p>
    <w:p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Aux fins du contrôle de l’application des dispositions prévues au présent article, l’Autorité de contrôle prudentiel et de résolution détermine le format d’états quantitatifs spécifiques. </w:t>
      </w:r>
    </w:p>
    <w:p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352-34</w:t>
      </w:r>
      <w:r w:rsidR="000603E0" w:rsidRPr="00F40B18">
        <w:rPr>
          <w:rFonts w:ascii="Times New Roman" w:hAnsi="Times New Roman" w:cs="Times New Roman"/>
          <w:b/>
        </w:rPr>
        <w:t xml:space="preserve"> du code des assurances</w:t>
      </w:r>
    </w:p>
    <w:p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Lorsque les entreprises mentionnées à l’article L. 310-3-1, qui sont agréées pour pratiquer les opérations mentionnées au 1° de l’article L. 310-1, ne détiennent plus suffisamment de fonds propres éligibles pour couvrir leur capital de solvabilité requis ou leur minimum de capital requis ou qu’elles ont informé l’Autorité de contrôle prudentiel et de résolution, conformément aux dispositions prévues aux articles L. 352-7 et L. 352-8, qu’elles risquaient de se trouver dans une telle situation dans les trois prochains mois, elles peuvent, par dérogation aux dispositions prévues au chapitre III du titre IV du présent livre, dans la limite et jusqu’au rétablissement de leur couverture de minimum de capital requis et de capital solvabilité requis, transférer tout ou partie de leur réserve de capitalisation au compte “autres réserves”. </w:t>
      </w:r>
    </w:p>
    <w:p w:rsidR="009A2995"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Description des états :</w:t>
      </w:r>
    </w:p>
    <w:p w:rsidR="00563E48" w:rsidRPr="00F40B18" w:rsidRDefault="00BF7187" w:rsidP="00F40B18">
      <w:pPr>
        <w:pStyle w:val="Paragraphedeliste1"/>
        <w:spacing w:before="120" w:after="120"/>
        <w:ind w:left="0"/>
        <w:contextualSpacing w:val="0"/>
      </w:pPr>
      <w:r w:rsidRPr="00F40B18">
        <w:t>L'objectif de</w:t>
      </w:r>
      <w:r w:rsidR="00DF5345" w:rsidRPr="00F40B18">
        <w:t>s états est de</w:t>
      </w:r>
      <w:r w:rsidR="008F730A">
        <w:t xml:space="preserve"> mettre en évidence</w:t>
      </w:r>
      <w:r w:rsidR="00563E48" w:rsidRPr="00F40B18">
        <w:t> :</w:t>
      </w:r>
    </w:p>
    <w:p w:rsidR="00BF7187" w:rsidRPr="00F40B18" w:rsidRDefault="00DF5345" w:rsidP="00F40B18">
      <w:pPr>
        <w:pStyle w:val="Paragraphedeliste1"/>
        <w:numPr>
          <w:ilvl w:val="0"/>
          <w:numId w:val="10"/>
        </w:numPr>
        <w:spacing w:before="120" w:after="120"/>
        <w:contextualSpacing w:val="0"/>
      </w:pPr>
      <w:r w:rsidRPr="00F40B18">
        <w:t xml:space="preserve">les mouvements </w:t>
      </w:r>
      <w:r w:rsidR="00466DD9">
        <w:t xml:space="preserve">prévisionnels </w:t>
      </w:r>
      <w:r w:rsidRPr="00F40B18">
        <w:t xml:space="preserve">de la réserve de capitalisation tels qu’ils résultent des hypothèses </w:t>
      </w:r>
      <w:r w:rsidR="00563E48" w:rsidRPr="00F40B18">
        <w:t>d’acquisition et de cession</w:t>
      </w:r>
      <w:r w:rsidR="008F730A" w:rsidRPr="008F730A">
        <w:t xml:space="preserve"> </w:t>
      </w:r>
      <w:r w:rsidR="008F730A" w:rsidRPr="00F40B18">
        <w:t>des obligations relevant du R. 343-9</w:t>
      </w:r>
      <w:r w:rsidR="00563E48" w:rsidRPr="00F40B18">
        <w:t xml:space="preserve">, </w:t>
      </w:r>
      <w:r w:rsidR="008F730A">
        <w:t xml:space="preserve">qui </w:t>
      </w:r>
      <w:r w:rsidR="009554A2">
        <w:t>découlent d</w:t>
      </w:r>
      <w:r w:rsidR="001F2A27">
        <w:t>es scénarii</w:t>
      </w:r>
      <w:r w:rsidRPr="00F40B18">
        <w:t xml:space="preserve"> d’investissement et de désinvestissement</w:t>
      </w:r>
      <w:r w:rsidR="00563E48" w:rsidRPr="00F40B18">
        <w:t xml:space="preserve"> des placements</w:t>
      </w:r>
      <w:r w:rsidR="009554A2">
        <w:t>,</w:t>
      </w:r>
      <w:r w:rsidR="00563E48" w:rsidRPr="00F40B18">
        <w:t xml:space="preserve"> </w:t>
      </w:r>
      <w:r w:rsidR="008F730A">
        <w:t>liés</w:t>
      </w:r>
      <w:r w:rsidR="00563E48" w:rsidRPr="00F40B18">
        <w:t xml:space="preserve"> à l’évaluation des </w:t>
      </w:r>
      <w:r w:rsidR="00563E48" w:rsidRPr="00F40B18">
        <w:lastRenderedPageBreak/>
        <w:t>provisions techniques Solvabilité II</w:t>
      </w:r>
      <w:r w:rsidR="00D32ECB">
        <w:t>.</w:t>
      </w:r>
      <w:r w:rsidR="00DC16A7">
        <w:t xml:space="preserve"> Ces mouvements impactent les estimations </w:t>
      </w:r>
      <w:r w:rsidR="00790341">
        <w:t xml:space="preserve"> des dotations à la participation aux bénéfices qui, selon les dispositions contractuels et légales applicables, aura une incidence sur les </w:t>
      </w:r>
      <w:r w:rsidR="00DC16A7">
        <w:t xml:space="preserve">prestations incluses </w:t>
      </w:r>
      <w:r w:rsidR="00DC16A7" w:rsidRPr="00F40B18">
        <w:t xml:space="preserve">dans le calcul des provisions techniques Solvabilité II de la </w:t>
      </w:r>
      <w:proofErr w:type="spellStart"/>
      <w:r w:rsidR="00DC16A7" w:rsidRPr="00F40B18">
        <w:t>LoB</w:t>
      </w:r>
      <w:proofErr w:type="spellEnd"/>
      <w:r w:rsidR="00DC16A7" w:rsidRPr="00F40B18">
        <w:t xml:space="preserve"> «Assurance avec participation aux bénéfices »</w:t>
      </w:r>
      <w:r w:rsidR="00DC16A7">
        <w:t>.</w:t>
      </w:r>
    </w:p>
    <w:p w:rsidR="00833416" w:rsidRDefault="00833416" w:rsidP="00833416">
      <w:pPr>
        <w:pStyle w:val="Paragraphedeliste1"/>
        <w:numPr>
          <w:ilvl w:val="0"/>
          <w:numId w:val="10"/>
        </w:numPr>
        <w:spacing w:before="120" w:after="120"/>
        <w:contextualSpacing w:val="0"/>
      </w:pPr>
      <w:r w:rsidRPr="00F40B18">
        <w:t>la valeur actuelle attendue, estimée sur la base de la courbe des taux sans risque pertinente</w:t>
      </w:r>
      <w:r>
        <w:t xml:space="preserve"> du montant résiduel de la réserve de capitalisation </w:t>
      </w:r>
      <w:r w:rsidRPr="00F40B18">
        <w:t>subsistant à l’issue de la durée des engagements d’assurance liés à des opérations mentionnées au 1° de l’article L. 310-1</w:t>
      </w:r>
      <w:r>
        <w:t> </w:t>
      </w:r>
      <w:r w:rsidR="00853CE0">
        <w:t>;</w:t>
      </w:r>
    </w:p>
    <w:p w:rsidR="00833416" w:rsidRPr="00F40B18" w:rsidRDefault="00833416" w:rsidP="008629D2">
      <w:pPr>
        <w:pStyle w:val="Paragraphedeliste1"/>
        <w:spacing w:before="120" w:after="120"/>
        <w:contextualSpacing w:val="0"/>
      </w:pPr>
    </w:p>
    <w:p w:rsidR="002E05A7" w:rsidRPr="00F40B18" w:rsidRDefault="002E05A7" w:rsidP="00F40B18">
      <w:pPr>
        <w:pStyle w:val="Paragraphedeliste1"/>
        <w:spacing w:before="120" w:after="120"/>
        <w:ind w:left="0"/>
        <w:contextualSpacing w:val="0"/>
      </w:pPr>
      <w:r w:rsidRPr="00F40B18">
        <w:t>L</w:t>
      </w:r>
      <w:r w:rsidR="00C85439">
        <w:t xml:space="preserve">e premier </w:t>
      </w:r>
      <w:r w:rsidRPr="00F40B18">
        <w:t>état «</w:t>
      </w:r>
      <w:r w:rsidR="00C85439">
        <w:t xml:space="preserve"> évolution prospective de la r</w:t>
      </w:r>
      <w:r w:rsidRPr="00F40B18">
        <w:t>éserve de capitalisation</w:t>
      </w:r>
      <w:r w:rsidR="00C85439">
        <w:t>, non actualisée</w:t>
      </w:r>
      <w:r w:rsidRPr="00F40B18">
        <w:t> » présente le montant de la réserve de capitalisation, tel qu’il figure au bilan de l’entité concerné</w:t>
      </w:r>
      <w:r w:rsidR="009554A2">
        <w:t>e</w:t>
      </w:r>
      <w:r w:rsidRPr="00F40B18">
        <w:t xml:space="preserve"> à la clôture de l’exercice</w:t>
      </w:r>
      <w:r w:rsidR="00C85439">
        <w:t xml:space="preserve"> de l’année n</w:t>
      </w:r>
      <w:r w:rsidRPr="00F40B18">
        <w:t xml:space="preserve"> au titre duquel l’état est établi. Ce montant est intégré dans la réserve de réconciliation. Il présent</w:t>
      </w:r>
      <w:r w:rsidR="007B6725">
        <w:t>e</w:t>
      </w:r>
      <w:r w:rsidRPr="00F40B18">
        <w:t xml:space="preserve"> également </w:t>
      </w:r>
      <w:r w:rsidR="00D32ECB">
        <w:t>l</w:t>
      </w:r>
      <w:r w:rsidRPr="00F40B18">
        <w:t>es mouvements prospectifs de la réserve de capitalisation</w:t>
      </w:r>
      <w:r w:rsidR="001C0FEF">
        <w:t>, en vision</w:t>
      </w:r>
      <w:r w:rsidRPr="00F40B18">
        <w:t xml:space="preserve"> </w:t>
      </w:r>
      <w:r w:rsidR="00C85439">
        <w:t>non actualisée</w:t>
      </w:r>
      <w:r w:rsidR="001C0FEF">
        <w:t>,</w:t>
      </w:r>
      <w:r w:rsidR="00C85439">
        <w:t xml:space="preserve"> </w:t>
      </w:r>
      <w:r w:rsidRPr="00F40B18">
        <w:t>qui s</w:t>
      </w:r>
      <w:r w:rsidR="00C85439">
        <w:t>eraie</w:t>
      </w:r>
      <w:r w:rsidRPr="00F40B18">
        <w:t xml:space="preserve">nt pris en compte dans le calcul du rendement financier servant de base au calcul de la charge prospective de participation </w:t>
      </w:r>
      <w:r w:rsidR="001F2A27" w:rsidRPr="00F40B18">
        <w:t>aux bénéfices</w:t>
      </w:r>
      <w:r w:rsidR="001F2A27">
        <w:t xml:space="preserve">, </w:t>
      </w:r>
      <w:r w:rsidR="00790341">
        <w:t xml:space="preserve">qui sera </w:t>
      </w:r>
      <w:r w:rsidR="001F2A27">
        <w:t>inclus</w:t>
      </w:r>
      <w:r w:rsidR="00790341">
        <w:t>e selon les dispositions contractuels et légales applicables,</w:t>
      </w:r>
      <w:r w:rsidR="009554A2">
        <w:t xml:space="preserve"> dans la meilleure estimation des provisions techniques </w:t>
      </w:r>
      <w:r w:rsidR="009554A2" w:rsidRPr="00F40B18">
        <w:t xml:space="preserve">de la </w:t>
      </w:r>
      <w:proofErr w:type="spellStart"/>
      <w:r w:rsidR="009554A2" w:rsidRPr="00F40B18">
        <w:t>LoB</w:t>
      </w:r>
      <w:proofErr w:type="spellEnd"/>
      <w:r w:rsidR="009554A2" w:rsidRPr="00F40B18">
        <w:t xml:space="preserve"> «Assurance avec participation aux bénéfices »</w:t>
      </w:r>
      <w:r w:rsidR="009554A2">
        <w:t>.</w:t>
      </w:r>
      <w:r w:rsidR="009554A2" w:rsidRPr="00F40B18">
        <w:t xml:space="preserve"> </w:t>
      </w:r>
    </w:p>
    <w:p w:rsidR="002E05A7" w:rsidRPr="00F40B18" w:rsidRDefault="002E05A7" w:rsidP="00563E48">
      <w:pPr>
        <w:pStyle w:val="Paragraphedeliste1"/>
        <w:spacing w:before="120" w:after="120"/>
        <w:ind w:left="0"/>
        <w:contextualSpacing w:val="0"/>
      </w:pPr>
      <w:r w:rsidRPr="00F40B18">
        <w:t xml:space="preserve">Cet état fait une distinction entre les dotations et reprises en résultat technique qui ont une incidence directe sur le calcul de la charge de participation et </w:t>
      </w:r>
      <w:r w:rsidR="00D90030" w:rsidRPr="00F40B18">
        <w:t>l</w:t>
      </w:r>
      <w:r w:rsidRPr="00F40B18">
        <w:t xml:space="preserve">es dotations et reprises réalisées dans le compte de résultat non technique en vertu de </w:t>
      </w:r>
      <w:r w:rsidR="00D90030" w:rsidRPr="00F40B18">
        <w:t xml:space="preserve">l’article </w:t>
      </w:r>
      <w:r w:rsidR="00D90030" w:rsidRPr="00F40B18">
        <w:rPr>
          <w:szCs w:val="22"/>
        </w:rPr>
        <w:t>A</w:t>
      </w:r>
      <w:r w:rsidR="009554A2">
        <w:rPr>
          <w:szCs w:val="22"/>
        </w:rPr>
        <w:t xml:space="preserve">. </w:t>
      </w:r>
      <w:r w:rsidR="00D90030" w:rsidRPr="00F40B18">
        <w:rPr>
          <w:szCs w:val="22"/>
        </w:rPr>
        <w:t>343-3-1 (nouveau)</w:t>
      </w:r>
      <w:r w:rsidR="00D90030" w:rsidRPr="00F40B18">
        <w:t xml:space="preserve"> du code des assurances.</w:t>
      </w:r>
    </w:p>
    <w:p w:rsidR="001A5A70" w:rsidRPr="00B13991" w:rsidRDefault="00D90030" w:rsidP="00B13991">
      <w:pPr>
        <w:widowControl w:val="0"/>
        <w:autoSpaceDE w:val="0"/>
        <w:autoSpaceDN w:val="0"/>
        <w:adjustRightInd w:val="0"/>
        <w:spacing w:before="120" w:after="120" w:line="240" w:lineRule="auto"/>
        <w:jc w:val="both"/>
        <w:rPr>
          <w:rFonts w:ascii="Times New Roman" w:hAnsi="Times New Roman" w:cs="Times New Roman"/>
        </w:rPr>
      </w:pPr>
      <w:r w:rsidRPr="00790341">
        <w:rPr>
          <w:rFonts w:ascii="Times New Roman" w:hAnsi="Times New Roman" w:cs="Times New Roman"/>
        </w:rPr>
        <w:t>Le second état « </w:t>
      </w:r>
      <w:r w:rsidR="00C85439" w:rsidRPr="00790341">
        <w:rPr>
          <w:rFonts w:ascii="Times New Roman" w:hAnsi="Times New Roman" w:cs="Times New Roman"/>
        </w:rPr>
        <w:t xml:space="preserve">réserve de capitalisation  en fin de projection, </w:t>
      </w:r>
      <w:r w:rsidR="00C85439" w:rsidRPr="008629D2">
        <w:rPr>
          <w:rFonts w:ascii="Times New Roman" w:hAnsi="Times New Roman" w:cs="Times New Roman"/>
        </w:rPr>
        <w:t>actualisée</w:t>
      </w:r>
      <w:r w:rsidR="001A5A70" w:rsidRPr="008629D2">
        <w:rPr>
          <w:rFonts w:ascii="Times New Roman" w:hAnsi="Times New Roman" w:cs="Times New Roman"/>
        </w:rPr>
        <w:t> » indique</w:t>
      </w:r>
      <w:r w:rsidR="001A5A70">
        <w:t xml:space="preserve"> </w:t>
      </w:r>
      <w:r w:rsidR="001A5A70" w:rsidRPr="00F40B18">
        <w:rPr>
          <w:rFonts w:ascii="Times New Roman" w:hAnsi="Times New Roman" w:cs="Times New Roman"/>
        </w:rPr>
        <w:t>la valeur actuelle attendue, estimée sur la base de la courbe des taux sans risque pertinente, du montant de la réserve de capitalisation subsistant à l’issue de la durée des engagements</w:t>
      </w:r>
      <w:r w:rsidR="00B13991">
        <w:t xml:space="preserve"> </w:t>
      </w:r>
      <w:r w:rsidR="00B13991" w:rsidRPr="00F40B18">
        <w:rPr>
          <w:rFonts w:ascii="Times New Roman" w:hAnsi="Times New Roman" w:cs="Times New Roman"/>
        </w:rPr>
        <w:t>d’assurance liés à des opérations mentionnées au 1° de l’article L. 310-1.</w:t>
      </w:r>
    </w:p>
    <w:p w:rsidR="00790341" w:rsidRDefault="002418C8" w:rsidP="00563E48">
      <w:pPr>
        <w:pStyle w:val="Paragraphedeliste1"/>
        <w:spacing w:before="120" w:after="120"/>
        <w:ind w:left="0"/>
        <w:contextualSpacing w:val="0"/>
      </w:pPr>
      <w:r w:rsidRPr="00F40B18">
        <w:t xml:space="preserve">Les montants doivent </w:t>
      </w:r>
      <w:r w:rsidR="00466DD9">
        <w:t>être portés pour leur valeur absolue</w:t>
      </w:r>
      <w:r w:rsidRPr="00F40B18">
        <w:t>. Les signes présents dans les formules ont été établis afin que les montants saisis soient toujours positifs, sauf lorsqu’ils sont de signe</w:t>
      </w:r>
      <w:r w:rsidR="007C6610" w:rsidRPr="00F40B18">
        <w:t>s</w:t>
      </w:r>
      <w:r w:rsidRPr="00F40B18">
        <w:t xml:space="preserve"> opposé</w:t>
      </w:r>
      <w:r w:rsidR="007C6610" w:rsidRPr="00F40B18">
        <w:t>s</w:t>
      </w:r>
      <w:r w:rsidRPr="00F40B18">
        <w:t xml:space="preserve"> à ce</w:t>
      </w:r>
      <w:r w:rsidR="007C6610" w:rsidRPr="00F40B18">
        <w:t>ux</w:t>
      </w:r>
      <w:r w:rsidRPr="00F40B18">
        <w:t xml:space="preserve"> prévu</w:t>
      </w:r>
      <w:r w:rsidR="007C6610" w:rsidRPr="00F40B18">
        <w:t>s</w:t>
      </w:r>
      <w:r w:rsidRPr="00F40B18">
        <w:t>.</w:t>
      </w:r>
    </w:p>
    <w:p w:rsidR="00790341" w:rsidRDefault="00790341">
      <w:pPr>
        <w:suppressAutoHyphens w:val="0"/>
        <w:spacing w:after="0" w:line="240" w:lineRule="auto"/>
        <w:rPr>
          <w:rFonts w:ascii="Times New Roman" w:eastAsia="Times New Roman" w:hAnsi="Times New Roman" w:cs="Times New Roman"/>
          <w:szCs w:val="20"/>
          <w:lang w:eastAsia="fr-FR"/>
        </w:rPr>
      </w:pPr>
      <w:r>
        <w:br w:type="page"/>
      </w:r>
    </w:p>
    <w:p w:rsidR="004A6097" w:rsidRPr="00790341" w:rsidRDefault="004A6097" w:rsidP="00790341">
      <w:pPr>
        <w:spacing w:after="0" w:line="240" w:lineRule="auto"/>
        <w:jc w:val="center"/>
        <w:rPr>
          <w:rFonts w:ascii="Times New Roman" w:hAnsi="Times New Roman" w:cs="Times New Roman"/>
          <w:b/>
          <w:sz w:val="28"/>
          <w:szCs w:val="28"/>
          <w:u w:val="single"/>
        </w:rPr>
      </w:pPr>
      <w:r w:rsidRPr="00790341">
        <w:rPr>
          <w:rFonts w:ascii="Times New Roman" w:hAnsi="Times New Roman" w:cs="Times New Roman"/>
          <w:b/>
          <w:sz w:val="28"/>
          <w:szCs w:val="28"/>
          <w:u w:val="single"/>
        </w:rPr>
        <w:lastRenderedPageBreak/>
        <w:t>Utilisation de l’état</w:t>
      </w:r>
    </w:p>
    <w:p w:rsidR="006A087C" w:rsidRDefault="00D32ECB" w:rsidP="006A087C">
      <w:pPr>
        <w:pStyle w:val="Paragraphedeliste1"/>
        <w:numPr>
          <w:ilvl w:val="0"/>
          <w:numId w:val="8"/>
        </w:numPr>
        <w:spacing w:before="120" w:after="120"/>
        <w:contextualSpacing w:val="0"/>
        <w:rPr>
          <w:b/>
        </w:rPr>
      </w:pPr>
      <w:r>
        <w:rPr>
          <w:b/>
        </w:rPr>
        <w:t>Évolution</w:t>
      </w:r>
      <w:r w:rsidR="00466DD9">
        <w:rPr>
          <w:b/>
        </w:rPr>
        <w:t xml:space="preserve"> prospective de la r</w:t>
      </w:r>
      <w:r w:rsidR="006A087C">
        <w:rPr>
          <w:b/>
        </w:rPr>
        <w:t xml:space="preserve">éserve de capitalisation </w:t>
      </w:r>
      <w:r w:rsidR="00CD40E6">
        <w:rPr>
          <w:b/>
        </w:rPr>
        <w:t xml:space="preserve"> </w:t>
      </w:r>
    </w:p>
    <w:tbl>
      <w:tblPr>
        <w:tblStyle w:val="Grilledutableau"/>
        <w:tblW w:w="0" w:type="auto"/>
        <w:tblLook w:val="04A0" w:firstRow="1" w:lastRow="0" w:firstColumn="1" w:lastColumn="0" w:noHBand="0" w:noVBand="1"/>
      </w:tblPr>
      <w:tblGrid>
        <w:gridCol w:w="2345"/>
        <w:gridCol w:w="1024"/>
        <w:gridCol w:w="5919"/>
      </w:tblGrid>
      <w:tr w:rsidR="004F5EB8" w:rsidRPr="00604B82" w:rsidTr="0021474C">
        <w:tc>
          <w:tcPr>
            <w:tcW w:w="2345" w:type="dxa"/>
          </w:tcPr>
          <w:p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Intitulé</w:t>
            </w:r>
          </w:p>
        </w:tc>
        <w:tc>
          <w:tcPr>
            <w:tcW w:w="1024" w:type="dxa"/>
          </w:tcPr>
          <w:p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Numéro de cellule</w:t>
            </w:r>
          </w:p>
        </w:tc>
        <w:tc>
          <w:tcPr>
            <w:tcW w:w="5919" w:type="dxa"/>
          </w:tcPr>
          <w:p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Définition et formule</w:t>
            </w:r>
          </w:p>
        </w:tc>
      </w:tr>
      <w:tr w:rsidR="00022E2B" w:rsidRPr="002B46D7" w:rsidTr="0021474C">
        <w:tc>
          <w:tcPr>
            <w:tcW w:w="2345" w:type="dxa"/>
          </w:tcPr>
          <w:p w:rsidR="00022E2B" w:rsidRPr="002B46D7" w:rsidRDefault="002B46D7" w:rsidP="00B13991">
            <w:pPr>
              <w:spacing w:before="120" w:after="120" w:line="240" w:lineRule="auto"/>
              <w:rPr>
                <w:rFonts w:ascii="Times New Roman" w:hAnsi="Times New Roman" w:cs="Times New Roman"/>
              </w:rPr>
            </w:pPr>
            <w:r w:rsidRPr="002B46D7">
              <w:rPr>
                <w:rFonts w:ascii="Times New Roman" w:hAnsi="Times New Roman" w:cs="Times New Roman"/>
              </w:rPr>
              <w:t xml:space="preserve">RC à la clôture </w:t>
            </w:r>
            <w:r w:rsidR="00B13991">
              <w:rPr>
                <w:rFonts w:ascii="Times New Roman" w:hAnsi="Times New Roman" w:cs="Times New Roman"/>
              </w:rPr>
              <w:t>N</w:t>
            </w:r>
          </w:p>
        </w:tc>
        <w:tc>
          <w:tcPr>
            <w:tcW w:w="1024" w:type="dxa"/>
          </w:tcPr>
          <w:p w:rsidR="00022E2B"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B3</w:t>
            </w:r>
          </w:p>
        </w:tc>
        <w:tc>
          <w:tcPr>
            <w:tcW w:w="5919" w:type="dxa"/>
          </w:tcPr>
          <w:p w:rsidR="00B13991" w:rsidRPr="00790341" w:rsidRDefault="008A4397" w:rsidP="00790341">
            <w:pPr>
              <w:spacing w:before="120" w:after="120" w:line="240" w:lineRule="auto"/>
              <w:jc w:val="both"/>
              <w:rPr>
                <w:rFonts w:ascii="Times New Roman" w:hAnsi="Times New Roman" w:cs="Times New Roman"/>
              </w:rPr>
            </w:pPr>
            <w:r w:rsidRPr="00790341">
              <w:rPr>
                <w:rFonts w:ascii="Times New Roman" w:hAnsi="Times New Roman" w:cs="Times New Roman"/>
              </w:rPr>
              <w:t>Réserve de capitalisation à clôture de l’exercice au</w:t>
            </w:r>
            <w:r w:rsidR="00B13991" w:rsidRPr="00790341">
              <w:rPr>
                <w:rFonts w:ascii="Times New Roman" w:hAnsi="Times New Roman" w:cs="Times New Roman"/>
              </w:rPr>
              <w:t xml:space="preserve"> titre duquel l’état est établi</w:t>
            </w:r>
            <w:r w:rsidR="00790341">
              <w:rPr>
                <w:rFonts w:ascii="Times New Roman" w:hAnsi="Times New Roman" w:cs="Times New Roman"/>
              </w:rPr>
              <w:t>.</w:t>
            </w:r>
            <w:r w:rsidR="00B13991" w:rsidRPr="00790341">
              <w:rPr>
                <w:rFonts w:ascii="Times New Roman" w:hAnsi="Times New Roman" w:cs="Times New Roman"/>
              </w:rPr>
              <w:t xml:space="preserve"> </w:t>
            </w:r>
          </w:p>
          <w:p w:rsidR="00022E2B" w:rsidRPr="00B13991" w:rsidRDefault="00022E2B" w:rsidP="007C116E">
            <w:pPr>
              <w:pStyle w:val="Paragraphedeliste"/>
              <w:numPr>
                <w:ilvl w:val="0"/>
                <w:numId w:val="10"/>
              </w:numPr>
              <w:spacing w:before="120" w:after="120" w:line="240" w:lineRule="auto"/>
              <w:jc w:val="both"/>
              <w:rPr>
                <w:rFonts w:ascii="Times New Roman" w:hAnsi="Times New Roman" w:cs="Times New Roman"/>
              </w:rPr>
            </w:pPr>
          </w:p>
        </w:tc>
      </w:tr>
      <w:tr w:rsidR="002B46D7" w:rsidRPr="002B46D7" w:rsidTr="0021474C">
        <w:tc>
          <w:tcPr>
            <w:tcW w:w="2345" w:type="dxa"/>
          </w:tcPr>
          <w:p w:rsidR="002B46D7" w:rsidRPr="002B46D7" w:rsidRDefault="001C0FEF" w:rsidP="009554A2">
            <w:pPr>
              <w:spacing w:before="120" w:after="120" w:line="240" w:lineRule="auto"/>
              <w:rPr>
                <w:rFonts w:ascii="Times New Roman" w:hAnsi="Times New Roman" w:cs="Times New Roman"/>
              </w:rPr>
            </w:pPr>
            <w:r>
              <w:rPr>
                <w:rFonts w:ascii="Times New Roman" w:hAnsi="Times New Roman" w:cs="Times New Roman"/>
              </w:rPr>
              <w:t>R</w:t>
            </w:r>
            <w:r w:rsidR="008A4397">
              <w:rPr>
                <w:rFonts w:ascii="Times New Roman" w:hAnsi="Times New Roman" w:cs="Times New Roman"/>
              </w:rPr>
              <w:t xml:space="preserve">C à la clôture </w:t>
            </w:r>
            <w:r w:rsidR="009554A2">
              <w:rPr>
                <w:rFonts w:ascii="Times New Roman" w:hAnsi="Times New Roman" w:cs="Times New Roman"/>
              </w:rPr>
              <w:t>n</w:t>
            </w:r>
            <w:r w:rsidR="008A4397">
              <w:rPr>
                <w:rFonts w:ascii="Times New Roman" w:hAnsi="Times New Roman" w:cs="Times New Roman"/>
              </w:rPr>
              <w:t>+1</w:t>
            </w:r>
          </w:p>
        </w:tc>
        <w:tc>
          <w:tcPr>
            <w:tcW w:w="1024" w:type="dxa"/>
          </w:tcPr>
          <w:p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B4</w:t>
            </w:r>
          </w:p>
        </w:tc>
        <w:tc>
          <w:tcPr>
            <w:tcW w:w="5919" w:type="dxa"/>
          </w:tcPr>
          <w:p w:rsidR="002B46D7" w:rsidRPr="002B46D7" w:rsidRDefault="008A4397" w:rsidP="001C0FEF">
            <w:pPr>
              <w:spacing w:before="120" w:after="120" w:line="240" w:lineRule="auto"/>
              <w:jc w:val="both"/>
              <w:rPr>
                <w:rFonts w:ascii="Times New Roman" w:hAnsi="Times New Roman" w:cs="Times New Roman"/>
              </w:rPr>
            </w:pPr>
            <w:r w:rsidRPr="002B46D7">
              <w:rPr>
                <w:rFonts w:ascii="Times New Roman" w:hAnsi="Times New Roman" w:cs="Times New Roman"/>
              </w:rPr>
              <w:t>B4=</w:t>
            </w:r>
            <w:r w:rsidR="009E70BB">
              <w:rPr>
                <w:rFonts w:ascii="Times New Roman" w:hAnsi="Times New Roman" w:cs="Times New Roman"/>
              </w:rPr>
              <w:t>B3+</w:t>
            </w:r>
            <w:r w:rsidRPr="002B46D7">
              <w:rPr>
                <w:rFonts w:ascii="Times New Roman" w:hAnsi="Times New Roman" w:cs="Times New Roman"/>
              </w:rPr>
              <w:t>C4-D4+E4-F4</w:t>
            </w:r>
          </w:p>
        </w:tc>
      </w:tr>
      <w:tr w:rsidR="00022E2B" w:rsidRPr="00870F6A" w:rsidTr="0021474C">
        <w:tc>
          <w:tcPr>
            <w:tcW w:w="2345" w:type="dxa"/>
          </w:tcPr>
          <w:p w:rsidR="00022E2B" w:rsidRPr="002B46D7" w:rsidRDefault="002B46D7" w:rsidP="002B46D7">
            <w:pPr>
              <w:spacing w:before="120" w:after="120" w:line="240" w:lineRule="auto"/>
              <w:rPr>
                <w:rFonts w:ascii="Times New Roman" w:hAnsi="Times New Roman" w:cs="Times New Roman"/>
              </w:rPr>
            </w:pPr>
            <w:r w:rsidRPr="002B46D7">
              <w:rPr>
                <w:rFonts w:ascii="Times New Roman" w:hAnsi="Times New Roman" w:cs="Times New Roman"/>
              </w:rPr>
              <w:t>Dotation à la RC: résultat technique</w:t>
            </w:r>
          </w:p>
        </w:tc>
        <w:tc>
          <w:tcPr>
            <w:tcW w:w="1024" w:type="dxa"/>
          </w:tcPr>
          <w:p w:rsidR="00022E2B"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C4</w:t>
            </w:r>
          </w:p>
        </w:tc>
        <w:tc>
          <w:tcPr>
            <w:tcW w:w="5919" w:type="dxa"/>
          </w:tcPr>
          <w:p w:rsidR="00022E2B" w:rsidRPr="002B46D7" w:rsidRDefault="008A4397" w:rsidP="00C948EC">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00870F6A">
              <w:rPr>
                <w:rFonts w:ascii="Times New Roman" w:hAnsi="Times New Roman" w:cs="Times New Roman"/>
              </w:rPr>
              <w:t xml:space="preserve"> (selon les dispositions de l’article </w:t>
            </w:r>
            <w:r w:rsidR="00870F6A" w:rsidRPr="00870F6A">
              <w:rPr>
                <w:rFonts w:ascii="Times New Roman" w:hAnsi="Times New Roman" w:cs="Times New Roman"/>
              </w:rPr>
              <w:t>A</w:t>
            </w:r>
            <w:r w:rsidR="009554A2">
              <w:rPr>
                <w:rFonts w:ascii="Times New Roman" w:hAnsi="Times New Roman" w:cs="Times New Roman"/>
              </w:rPr>
              <w:t xml:space="preserve">. </w:t>
            </w:r>
            <w:r w:rsidR="00870F6A" w:rsidRPr="00870F6A">
              <w:rPr>
                <w:rFonts w:ascii="Times New Roman" w:hAnsi="Times New Roman" w:cs="Times New Roman"/>
              </w:rPr>
              <w:t>343-3-1 (nouveau)</w:t>
            </w:r>
            <w:r w:rsidR="00DF5345">
              <w:rPr>
                <w:rFonts w:ascii="Times New Roman" w:hAnsi="Times New Roman" w:cs="Times New Roman"/>
              </w:rPr>
              <w:t xml:space="preserve"> du code des assurances).</w:t>
            </w:r>
          </w:p>
        </w:tc>
      </w:tr>
      <w:tr w:rsidR="002B46D7" w:rsidRPr="002B46D7" w:rsidTr="0021474C">
        <w:tc>
          <w:tcPr>
            <w:tcW w:w="2345" w:type="dxa"/>
          </w:tcPr>
          <w:p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Reprise  de la RC: résultat technique</w:t>
            </w:r>
          </w:p>
        </w:tc>
        <w:tc>
          <w:tcPr>
            <w:tcW w:w="1024" w:type="dxa"/>
          </w:tcPr>
          <w:p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D4</w:t>
            </w:r>
          </w:p>
        </w:tc>
        <w:tc>
          <w:tcPr>
            <w:tcW w:w="5919" w:type="dxa"/>
          </w:tcPr>
          <w:p w:rsidR="002B46D7" w:rsidRPr="002B46D7" w:rsidRDefault="00870F6A" w:rsidP="00C948EC">
            <w:pPr>
              <w:spacing w:before="120" w:after="120" w:line="240" w:lineRule="auto"/>
              <w:jc w:val="both"/>
              <w:rPr>
                <w:rFonts w:ascii="Times New Roman" w:hAnsi="Times New Roman" w:cs="Times New Roman"/>
              </w:rPr>
            </w:pPr>
            <w:r>
              <w:rPr>
                <w:rFonts w:ascii="Times New Roman" w:hAnsi="Times New Roman" w:cs="Times New Roman"/>
              </w:rPr>
              <w:t>Reprise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P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w:t>
            </w:r>
            <w:r w:rsidR="009554A2">
              <w:rPr>
                <w:rFonts w:ascii="Times New Roman" w:hAnsi="Times New Roman" w:cs="Times New Roman"/>
              </w:rPr>
              <w:t xml:space="preserve">. </w:t>
            </w:r>
            <w:r w:rsidR="00DF5345" w:rsidRPr="00870F6A">
              <w:rPr>
                <w:rFonts w:ascii="Times New Roman" w:hAnsi="Times New Roman" w:cs="Times New Roman"/>
              </w:rPr>
              <w:t>343-3-1 (nouveau)</w:t>
            </w:r>
            <w:r w:rsidR="00DF5345">
              <w:rPr>
                <w:rFonts w:ascii="Times New Roman" w:hAnsi="Times New Roman" w:cs="Times New Roman"/>
              </w:rPr>
              <w:t xml:space="preserve"> du code des assurances).</w:t>
            </w:r>
          </w:p>
        </w:tc>
      </w:tr>
      <w:tr w:rsidR="002B46D7" w:rsidRPr="002B46D7" w:rsidTr="0021474C">
        <w:tc>
          <w:tcPr>
            <w:tcW w:w="2345" w:type="dxa"/>
          </w:tcPr>
          <w:p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Dotation à la RC: résultat non technique</w:t>
            </w:r>
          </w:p>
        </w:tc>
        <w:tc>
          <w:tcPr>
            <w:tcW w:w="1024" w:type="dxa"/>
          </w:tcPr>
          <w:p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E4</w:t>
            </w:r>
          </w:p>
        </w:tc>
        <w:tc>
          <w:tcPr>
            <w:tcW w:w="5919" w:type="dxa"/>
          </w:tcPr>
          <w:p w:rsidR="002B46D7" w:rsidRPr="002B46D7" w:rsidRDefault="008A4397" w:rsidP="009E70BB">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C948EC">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non technique</w:t>
            </w:r>
            <w:r w:rsid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A343-3-1 (nouveau)</w:t>
            </w:r>
            <w:r w:rsidR="00DF5345">
              <w:rPr>
                <w:rFonts w:ascii="Times New Roman" w:hAnsi="Times New Roman" w:cs="Times New Roman"/>
              </w:rPr>
              <w:t xml:space="preserve"> du code des assurances).</w:t>
            </w:r>
          </w:p>
        </w:tc>
      </w:tr>
      <w:tr w:rsidR="002B46D7" w:rsidRPr="002B46D7" w:rsidTr="0021474C">
        <w:tc>
          <w:tcPr>
            <w:tcW w:w="2345" w:type="dxa"/>
          </w:tcPr>
          <w:p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Reprise à la RC: résultat non technique</w:t>
            </w:r>
          </w:p>
        </w:tc>
        <w:tc>
          <w:tcPr>
            <w:tcW w:w="1024" w:type="dxa"/>
          </w:tcPr>
          <w:p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F4</w:t>
            </w:r>
          </w:p>
        </w:tc>
        <w:tc>
          <w:tcPr>
            <w:tcW w:w="5919" w:type="dxa"/>
          </w:tcPr>
          <w:p w:rsidR="002B46D7" w:rsidRPr="002B46D7" w:rsidRDefault="00870F6A" w:rsidP="001C0FEF">
            <w:pPr>
              <w:spacing w:before="120" w:after="120" w:line="240" w:lineRule="auto"/>
              <w:jc w:val="both"/>
              <w:rPr>
                <w:rFonts w:ascii="Times New Roman" w:hAnsi="Times New Roman" w:cs="Times New Roman"/>
              </w:rPr>
            </w:pPr>
            <w:r>
              <w:rPr>
                <w:rFonts w:ascii="Times New Roman" w:hAnsi="Times New Roman" w:cs="Times New Roman"/>
              </w:rPr>
              <w:t>Reprise prévision</w:t>
            </w:r>
            <w:r w:rsidR="001C0FEF">
              <w:rPr>
                <w:rFonts w:ascii="Times New Roman" w:hAnsi="Times New Roman" w:cs="Times New Roman"/>
              </w:rPr>
              <w:t>nelle</w:t>
            </w:r>
            <w:r w:rsidR="007C116E" w:rsidRPr="00F40B18">
              <w:rPr>
                <w:rFonts w:ascii="Times New Roman" w:hAnsi="Times New Roman" w:cs="Times New Roman"/>
              </w:rPr>
              <w:t xml:space="preserve"> </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xml:space="preserve">, en résultat non technique </w:t>
            </w:r>
            <w:r w:rsidR="00DF5345">
              <w:rPr>
                <w:rFonts w:ascii="Times New Roman" w:hAnsi="Times New Roman" w:cs="Times New Roman"/>
              </w:rPr>
              <w:t>(</w:t>
            </w:r>
            <w:r>
              <w:rPr>
                <w:rFonts w:ascii="Times New Roman" w:hAnsi="Times New Roman" w:cs="Times New Roman"/>
              </w:rPr>
              <w:t xml:space="preserve">selon les dispositions de l’article </w:t>
            </w:r>
            <w:r w:rsidRPr="00870F6A">
              <w:rPr>
                <w:rFonts w:ascii="Times New Roman" w:hAnsi="Times New Roman" w:cs="Times New Roman"/>
              </w:rPr>
              <w:t>A343-3-1 (nouveau)</w:t>
            </w:r>
            <w:r>
              <w:rPr>
                <w:rFonts w:ascii="Times New Roman" w:hAnsi="Times New Roman" w:cs="Times New Roman"/>
              </w:rPr>
              <w:t xml:space="preserve"> du code des assurances</w:t>
            </w:r>
            <w:r w:rsidR="00DF5345">
              <w:rPr>
                <w:rFonts w:ascii="Times New Roman" w:hAnsi="Times New Roman" w:cs="Times New Roman"/>
              </w:rPr>
              <w:t>).</w:t>
            </w:r>
          </w:p>
        </w:tc>
      </w:tr>
    </w:tbl>
    <w:p w:rsidR="0021474C" w:rsidRDefault="0021474C">
      <w:pPr>
        <w:suppressAutoHyphens w:val="0"/>
        <w:spacing w:after="0" w:line="240" w:lineRule="auto"/>
        <w:rPr>
          <w:rFonts w:ascii="Times New Roman" w:eastAsia="Times New Roman" w:hAnsi="Times New Roman" w:cs="Times New Roman"/>
          <w:b/>
          <w:szCs w:val="20"/>
          <w:lang w:eastAsia="fr-FR"/>
        </w:rPr>
      </w:pPr>
    </w:p>
    <w:p w:rsidR="0021474C" w:rsidRDefault="0021474C">
      <w:p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br w:type="page"/>
      </w:r>
    </w:p>
    <w:p w:rsidR="006A087C" w:rsidRDefault="00CE292F" w:rsidP="008A4397">
      <w:pPr>
        <w:pStyle w:val="Paragraphedeliste1"/>
        <w:numPr>
          <w:ilvl w:val="0"/>
          <w:numId w:val="8"/>
        </w:numPr>
        <w:spacing w:before="120" w:after="120"/>
        <w:contextualSpacing w:val="0"/>
        <w:rPr>
          <w:b/>
        </w:rPr>
      </w:pPr>
      <w:r w:rsidRPr="00CE292F">
        <w:rPr>
          <w:b/>
        </w:rPr>
        <w:lastRenderedPageBreak/>
        <w:t>Réserve de capitalisation en fin de projection actualisée</w:t>
      </w:r>
    </w:p>
    <w:tbl>
      <w:tblPr>
        <w:tblStyle w:val="Grilledutableau"/>
        <w:tblW w:w="0" w:type="auto"/>
        <w:tblLook w:val="04A0" w:firstRow="1" w:lastRow="0" w:firstColumn="1" w:lastColumn="0" w:noHBand="0" w:noVBand="1"/>
      </w:tblPr>
      <w:tblGrid>
        <w:gridCol w:w="2376"/>
        <w:gridCol w:w="993"/>
        <w:gridCol w:w="5811"/>
      </w:tblGrid>
      <w:tr w:rsidR="0021474C" w:rsidRPr="0021474C" w:rsidTr="0021474C">
        <w:tc>
          <w:tcPr>
            <w:tcW w:w="2376" w:type="dxa"/>
          </w:tcPr>
          <w:p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Intitulé</w:t>
            </w:r>
          </w:p>
        </w:tc>
        <w:tc>
          <w:tcPr>
            <w:tcW w:w="993" w:type="dxa"/>
          </w:tcPr>
          <w:p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Numéro de cellule</w:t>
            </w:r>
          </w:p>
        </w:tc>
        <w:tc>
          <w:tcPr>
            <w:tcW w:w="5811" w:type="dxa"/>
          </w:tcPr>
          <w:p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Définition et formule</w:t>
            </w:r>
          </w:p>
        </w:tc>
      </w:tr>
      <w:tr w:rsidR="0021474C" w:rsidRPr="0021474C" w:rsidTr="0021474C">
        <w:tc>
          <w:tcPr>
            <w:tcW w:w="2376" w:type="dxa"/>
          </w:tcPr>
          <w:p w:rsidR="00326629" w:rsidRPr="0021474C" w:rsidRDefault="007C116E" w:rsidP="00892F51">
            <w:pPr>
              <w:spacing w:before="120" w:after="120" w:line="240" w:lineRule="auto"/>
              <w:rPr>
                <w:rFonts w:ascii="Times New Roman" w:hAnsi="Times New Roman" w:cs="Times New Roman"/>
              </w:rPr>
            </w:pPr>
            <w:r w:rsidRPr="00E20F64">
              <w:rPr>
                <w:rFonts w:ascii="Times New Roman" w:hAnsi="Times New Roman" w:cs="Times New Roman"/>
              </w:rPr>
              <w:t>Réserve de capitalisation en fin de projection actualisée</w:t>
            </w:r>
          </w:p>
        </w:tc>
        <w:tc>
          <w:tcPr>
            <w:tcW w:w="993" w:type="dxa"/>
          </w:tcPr>
          <w:p w:rsidR="00326629" w:rsidRPr="0021474C" w:rsidRDefault="007C116E" w:rsidP="00CE292F">
            <w:pPr>
              <w:spacing w:before="120" w:after="120" w:line="240" w:lineRule="auto"/>
              <w:rPr>
                <w:rFonts w:ascii="Times New Roman" w:hAnsi="Times New Roman" w:cs="Times New Roman"/>
              </w:rPr>
            </w:pPr>
            <w:r>
              <w:rPr>
                <w:rFonts w:ascii="Times New Roman" w:hAnsi="Times New Roman" w:cs="Times New Roman"/>
              </w:rPr>
              <w:t>B</w:t>
            </w:r>
            <w:r w:rsidR="00CE292F">
              <w:rPr>
                <w:rFonts w:ascii="Times New Roman" w:hAnsi="Times New Roman" w:cs="Times New Roman"/>
              </w:rPr>
              <w:t>40</w:t>
            </w:r>
          </w:p>
        </w:tc>
        <w:tc>
          <w:tcPr>
            <w:tcW w:w="5811" w:type="dxa"/>
          </w:tcPr>
          <w:p w:rsidR="00771EA7" w:rsidRPr="0021474C" w:rsidRDefault="001F4CC4" w:rsidP="005C55CB">
            <w:pPr>
              <w:spacing w:before="120" w:after="120" w:line="240" w:lineRule="auto"/>
              <w:jc w:val="both"/>
              <w:rPr>
                <w:rFonts w:ascii="Times New Roman" w:hAnsi="Times New Roman" w:cs="Times New Roman"/>
              </w:rPr>
            </w:pPr>
            <w:r w:rsidRPr="0021474C">
              <w:rPr>
                <w:rFonts w:ascii="Times New Roman" w:hAnsi="Times New Roman" w:cs="Times New Roman"/>
              </w:rPr>
              <w:t xml:space="preserve"> </w:t>
            </w:r>
            <w:r w:rsidR="007C116E">
              <w:rPr>
                <w:rFonts w:ascii="Times New Roman" w:hAnsi="Times New Roman" w:cs="Times New Roman"/>
              </w:rPr>
              <w:t>V</w:t>
            </w:r>
            <w:r w:rsidR="007C116E" w:rsidRPr="00F40B18">
              <w:rPr>
                <w:rFonts w:ascii="Times New Roman" w:hAnsi="Times New Roman" w:cs="Times New Roman"/>
              </w:rPr>
              <w:t>aleur actuelle attendue, estimée sur la base de la courbe des taux sans risque pertinente</w:t>
            </w:r>
            <w:r w:rsidR="007C116E">
              <w:rPr>
                <w:rFonts w:ascii="Times New Roman" w:hAnsi="Times New Roman" w:cs="Times New Roman"/>
              </w:rPr>
              <w:t>,</w:t>
            </w:r>
            <w:r w:rsidR="007C116E">
              <w:t xml:space="preserve"> </w:t>
            </w:r>
            <w:r w:rsidR="007C116E" w:rsidRPr="00CE292F">
              <w:rPr>
                <w:rFonts w:ascii="Times New Roman" w:hAnsi="Times New Roman" w:cs="Times New Roman"/>
              </w:rPr>
              <w:t>du montant résiduel de la réserve de capitalisation</w:t>
            </w:r>
            <w:r w:rsidR="007C116E">
              <w:t xml:space="preserve"> </w:t>
            </w:r>
            <w:r w:rsidR="007C116E" w:rsidRPr="00F40B18">
              <w:rPr>
                <w:rFonts w:ascii="Times New Roman" w:hAnsi="Times New Roman" w:cs="Times New Roman"/>
              </w:rPr>
              <w:t xml:space="preserve">subsistant à l’issue </w:t>
            </w:r>
            <w:r w:rsidR="005C55CB">
              <w:rPr>
                <w:rFonts w:ascii="Times New Roman" w:hAnsi="Times New Roman" w:cs="Times New Roman"/>
              </w:rPr>
              <w:t xml:space="preserve">de la </w:t>
            </w:r>
            <w:r w:rsidR="005C55CB" w:rsidRPr="00F40B18">
              <w:rPr>
                <w:rFonts w:ascii="Times New Roman" w:hAnsi="Times New Roman" w:cs="Times New Roman"/>
              </w:rPr>
              <w:t xml:space="preserve">durée </w:t>
            </w:r>
            <w:r w:rsidR="00CE292F">
              <w:rPr>
                <w:rFonts w:ascii="Times New Roman" w:hAnsi="Times New Roman" w:cs="Times New Roman"/>
              </w:rPr>
              <w:t xml:space="preserve">de projection </w:t>
            </w:r>
            <w:r w:rsidR="005C55CB" w:rsidRPr="00F40B18">
              <w:rPr>
                <w:rFonts w:ascii="Times New Roman" w:hAnsi="Times New Roman" w:cs="Times New Roman"/>
              </w:rPr>
              <w:t>des engagements d’assurance liés à des opérations mentionnées au 1° de l’article L. 310-1</w:t>
            </w:r>
            <w:r w:rsidR="005C55CB">
              <w:rPr>
                <w:rFonts w:ascii="Times New Roman" w:hAnsi="Times New Roman" w:cs="Times New Roman"/>
              </w:rPr>
              <w:t xml:space="preserve"> </w:t>
            </w:r>
          </w:p>
        </w:tc>
      </w:tr>
    </w:tbl>
    <w:p w:rsidR="00444BDF" w:rsidRDefault="00444BDF">
      <w:pPr>
        <w:suppressAutoHyphens w:val="0"/>
        <w:spacing w:after="0" w:line="240" w:lineRule="auto"/>
        <w:rPr>
          <w:rFonts w:ascii="Times New Roman" w:hAnsi="Times New Roman" w:cs="Times New Roman"/>
          <w:b/>
        </w:rPr>
      </w:pPr>
    </w:p>
    <w:p w:rsidR="00444BDF" w:rsidRDefault="00444BDF">
      <w:pPr>
        <w:suppressAutoHyphens w:val="0"/>
        <w:spacing w:after="0" w:line="240" w:lineRule="auto"/>
        <w:rPr>
          <w:rFonts w:ascii="Times New Roman" w:hAnsi="Times New Roman" w:cs="Times New Roman"/>
          <w:b/>
        </w:rPr>
      </w:pPr>
      <w:r>
        <w:rPr>
          <w:rFonts w:ascii="Times New Roman" w:hAnsi="Times New Roman" w:cs="Times New Roman"/>
          <w:b/>
        </w:rPr>
        <w:br w:type="page"/>
      </w:r>
    </w:p>
    <w:p w:rsidR="000845A4" w:rsidRDefault="00444BDF" w:rsidP="00444BDF">
      <w:pPr>
        <w:widowControl w:val="0"/>
        <w:autoSpaceDE w:val="0"/>
        <w:autoSpaceDN w:val="0"/>
        <w:adjustRightInd w:val="0"/>
        <w:spacing w:after="0" w:line="240" w:lineRule="auto"/>
        <w:jc w:val="both"/>
        <w:rPr>
          <w:rFonts w:ascii="Times New Roman" w:hAnsi="Times New Roman" w:cs="Times New Roman"/>
          <w:b/>
        </w:rPr>
      </w:pPr>
      <w:r w:rsidRPr="00444BDF">
        <w:rPr>
          <w:rFonts w:ascii="Times New Roman" w:hAnsi="Times New Roman" w:cs="Times New Roman"/>
          <w:b/>
        </w:rPr>
        <w:lastRenderedPageBreak/>
        <w:t>Maquette de FR.11.01</w:t>
      </w:r>
    </w:p>
    <w:tbl>
      <w:tblPr>
        <w:tblW w:w="9400" w:type="dxa"/>
        <w:tblInd w:w="55" w:type="dxa"/>
        <w:tblCellMar>
          <w:left w:w="70" w:type="dxa"/>
          <w:right w:w="70" w:type="dxa"/>
        </w:tblCellMar>
        <w:tblLook w:val="04A0" w:firstRow="1" w:lastRow="0" w:firstColumn="1" w:lastColumn="0" w:noHBand="0" w:noVBand="1"/>
      </w:tblPr>
      <w:tblGrid>
        <w:gridCol w:w="2200"/>
        <w:gridCol w:w="1200"/>
        <w:gridCol w:w="1200"/>
        <w:gridCol w:w="1200"/>
        <w:gridCol w:w="1200"/>
        <w:gridCol w:w="1200"/>
        <w:gridCol w:w="1200"/>
      </w:tblGrid>
      <w:tr w:rsidR="00444BDF" w:rsidRPr="00444BDF" w:rsidTr="00444BDF">
        <w:trPr>
          <w:trHeight w:val="255"/>
        </w:trPr>
        <w:tc>
          <w:tcPr>
            <w:tcW w:w="5800" w:type="dxa"/>
            <w:gridSpan w:val="4"/>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eastAsia="Times New Roman"/>
                <w:sz w:val="18"/>
                <w:szCs w:val="18"/>
                <w:lang w:eastAsia="fr-FR"/>
              </w:rPr>
            </w:pPr>
            <w:r w:rsidRPr="00444BDF">
              <w:rPr>
                <w:rFonts w:eastAsia="Times New Roman"/>
                <w:sz w:val="18"/>
                <w:szCs w:val="18"/>
                <w:lang w:eastAsia="fr-FR"/>
              </w:rPr>
              <w:t>Évolution prospective de la réserve de capitalisation, non actualisée</w:t>
            </w: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rsidTr="00444BDF">
        <w:trPr>
          <w:trHeight w:val="255"/>
        </w:trPr>
        <w:tc>
          <w:tcPr>
            <w:tcW w:w="2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rsidTr="00444BDF">
        <w:trPr>
          <w:trHeight w:val="1200"/>
        </w:trPr>
        <w:tc>
          <w:tcPr>
            <w:tcW w:w="2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réserve de capitalisation à la clôture 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Reprise  de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non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Reprise  de la réserve de capitalisation : </w:t>
            </w:r>
            <w:r w:rsidRPr="00444BDF">
              <w:rPr>
                <w:rFonts w:eastAsia="Times New Roman"/>
                <w:b/>
                <w:bCs/>
                <w:sz w:val="18"/>
                <w:szCs w:val="18"/>
                <w:lang w:eastAsia="fr-FR"/>
              </w:rPr>
              <w:br/>
              <w:t>résultat non technique</w:t>
            </w:r>
          </w:p>
        </w:tc>
      </w:tr>
      <w:tr w:rsidR="00444BDF" w:rsidRPr="00444BDF" w:rsidTr="00444BDF">
        <w:trPr>
          <w:trHeight w:val="255"/>
        </w:trPr>
        <w:tc>
          <w:tcPr>
            <w:tcW w:w="2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C0010</w:t>
            </w:r>
          </w:p>
        </w:tc>
        <w:tc>
          <w:tcPr>
            <w:tcW w:w="1200" w:type="dxa"/>
            <w:tcBorders>
              <w:top w:val="nil"/>
              <w:left w:val="nil"/>
              <w:bottom w:val="single" w:sz="4" w:space="0" w:color="auto"/>
              <w:right w:val="single" w:sz="4" w:space="0" w:color="auto"/>
            </w:tcBorders>
            <w:shd w:val="clear" w:color="000000" w:fill="FFFFFF"/>
            <w:noWrap/>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C0020</w:t>
            </w:r>
          </w:p>
        </w:tc>
        <w:tc>
          <w:tcPr>
            <w:tcW w:w="1200" w:type="dxa"/>
            <w:tcBorders>
              <w:top w:val="nil"/>
              <w:left w:val="nil"/>
              <w:bottom w:val="single" w:sz="4" w:space="0" w:color="auto"/>
              <w:right w:val="single" w:sz="4" w:space="0" w:color="auto"/>
            </w:tcBorders>
            <w:shd w:val="clear" w:color="000000" w:fill="FFFFFF"/>
            <w:noWrap/>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C0030</w:t>
            </w:r>
          </w:p>
        </w:tc>
        <w:tc>
          <w:tcPr>
            <w:tcW w:w="1200" w:type="dxa"/>
            <w:tcBorders>
              <w:top w:val="nil"/>
              <w:left w:val="nil"/>
              <w:bottom w:val="single" w:sz="4" w:space="0" w:color="auto"/>
              <w:right w:val="single" w:sz="4" w:space="0" w:color="auto"/>
            </w:tcBorders>
            <w:shd w:val="clear" w:color="000000" w:fill="FFFFFF"/>
            <w:noWrap/>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C0040</w:t>
            </w:r>
          </w:p>
        </w:tc>
        <w:tc>
          <w:tcPr>
            <w:tcW w:w="1200" w:type="dxa"/>
            <w:tcBorders>
              <w:top w:val="nil"/>
              <w:left w:val="nil"/>
              <w:bottom w:val="single" w:sz="4" w:space="0" w:color="auto"/>
              <w:right w:val="single" w:sz="4" w:space="0" w:color="auto"/>
            </w:tcBorders>
            <w:shd w:val="clear" w:color="000000" w:fill="FFFFFF"/>
            <w:noWrap/>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C0050</w:t>
            </w:r>
          </w:p>
        </w:tc>
      </w:tr>
      <w:tr w:rsidR="00444BDF" w:rsidRPr="00444BDF" w:rsidTr="00444BDF">
        <w:trPr>
          <w:trHeight w:val="255"/>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R0010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R0020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R0030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R0040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n+4</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R0050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n+5</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R0060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n+6</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R0070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n+7</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R0080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n+8</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R0090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n+9</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R0100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n+10</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R0110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n+11</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R0120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n+12</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R0130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n+13</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R0140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n+14</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R0150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n+15</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R0160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n+16</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R0170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n+17</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R0180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n+18</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R0190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n+19</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R0200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n+20</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R0210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n+21</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R0220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n+22</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R0230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n+23</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R0240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n+24</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R0250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n+25</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R0260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n+26</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R0270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n+27</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R0280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n+28</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R0290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n+29</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R0300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n+30</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R0310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n+31 à n+40</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R0320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n+41 à n+50</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R0330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n+51 et suivantes</w:t>
            </w:r>
          </w:p>
        </w:tc>
        <w:tc>
          <w:tcPr>
            <w:tcW w:w="1200" w:type="dxa"/>
            <w:tcBorders>
              <w:top w:val="nil"/>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R0340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rsidTr="00444BDF">
        <w:trPr>
          <w:trHeight w:val="255"/>
        </w:trPr>
        <w:tc>
          <w:tcPr>
            <w:tcW w:w="2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color w:val="FF0000"/>
                <w:sz w:val="18"/>
                <w:szCs w:val="18"/>
                <w:lang w:eastAsia="fr-FR"/>
              </w:rPr>
            </w:pPr>
          </w:p>
        </w:tc>
      </w:tr>
      <w:tr w:rsidR="00444BDF" w:rsidRPr="00444BDF" w:rsidTr="00444BDF">
        <w:trPr>
          <w:trHeight w:val="480"/>
        </w:trPr>
        <w:tc>
          <w:tcPr>
            <w:tcW w:w="2200" w:type="dxa"/>
            <w:tcBorders>
              <w:top w:val="nil"/>
              <w:left w:val="nil"/>
              <w:bottom w:val="nil"/>
              <w:right w:val="nil"/>
            </w:tcBorders>
            <w:shd w:val="clear" w:color="auto" w:fill="auto"/>
            <w:noWrap/>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Réserve de capitalisation</w:t>
            </w: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rsidTr="00444BDF">
        <w:trPr>
          <w:trHeight w:val="255"/>
        </w:trPr>
        <w:tc>
          <w:tcPr>
            <w:tcW w:w="2200" w:type="dxa"/>
            <w:tcBorders>
              <w:top w:val="nil"/>
              <w:left w:val="nil"/>
              <w:bottom w:val="nil"/>
              <w:right w:val="nil"/>
            </w:tcBorders>
            <w:shd w:val="clear" w:color="auto" w:fill="auto"/>
            <w:noWrap/>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C0060</w:t>
            </w: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rsidTr="00444BDF">
        <w:trPr>
          <w:trHeight w:val="72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Réserve de capitalisation en fin de projection actualisée</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R0350</w:t>
            </w:r>
          </w:p>
        </w:tc>
        <w:tc>
          <w:tcPr>
            <w:tcW w:w="1200" w:type="dxa"/>
            <w:tcBorders>
              <w:top w:val="nil"/>
              <w:left w:val="nil"/>
              <w:bottom w:val="single" w:sz="4" w:space="0" w:color="auto"/>
              <w:right w:val="single" w:sz="4" w:space="0" w:color="auto"/>
            </w:tcBorders>
            <w:shd w:val="clear" w:color="auto" w:fill="auto"/>
            <w:vAlign w:val="center"/>
            <w:hideMark/>
          </w:tcPr>
          <w:p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rsidR="00444BDF" w:rsidRPr="00444BDF" w:rsidRDefault="00444BDF" w:rsidP="00444BDF">
            <w:pPr>
              <w:suppressAutoHyphens w:val="0"/>
              <w:spacing w:after="0" w:line="240" w:lineRule="auto"/>
              <w:rPr>
                <w:rFonts w:eastAsia="Times New Roman"/>
                <w:b/>
                <w:bCs/>
                <w:sz w:val="18"/>
                <w:szCs w:val="18"/>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bl>
    <w:p w:rsidR="00444BDF" w:rsidRPr="00444BDF" w:rsidRDefault="00444BDF" w:rsidP="00444BDF">
      <w:pPr>
        <w:widowControl w:val="0"/>
        <w:autoSpaceDE w:val="0"/>
        <w:autoSpaceDN w:val="0"/>
        <w:adjustRightInd w:val="0"/>
        <w:spacing w:before="240" w:after="120" w:line="240" w:lineRule="auto"/>
        <w:jc w:val="both"/>
        <w:rPr>
          <w:rFonts w:ascii="Times New Roman" w:hAnsi="Times New Roman" w:cs="Times New Roman"/>
          <w:b/>
        </w:rPr>
      </w:pPr>
    </w:p>
    <w:sectPr w:rsidR="00444BDF" w:rsidRPr="00444BDF" w:rsidSect="00BF7187">
      <w:footerReference w:type="default" r:id="rId10"/>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89B" w:rsidRDefault="0022189B">
      <w:pPr>
        <w:spacing w:after="0" w:line="240" w:lineRule="auto"/>
      </w:pPr>
      <w:r>
        <w:separator/>
      </w:r>
    </w:p>
  </w:endnote>
  <w:endnote w:type="continuationSeparator" w:id="0">
    <w:p w:rsidR="0022189B" w:rsidRDefault="00221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373699"/>
      <w:docPartObj>
        <w:docPartGallery w:val="Page Numbers (Bottom of Page)"/>
        <w:docPartUnique/>
      </w:docPartObj>
    </w:sdtPr>
    <w:sdtEndPr/>
    <w:sdtContent>
      <w:p w:rsidR="006A087C" w:rsidRDefault="006A087C">
        <w:pPr>
          <w:pStyle w:val="Pieddepage"/>
          <w:jc w:val="center"/>
        </w:pPr>
        <w:r>
          <w:fldChar w:fldCharType="begin"/>
        </w:r>
        <w:r>
          <w:instrText>PAGE   \* MERGEFORMAT</w:instrText>
        </w:r>
        <w:r>
          <w:fldChar w:fldCharType="separate"/>
        </w:r>
        <w:r w:rsidR="009871ED">
          <w:rPr>
            <w:noProof/>
          </w:rPr>
          <w:t>1</w:t>
        </w:r>
        <w:r>
          <w:fldChar w:fldCharType="end"/>
        </w:r>
      </w:p>
    </w:sdtContent>
  </w:sdt>
  <w:p w:rsidR="006A087C" w:rsidRDefault="006A087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89B" w:rsidRDefault="0022189B">
      <w:pPr>
        <w:spacing w:after="0" w:line="240" w:lineRule="auto"/>
      </w:pPr>
      <w:r>
        <w:separator/>
      </w:r>
    </w:p>
  </w:footnote>
  <w:footnote w:type="continuationSeparator" w:id="0">
    <w:p w:rsidR="0022189B" w:rsidRDefault="002218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5"/>
  </w:num>
  <w:num w:numId="5">
    <w:abstractNumId w:val="7"/>
  </w:num>
  <w:num w:numId="6">
    <w:abstractNumId w:val="9"/>
  </w:num>
  <w:num w:numId="7">
    <w:abstractNumId w:val="8"/>
  </w:num>
  <w:num w:numId="8">
    <w:abstractNumId w:val="2"/>
  </w:num>
  <w:num w:numId="9">
    <w:abstractNumId w:val="4"/>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E3"/>
    <w:rsid w:val="00000DB6"/>
    <w:rsid w:val="00013B11"/>
    <w:rsid w:val="00020A89"/>
    <w:rsid w:val="00022E2B"/>
    <w:rsid w:val="00034450"/>
    <w:rsid w:val="000458A7"/>
    <w:rsid w:val="000464BA"/>
    <w:rsid w:val="000603E0"/>
    <w:rsid w:val="00061867"/>
    <w:rsid w:val="000709A3"/>
    <w:rsid w:val="00070AD6"/>
    <w:rsid w:val="00083752"/>
    <w:rsid w:val="000845A4"/>
    <w:rsid w:val="00084EFD"/>
    <w:rsid w:val="000905A8"/>
    <w:rsid w:val="000A4097"/>
    <w:rsid w:val="000D17AE"/>
    <w:rsid w:val="000F0185"/>
    <w:rsid w:val="000F04D1"/>
    <w:rsid w:val="000F2BA8"/>
    <w:rsid w:val="001028AF"/>
    <w:rsid w:val="001058D0"/>
    <w:rsid w:val="00121EA8"/>
    <w:rsid w:val="001345AB"/>
    <w:rsid w:val="001518E3"/>
    <w:rsid w:val="001557E8"/>
    <w:rsid w:val="001A5A70"/>
    <w:rsid w:val="001A6FEF"/>
    <w:rsid w:val="001C0FEF"/>
    <w:rsid w:val="001F2A27"/>
    <w:rsid w:val="001F4CC4"/>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61FC"/>
    <w:rsid w:val="003E4543"/>
    <w:rsid w:val="003F663C"/>
    <w:rsid w:val="00401437"/>
    <w:rsid w:val="0040612C"/>
    <w:rsid w:val="00422690"/>
    <w:rsid w:val="0043371E"/>
    <w:rsid w:val="004419C4"/>
    <w:rsid w:val="00442DD8"/>
    <w:rsid w:val="00444BDF"/>
    <w:rsid w:val="004469AA"/>
    <w:rsid w:val="004639E7"/>
    <w:rsid w:val="00466DD9"/>
    <w:rsid w:val="00472064"/>
    <w:rsid w:val="00485FF9"/>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63E48"/>
    <w:rsid w:val="005664D9"/>
    <w:rsid w:val="0057306F"/>
    <w:rsid w:val="00584EB5"/>
    <w:rsid w:val="005869A6"/>
    <w:rsid w:val="005940F3"/>
    <w:rsid w:val="005956BA"/>
    <w:rsid w:val="005C091C"/>
    <w:rsid w:val="005C55CB"/>
    <w:rsid w:val="005D7255"/>
    <w:rsid w:val="005E51A6"/>
    <w:rsid w:val="005E559D"/>
    <w:rsid w:val="006032E1"/>
    <w:rsid w:val="00613FAF"/>
    <w:rsid w:val="006560D3"/>
    <w:rsid w:val="00661C07"/>
    <w:rsid w:val="006813D7"/>
    <w:rsid w:val="006956FA"/>
    <w:rsid w:val="00696951"/>
    <w:rsid w:val="006A087C"/>
    <w:rsid w:val="006A371E"/>
    <w:rsid w:val="006F00D6"/>
    <w:rsid w:val="006F66A6"/>
    <w:rsid w:val="0070700A"/>
    <w:rsid w:val="00742077"/>
    <w:rsid w:val="00755691"/>
    <w:rsid w:val="00761984"/>
    <w:rsid w:val="00765F9E"/>
    <w:rsid w:val="00771EA7"/>
    <w:rsid w:val="00773362"/>
    <w:rsid w:val="00774C22"/>
    <w:rsid w:val="0077535A"/>
    <w:rsid w:val="007847FA"/>
    <w:rsid w:val="007901F5"/>
    <w:rsid w:val="00790341"/>
    <w:rsid w:val="007A22B1"/>
    <w:rsid w:val="007A5E90"/>
    <w:rsid w:val="007B6725"/>
    <w:rsid w:val="007C116E"/>
    <w:rsid w:val="007C1D24"/>
    <w:rsid w:val="007C2B32"/>
    <w:rsid w:val="007C6429"/>
    <w:rsid w:val="007C6610"/>
    <w:rsid w:val="007D42A2"/>
    <w:rsid w:val="007F130E"/>
    <w:rsid w:val="007F6578"/>
    <w:rsid w:val="007F65BC"/>
    <w:rsid w:val="00813D06"/>
    <w:rsid w:val="00820F94"/>
    <w:rsid w:val="0082232B"/>
    <w:rsid w:val="008314F1"/>
    <w:rsid w:val="00833416"/>
    <w:rsid w:val="00853CE0"/>
    <w:rsid w:val="00855DE0"/>
    <w:rsid w:val="008629D2"/>
    <w:rsid w:val="00870F6A"/>
    <w:rsid w:val="00874DBF"/>
    <w:rsid w:val="00877043"/>
    <w:rsid w:val="008815A4"/>
    <w:rsid w:val="008837BF"/>
    <w:rsid w:val="00890034"/>
    <w:rsid w:val="008A114E"/>
    <w:rsid w:val="008A4397"/>
    <w:rsid w:val="008C2BA4"/>
    <w:rsid w:val="008C2BE3"/>
    <w:rsid w:val="008F730A"/>
    <w:rsid w:val="00933B60"/>
    <w:rsid w:val="009366A0"/>
    <w:rsid w:val="00940077"/>
    <w:rsid w:val="00955487"/>
    <w:rsid w:val="009554A2"/>
    <w:rsid w:val="0096327C"/>
    <w:rsid w:val="00963A1A"/>
    <w:rsid w:val="00986972"/>
    <w:rsid w:val="009871ED"/>
    <w:rsid w:val="009A2995"/>
    <w:rsid w:val="009B39E3"/>
    <w:rsid w:val="009D44DB"/>
    <w:rsid w:val="009E2EDE"/>
    <w:rsid w:val="009E51EF"/>
    <w:rsid w:val="009E70BB"/>
    <w:rsid w:val="009F2A58"/>
    <w:rsid w:val="009F4618"/>
    <w:rsid w:val="00A06493"/>
    <w:rsid w:val="00A10442"/>
    <w:rsid w:val="00A15593"/>
    <w:rsid w:val="00A15AA4"/>
    <w:rsid w:val="00A15C9F"/>
    <w:rsid w:val="00A169D3"/>
    <w:rsid w:val="00A35C5A"/>
    <w:rsid w:val="00A42F43"/>
    <w:rsid w:val="00A51541"/>
    <w:rsid w:val="00A536DD"/>
    <w:rsid w:val="00A76EAC"/>
    <w:rsid w:val="00A94062"/>
    <w:rsid w:val="00A97ED0"/>
    <w:rsid w:val="00AA17FA"/>
    <w:rsid w:val="00AA57C3"/>
    <w:rsid w:val="00AB53CF"/>
    <w:rsid w:val="00AB5A31"/>
    <w:rsid w:val="00AE0FB6"/>
    <w:rsid w:val="00AE28F0"/>
    <w:rsid w:val="00AE31C2"/>
    <w:rsid w:val="00B06B48"/>
    <w:rsid w:val="00B06BE5"/>
    <w:rsid w:val="00B10593"/>
    <w:rsid w:val="00B113CB"/>
    <w:rsid w:val="00B13991"/>
    <w:rsid w:val="00B17477"/>
    <w:rsid w:val="00B22D2F"/>
    <w:rsid w:val="00B26DB9"/>
    <w:rsid w:val="00B3356F"/>
    <w:rsid w:val="00B45B2F"/>
    <w:rsid w:val="00B45C03"/>
    <w:rsid w:val="00B476FE"/>
    <w:rsid w:val="00B562FE"/>
    <w:rsid w:val="00B71E64"/>
    <w:rsid w:val="00B77BD5"/>
    <w:rsid w:val="00B850C2"/>
    <w:rsid w:val="00B930E0"/>
    <w:rsid w:val="00BB6D27"/>
    <w:rsid w:val="00BC2161"/>
    <w:rsid w:val="00BD6A57"/>
    <w:rsid w:val="00BE150E"/>
    <w:rsid w:val="00BE3BA8"/>
    <w:rsid w:val="00BE642C"/>
    <w:rsid w:val="00BF4B9A"/>
    <w:rsid w:val="00BF7187"/>
    <w:rsid w:val="00C00D5D"/>
    <w:rsid w:val="00C1052E"/>
    <w:rsid w:val="00C1254D"/>
    <w:rsid w:val="00C14FB7"/>
    <w:rsid w:val="00C37065"/>
    <w:rsid w:val="00C4043D"/>
    <w:rsid w:val="00C52AD1"/>
    <w:rsid w:val="00C56430"/>
    <w:rsid w:val="00C61534"/>
    <w:rsid w:val="00C6362C"/>
    <w:rsid w:val="00C641E8"/>
    <w:rsid w:val="00C71B35"/>
    <w:rsid w:val="00C72A78"/>
    <w:rsid w:val="00C83CA2"/>
    <w:rsid w:val="00C85439"/>
    <w:rsid w:val="00C948EC"/>
    <w:rsid w:val="00CD31C4"/>
    <w:rsid w:val="00CD40E6"/>
    <w:rsid w:val="00CD48DC"/>
    <w:rsid w:val="00CD56C5"/>
    <w:rsid w:val="00CE292F"/>
    <w:rsid w:val="00CF6182"/>
    <w:rsid w:val="00D0166E"/>
    <w:rsid w:val="00D15499"/>
    <w:rsid w:val="00D166FC"/>
    <w:rsid w:val="00D26E3F"/>
    <w:rsid w:val="00D32ECB"/>
    <w:rsid w:val="00D35CEE"/>
    <w:rsid w:val="00D36523"/>
    <w:rsid w:val="00D37F78"/>
    <w:rsid w:val="00D46EF3"/>
    <w:rsid w:val="00D54FA4"/>
    <w:rsid w:val="00D6308C"/>
    <w:rsid w:val="00D72C57"/>
    <w:rsid w:val="00D90030"/>
    <w:rsid w:val="00D90DD8"/>
    <w:rsid w:val="00D96722"/>
    <w:rsid w:val="00DA1463"/>
    <w:rsid w:val="00DA20C6"/>
    <w:rsid w:val="00DB0CF2"/>
    <w:rsid w:val="00DB54A5"/>
    <w:rsid w:val="00DC16A7"/>
    <w:rsid w:val="00DD0E95"/>
    <w:rsid w:val="00DD2A13"/>
    <w:rsid w:val="00DF5345"/>
    <w:rsid w:val="00E03C42"/>
    <w:rsid w:val="00E061B5"/>
    <w:rsid w:val="00E13561"/>
    <w:rsid w:val="00E154A4"/>
    <w:rsid w:val="00E1577D"/>
    <w:rsid w:val="00E305C0"/>
    <w:rsid w:val="00E30D28"/>
    <w:rsid w:val="00E450BF"/>
    <w:rsid w:val="00E71AB6"/>
    <w:rsid w:val="00E81B4F"/>
    <w:rsid w:val="00E855C9"/>
    <w:rsid w:val="00E878EE"/>
    <w:rsid w:val="00E87990"/>
    <w:rsid w:val="00EB2A4E"/>
    <w:rsid w:val="00EB432E"/>
    <w:rsid w:val="00EB7BF3"/>
    <w:rsid w:val="00EF1A73"/>
    <w:rsid w:val="00F0447E"/>
    <w:rsid w:val="00F044F6"/>
    <w:rsid w:val="00F0538F"/>
    <w:rsid w:val="00F161A8"/>
    <w:rsid w:val="00F22719"/>
    <w:rsid w:val="00F27FC8"/>
    <w:rsid w:val="00F31947"/>
    <w:rsid w:val="00F3507F"/>
    <w:rsid w:val="00F36FCE"/>
    <w:rsid w:val="00F40B18"/>
    <w:rsid w:val="00F616FD"/>
    <w:rsid w:val="00F664CC"/>
    <w:rsid w:val="00F809F8"/>
    <w:rsid w:val="00F8362B"/>
    <w:rsid w:val="00F871F4"/>
    <w:rsid w:val="00F965BA"/>
    <w:rsid w:val="00FA15F9"/>
    <w:rsid w:val="00FA5D46"/>
    <w:rsid w:val="00FB78A9"/>
    <w:rsid w:val="00FE23A2"/>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747724698">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0412730">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627004293">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70B28-82F9-4FA0-A84F-0D5698843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E98E8CA1.dotm</Template>
  <TotalTime>10</TotalTime>
  <Pages>5</Pages>
  <Words>1300</Words>
  <Characters>7150</Characters>
  <Application>Microsoft Office Word</Application>
  <DocSecurity>0</DocSecurity>
  <Lines>59</Lines>
  <Paragraphs>16</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Cyril GRUFFAT</cp:lastModifiedBy>
  <cp:revision>7</cp:revision>
  <cp:lastPrinted>2016-01-26T09:12:00Z</cp:lastPrinted>
  <dcterms:created xsi:type="dcterms:W3CDTF">2016-01-26T09:40:00Z</dcterms:created>
  <dcterms:modified xsi:type="dcterms:W3CDTF">2016-07-22T08:47:00Z</dcterms:modified>
</cp:coreProperties>
</file>